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B3" w:rsidRDefault="00237EB3"/>
    <w:tbl>
      <w:tblPr>
        <w:tblW w:w="0" w:type="auto"/>
        <w:tblLook w:val="00A0"/>
      </w:tblPr>
      <w:tblGrid>
        <w:gridCol w:w="4864"/>
        <w:gridCol w:w="4990"/>
      </w:tblGrid>
      <w:tr w:rsidR="00237EB3" w:rsidRPr="00E23404" w:rsidTr="00B059AD">
        <w:tc>
          <w:tcPr>
            <w:tcW w:w="4864" w:type="dxa"/>
          </w:tcPr>
          <w:p w:rsidR="00237EB3" w:rsidRPr="00E23404" w:rsidRDefault="00237EB3" w:rsidP="00D56B5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4990" w:type="dxa"/>
          </w:tcPr>
          <w:p w:rsidR="00237EB3" w:rsidRPr="00E23404" w:rsidRDefault="00237EB3" w:rsidP="00D72F1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E23404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Приложение</w:t>
            </w:r>
          </w:p>
          <w:p w:rsidR="00237EB3" w:rsidRPr="00E23404" w:rsidRDefault="00237EB3" w:rsidP="00D72F1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237EB3" w:rsidRPr="00E23404" w:rsidTr="00B059AD">
        <w:tc>
          <w:tcPr>
            <w:tcW w:w="4864" w:type="dxa"/>
          </w:tcPr>
          <w:p w:rsidR="00237EB3" w:rsidRPr="00E23404" w:rsidRDefault="00237EB3" w:rsidP="00D56B5F">
            <w:pPr>
              <w:suppressAutoHyphens w:val="0"/>
              <w:autoSpaceDE w:val="0"/>
              <w:autoSpaceDN w:val="0"/>
              <w:adjustRightInd w:val="0"/>
              <w:jc w:val="right"/>
              <w:outlineLvl w:val="0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</w:p>
        </w:tc>
        <w:tc>
          <w:tcPr>
            <w:tcW w:w="4990" w:type="dxa"/>
          </w:tcPr>
          <w:p w:rsidR="00237EB3" w:rsidRPr="00E23404" w:rsidRDefault="00237EB3" w:rsidP="00D72F1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E23404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УТВЕРЖДЕН</w:t>
            </w:r>
          </w:p>
          <w:p w:rsidR="00237EB3" w:rsidRPr="00E23404" w:rsidRDefault="00237EB3" w:rsidP="00D72F1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E23404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приказом Министерства образования</w:t>
            </w:r>
          </w:p>
          <w:p w:rsidR="00237EB3" w:rsidRPr="00E23404" w:rsidRDefault="00237EB3" w:rsidP="00D72F1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E23404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и науки Российской Федерации</w:t>
            </w:r>
          </w:p>
          <w:p w:rsidR="00237EB3" w:rsidRPr="00E23404" w:rsidRDefault="00237EB3" w:rsidP="00D72F1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</w:pPr>
            <w:r w:rsidRPr="00E23404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 xml:space="preserve">от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«</w:t>
            </w:r>
            <w:r w:rsidRPr="00E23404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____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» 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softHyphen/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softHyphen/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softHyphen/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softHyphen/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softHyphen/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softHyphen/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softHyphen/>
              <w:t>_______</w:t>
            </w:r>
            <w:r w:rsidRPr="00E23404"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____ 2014 г. №____</w:t>
            </w:r>
          </w:p>
        </w:tc>
      </w:tr>
    </w:tbl>
    <w:p w:rsidR="00237EB3" w:rsidRDefault="00237EB3">
      <w:pPr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</w:p>
    <w:p w:rsidR="00237EB3" w:rsidRPr="00E23404" w:rsidRDefault="00237EB3">
      <w:pPr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</w:p>
    <w:p w:rsidR="00237EB3" w:rsidRPr="00E23404" w:rsidRDefault="00237EB3" w:rsidP="00D72F1A">
      <w:pPr>
        <w:ind w:firstLine="575"/>
        <w:jc w:val="center"/>
        <w:rPr>
          <w:rFonts w:cs="Times New Roman"/>
          <w:sz w:val="28"/>
          <w:szCs w:val="28"/>
        </w:rPr>
      </w:pPr>
      <w:r w:rsidRPr="00E23404">
        <w:rPr>
          <w:rFonts w:cs="Times New Roman"/>
          <w:b/>
          <w:bCs/>
          <w:sz w:val="28"/>
          <w:szCs w:val="28"/>
        </w:rPr>
        <w:t>Федеральный государственный образовательный стандарт образования обуча</w:t>
      </w:r>
      <w:r>
        <w:rPr>
          <w:rFonts w:cs="Times New Roman"/>
          <w:b/>
          <w:bCs/>
          <w:sz w:val="28"/>
          <w:szCs w:val="28"/>
        </w:rPr>
        <w:t xml:space="preserve">ющихся с умственной отсталостью </w:t>
      </w:r>
      <w:r w:rsidRPr="00E23404">
        <w:rPr>
          <w:rFonts w:cs="Times New Roman"/>
          <w:b/>
          <w:bCs/>
          <w:sz w:val="28"/>
          <w:szCs w:val="28"/>
        </w:rPr>
        <w:t>(интеллектуальными нарушениями)</w:t>
      </w:r>
    </w:p>
    <w:p w:rsidR="00237EB3" w:rsidRPr="00E23404" w:rsidRDefault="00237EB3">
      <w:pPr>
        <w:spacing w:line="360" w:lineRule="auto"/>
        <w:ind w:firstLine="575"/>
        <w:jc w:val="center"/>
        <w:rPr>
          <w:rFonts w:cs="Times New Roman"/>
          <w:sz w:val="28"/>
          <w:szCs w:val="28"/>
        </w:rPr>
      </w:pPr>
    </w:p>
    <w:p w:rsidR="00237EB3" w:rsidRPr="00E23404" w:rsidRDefault="00237EB3" w:rsidP="003C7B55">
      <w:pPr>
        <w:spacing w:line="360" w:lineRule="auto"/>
        <w:ind w:firstLine="575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1</w:t>
      </w:r>
      <w:r w:rsidRPr="00E23404">
        <w:rPr>
          <w:rFonts w:cs="Times New Roman"/>
          <w:b/>
          <w:bCs/>
          <w:sz w:val="28"/>
          <w:szCs w:val="28"/>
        </w:rPr>
        <w:t>. Общие положения</w:t>
      </w:r>
    </w:p>
    <w:p w:rsidR="00237EB3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1.1 </w:t>
      </w:r>
      <w:r w:rsidRPr="00E23404">
        <w:rPr>
          <w:rFonts w:cs="Times New Roman"/>
          <w:sz w:val="28"/>
          <w:szCs w:val="28"/>
        </w:rPr>
        <w:t>Федеральный государст</w:t>
      </w:r>
      <w:r>
        <w:rPr>
          <w:rFonts w:cs="Times New Roman"/>
          <w:sz w:val="28"/>
          <w:szCs w:val="28"/>
        </w:rPr>
        <w:t xml:space="preserve">венный образовательный стандарт </w:t>
      </w:r>
      <w:r w:rsidRPr="00E23404">
        <w:rPr>
          <w:rFonts w:cs="Times New Roman"/>
          <w:sz w:val="28"/>
          <w:szCs w:val="28"/>
        </w:rPr>
        <w:t>образования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sz w:val="28"/>
          <w:szCs w:val="28"/>
        </w:rPr>
        <w:t xml:space="preserve">– </w:t>
      </w:r>
      <w:r w:rsidRPr="00E23404">
        <w:rPr>
          <w:rFonts w:cs="Times New Roman"/>
          <w:sz w:val="28"/>
          <w:szCs w:val="28"/>
        </w:rPr>
        <w:t xml:space="preserve">(далее </w:t>
      </w:r>
      <w:r>
        <w:rPr>
          <w:rFonts w:cs="Times New Roman"/>
          <w:sz w:val="28"/>
          <w:szCs w:val="28"/>
        </w:rPr>
        <w:t xml:space="preserve">– </w:t>
      </w:r>
      <w:r w:rsidRPr="00E23404">
        <w:rPr>
          <w:rFonts w:cs="Times New Roman"/>
          <w:sz w:val="28"/>
          <w:szCs w:val="28"/>
        </w:rPr>
        <w:t>Стандарт) представляет собой совокупность о</w:t>
      </w:r>
      <w:r>
        <w:rPr>
          <w:rFonts w:cs="Times New Roman"/>
          <w:sz w:val="28"/>
          <w:szCs w:val="28"/>
        </w:rPr>
        <w:t xml:space="preserve">бязательных требований </w:t>
      </w:r>
      <w:r w:rsidRPr="00364A4A">
        <w:rPr>
          <w:rFonts w:cs="Times New Roman"/>
          <w:sz w:val="28"/>
          <w:szCs w:val="28"/>
        </w:rPr>
        <w:t xml:space="preserve">при реализации адаптированных основных общеобразовательных программ (далее </w:t>
      </w:r>
      <w:r>
        <w:rPr>
          <w:rFonts w:cs="Times New Roman"/>
          <w:sz w:val="28"/>
          <w:szCs w:val="28"/>
        </w:rPr>
        <w:t xml:space="preserve">– </w:t>
      </w:r>
      <w:r w:rsidRPr="00364A4A">
        <w:rPr>
          <w:rFonts w:cs="Times New Roman"/>
          <w:sz w:val="28"/>
          <w:szCs w:val="28"/>
        </w:rPr>
        <w:t xml:space="preserve"> </w:t>
      </w:r>
      <w:r w:rsidRPr="001A79FF">
        <w:rPr>
          <w:rFonts w:cs="Times New Roman"/>
          <w:sz w:val="28"/>
          <w:szCs w:val="28"/>
        </w:rPr>
        <w:t>АООП)</w:t>
      </w:r>
      <w:r>
        <w:rPr>
          <w:rFonts w:cs="Times New Roman"/>
          <w:sz w:val="28"/>
          <w:szCs w:val="28"/>
        </w:rPr>
        <w:t xml:space="preserve"> в организациях, осуществляющих образовательную деятельность (далее – организация).</w:t>
      </w:r>
    </w:p>
    <w:p w:rsidR="00237EB3" w:rsidRDefault="00237EB3" w:rsidP="00055C3A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307814">
        <w:rPr>
          <w:rFonts w:cs="Times New Roman"/>
          <w:sz w:val="28"/>
          <w:szCs w:val="28"/>
        </w:rPr>
        <w:t>Предметом регулирования Стандарта являются отношения в сфере образования</w:t>
      </w:r>
      <w:r>
        <w:rPr>
          <w:rFonts w:cs="Times New Roman"/>
          <w:sz w:val="28"/>
          <w:szCs w:val="28"/>
        </w:rPr>
        <w:t xml:space="preserve"> следующих групп обучающихся</w:t>
      </w:r>
      <w:r w:rsidRPr="00307814">
        <w:rPr>
          <w:rFonts w:cs="Times New Roman"/>
          <w:sz w:val="28"/>
          <w:szCs w:val="28"/>
        </w:rPr>
        <w:t xml:space="preserve"> с умственной отсталостью (</w:t>
      </w:r>
      <w:r w:rsidRPr="00307814">
        <w:rPr>
          <w:rFonts w:cs="Times New Roman"/>
          <w:bCs/>
          <w:sz w:val="28"/>
          <w:szCs w:val="28"/>
        </w:rPr>
        <w:t>интеллектуальными нарушениями</w:t>
      </w:r>
      <w:r w:rsidRPr="00307814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 xml:space="preserve">: </w:t>
      </w:r>
      <w:r w:rsidRPr="00E23404">
        <w:rPr>
          <w:rFonts w:cs="Times New Roman"/>
          <w:sz w:val="28"/>
          <w:szCs w:val="28"/>
        </w:rPr>
        <w:t>легкой умственной отсталостью (интеллектуальным</w:t>
      </w:r>
      <w:r>
        <w:rPr>
          <w:rFonts w:cs="Times New Roman"/>
          <w:sz w:val="28"/>
          <w:szCs w:val="28"/>
        </w:rPr>
        <w:t>и нарушениями),</w:t>
      </w:r>
      <w:r w:rsidRPr="00E23404">
        <w:rPr>
          <w:rFonts w:cs="Times New Roman"/>
          <w:sz w:val="28"/>
          <w:szCs w:val="28"/>
        </w:rPr>
        <w:t xml:space="preserve"> умеренной, тяжелой, глубокой умственной отсталостью (интеллектуальными нарушениями), тяжелыми и множ</w:t>
      </w:r>
      <w:r>
        <w:rPr>
          <w:rFonts w:cs="Times New Roman"/>
          <w:sz w:val="28"/>
          <w:szCs w:val="28"/>
        </w:rPr>
        <w:t>ественными нарушениями развития</w:t>
      </w:r>
      <w:r w:rsidRPr="00E23404">
        <w:rPr>
          <w:rStyle w:val="3"/>
          <w:rFonts w:cs="Times New Roman"/>
          <w:sz w:val="28"/>
          <w:szCs w:val="28"/>
        </w:rPr>
        <w:footnoteReference w:id="1"/>
      </w:r>
      <w:r w:rsidRPr="00E23404">
        <w:rPr>
          <w:rFonts w:cs="Times New Roman"/>
          <w:sz w:val="28"/>
          <w:szCs w:val="28"/>
        </w:rPr>
        <w:t xml:space="preserve">. </w:t>
      </w:r>
    </w:p>
    <w:p w:rsidR="00237EB3" w:rsidRPr="00F8534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АООП разрабатывается</w:t>
      </w:r>
      <w:r w:rsidRPr="00F8534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на основе Стандарта</w:t>
      </w:r>
      <w:r>
        <w:rPr>
          <w:rFonts w:cs="Times New Roman"/>
          <w:bCs/>
          <w:sz w:val="28"/>
          <w:szCs w:val="28"/>
        </w:rPr>
        <w:t xml:space="preserve"> </w:t>
      </w:r>
      <w:r w:rsidRPr="00F85344">
        <w:rPr>
          <w:rFonts w:cs="Times New Roman"/>
          <w:sz w:val="28"/>
          <w:szCs w:val="28"/>
        </w:rPr>
        <w:t>с учетом особенностей</w:t>
      </w:r>
      <w:r>
        <w:rPr>
          <w:rFonts w:cs="Times New Roman"/>
          <w:sz w:val="28"/>
          <w:szCs w:val="28"/>
        </w:rPr>
        <w:t xml:space="preserve"> указанных групп обучающихся с умственной отсталостью (интеллектуальными нарушениями),</w:t>
      </w:r>
      <w:r w:rsidRPr="00F85344">
        <w:rPr>
          <w:rFonts w:cs="Times New Roman"/>
          <w:sz w:val="28"/>
          <w:szCs w:val="28"/>
        </w:rPr>
        <w:t xml:space="preserve"> их психофизического развития, индивидуальны</w:t>
      </w:r>
      <w:r>
        <w:rPr>
          <w:rFonts w:cs="Times New Roman"/>
          <w:sz w:val="28"/>
          <w:szCs w:val="28"/>
        </w:rPr>
        <w:t>х возможностей и обеспечивает</w:t>
      </w:r>
      <w:r w:rsidRPr="00F85344">
        <w:rPr>
          <w:rFonts w:cs="Times New Roman"/>
          <w:sz w:val="28"/>
          <w:szCs w:val="28"/>
        </w:rPr>
        <w:t xml:space="preserve"> коррекцию нарушений развития и их социальную адаптацию.</w:t>
      </w:r>
    </w:p>
    <w:p w:rsidR="00237EB3" w:rsidRPr="00E23404" w:rsidRDefault="00237EB3" w:rsidP="005175E8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Положения настоящего Стандарта могут использоваться родителями </w:t>
      </w:r>
      <w:hyperlink r:id="rId7" w:history="1">
        <w:r w:rsidRPr="00E23404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(законными представителями)</w:t>
        </w:r>
      </w:hyperlink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при получении обучающимися с умственной отсталостью (интеллектуальными нарушениями)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образования 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в форме семейного образования, а также на дому или в медицинских организациях.</w:t>
      </w:r>
    </w:p>
    <w:p w:rsidR="00237EB3" w:rsidRPr="00E23404" w:rsidRDefault="00237EB3">
      <w:pPr>
        <w:tabs>
          <w:tab w:val="left" w:pos="0"/>
          <w:tab w:val="left" w:pos="1260"/>
          <w:tab w:val="left" w:pos="558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Pr="00E23404">
        <w:rPr>
          <w:rFonts w:cs="Times New Roman"/>
          <w:sz w:val="28"/>
          <w:szCs w:val="28"/>
        </w:rPr>
        <w:t>.2. Стандарт разработан на основе Конституции Российской Федерации</w:t>
      </w:r>
      <w:r w:rsidRPr="00E23404">
        <w:rPr>
          <w:rStyle w:val="a0"/>
          <w:rFonts w:cs="Times New Roman"/>
          <w:kern w:val="24"/>
          <w:sz w:val="28"/>
          <w:szCs w:val="28"/>
          <w:vertAlign w:val="superscript"/>
        </w:rPr>
        <w:footnoteReference w:id="2"/>
      </w:r>
      <w:r w:rsidRPr="00E23404">
        <w:rPr>
          <w:rFonts w:cs="Times New Roman"/>
          <w:sz w:val="28"/>
          <w:szCs w:val="28"/>
        </w:rPr>
        <w:t xml:space="preserve"> и законо</w:t>
      </w:r>
      <w:r>
        <w:rPr>
          <w:rFonts w:cs="Times New Roman"/>
          <w:sz w:val="28"/>
          <w:szCs w:val="28"/>
        </w:rPr>
        <w:t>дательства Российской Федерации</w:t>
      </w:r>
      <w:r w:rsidRPr="00E23404">
        <w:rPr>
          <w:rFonts w:cs="Times New Roman"/>
          <w:sz w:val="28"/>
          <w:szCs w:val="28"/>
        </w:rPr>
        <w:t xml:space="preserve"> с учетом Конвенции ООН о правах ребенка</w:t>
      </w:r>
      <w:r w:rsidRPr="00E23404">
        <w:rPr>
          <w:rStyle w:val="a0"/>
          <w:rFonts w:cs="Times New Roman"/>
          <w:kern w:val="24"/>
          <w:sz w:val="28"/>
          <w:szCs w:val="28"/>
          <w:vertAlign w:val="superscript"/>
        </w:rPr>
        <w:footnoteReference w:id="3"/>
      </w:r>
      <w:r w:rsidRPr="00E23404">
        <w:rPr>
          <w:rStyle w:val="a0"/>
          <w:rFonts w:cs="Times New Roman"/>
          <w:sz w:val="28"/>
          <w:szCs w:val="28"/>
        </w:rPr>
        <w:t xml:space="preserve"> и Конвенции ООН о правах инвалидов, региональных, национальных и этнокультурных потребностей народов Российской Федерации.</w:t>
      </w:r>
      <w:r w:rsidRPr="00E23404">
        <w:rPr>
          <w:rFonts w:cs="Times New Roman"/>
          <w:sz w:val="28"/>
          <w:szCs w:val="28"/>
        </w:rPr>
        <w:t xml:space="preserve"> </w:t>
      </w:r>
    </w:p>
    <w:p w:rsidR="00237EB3" w:rsidRPr="00E23404" w:rsidRDefault="00237EB3">
      <w:pPr>
        <w:pStyle w:val="Standard"/>
        <w:tabs>
          <w:tab w:val="left" w:pos="1770"/>
          <w:tab w:val="left" w:pos="5690"/>
        </w:tabs>
        <w:ind w:firstLine="575"/>
      </w:pPr>
      <w:r>
        <w:t>1.3 </w:t>
      </w:r>
      <w:r w:rsidRPr="00E23404">
        <w:t xml:space="preserve">Стандарт включает в себя требования к: </w:t>
      </w:r>
    </w:p>
    <w:p w:rsidR="00237EB3" w:rsidRPr="00E23404" w:rsidRDefault="00237EB3">
      <w:pPr>
        <w:pStyle w:val="NormalWeb"/>
        <w:spacing w:before="0" w:after="0"/>
        <w:ind w:firstLine="575"/>
        <w:rPr>
          <w:caps w:val="0"/>
          <w:sz w:val="28"/>
          <w:szCs w:val="28"/>
        </w:rPr>
      </w:pPr>
      <w:r w:rsidRPr="00E23404">
        <w:rPr>
          <w:caps w:val="0"/>
          <w:sz w:val="28"/>
          <w:szCs w:val="28"/>
        </w:rPr>
        <w:t>1)</w:t>
      </w:r>
      <w:r>
        <w:rPr>
          <w:caps w:val="0"/>
          <w:sz w:val="28"/>
          <w:szCs w:val="28"/>
        </w:rPr>
        <w:t xml:space="preserve"> структуре АООП (в том числе к со</w:t>
      </w:r>
      <w:r w:rsidRPr="00E23404">
        <w:rPr>
          <w:caps w:val="0"/>
          <w:sz w:val="28"/>
          <w:szCs w:val="28"/>
        </w:rPr>
        <w:t>отношению обязательной части и части, формируемой участниками образовательных отношений) и их объему;</w:t>
      </w:r>
    </w:p>
    <w:p w:rsidR="00237EB3" w:rsidRPr="00E23404" w:rsidRDefault="00237EB3">
      <w:pPr>
        <w:pStyle w:val="NormalWeb"/>
        <w:spacing w:before="0" w:after="0"/>
        <w:ind w:firstLine="575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2) условиям реализации АООП</w:t>
      </w:r>
      <w:r w:rsidRPr="00E23404">
        <w:rPr>
          <w:caps w:val="0"/>
          <w:sz w:val="28"/>
          <w:szCs w:val="28"/>
        </w:rPr>
        <w:t>, в том числе кадровым, финансовым, материально-техническим и иным условиям;</w:t>
      </w:r>
    </w:p>
    <w:p w:rsidR="00237EB3" w:rsidRPr="00E23404" w:rsidRDefault="00237EB3">
      <w:pPr>
        <w:pStyle w:val="NormalWeb"/>
        <w:widowControl w:val="0"/>
        <w:tabs>
          <w:tab w:val="left" w:pos="0"/>
          <w:tab w:val="left" w:pos="1260"/>
          <w:tab w:val="left" w:pos="5580"/>
        </w:tabs>
        <w:spacing w:before="0" w:after="0"/>
        <w:ind w:firstLine="575"/>
        <w:rPr>
          <w:caps w:val="0"/>
          <w:sz w:val="28"/>
          <w:szCs w:val="28"/>
        </w:rPr>
      </w:pPr>
      <w:r w:rsidRPr="00E23404">
        <w:rPr>
          <w:caps w:val="0"/>
          <w:sz w:val="28"/>
          <w:szCs w:val="28"/>
        </w:rPr>
        <w:t xml:space="preserve">3) результатам освоения </w:t>
      </w:r>
      <w:r>
        <w:rPr>
          <w:caps w:val="0"/>
          <w:sz w:val="28"/>
          <w:szCs w:val="28"/>
        </w:rPr>
        <w:t>АООП</w:t>
      </w:r>
      <w:r w:rsidRPr="00E23404">
        <w:rPr>
          <w:rStyle w:val="a0"/>
          <w:kern w:val="24"/>
          <w:sz w:val="28"/>
          <w:szCs w:val="28"/>
          <w:vertAlign w:val="superscript"/>
        </w:rPr>
        <w:footnoteReference w:id="4"/>
      </w:r>
      <w:r w:rsidRPr="00E23404">
        <w:rPr>
          <w:caps w:val="0"/>
          <w:sz w:val="28"/>
          <w:szCs w:val="28"/>
        </w:rPr>
        <w:t>.</w:t>
      </w:r>
    </w:p>
    <w:p w:rsidR="00237EB3" w:rsidRPr="00E23404" w:rsidRDefault="00237EB3">
      <w:pPr>
        <w:tabs>
          <w:tab w:val="left" w:pos="0"/>
          <w:tab w:val="left" w:pos="1260"/>
          <w:tab w:val="left" w:pos="558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1.4 </w:t>
      </w:r>
      <w:r w:rsidRPr="00E23404">
        <w:rPr>
          <w:rFonts w:cs="Times New Roman"/>
          <w:sz w:val="28"/>
          <w:szCs w:val="28"/>
        </w:rPr>
        <w:t>Стандарт учитывает их возрастные, типологические и индивидуальные особенности, особые образовательные потребности.</w:t>
      </w:r>
    </w:p>
    <w:p w:rsidR="00237EB3" w:rsidRPr="00E23404" w:rsidRDefault="00237EB3">
      <w:pPr>
        <w:tabs>
          <w:tab w:val="left" w:pos="0"/>
          <w:tab w:val="left" w:pos="1260"/>
          <w:tab w:val="left" w:pos="558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1.5 </w:t>
      </w:r>
      <w:r w:rsidRPr="00E23404">
        <w:rPr>
          <w:rFonts w:cs="Times New Roman"/>
          <w:sz w:val="28"/>
          <w:szCs w:val="28"/>
        </w:rPr>
        <w:t>К особым образов</w:t>
      </w:r>
      <w:r>
        <w:rPr>
          <w:rFonts w:cs="Times New Roman"/>
          <w:sz w:val="28"/>
          <w:szCs w:val="28"/>
        </w:rPr>
        <w:t>ательным потребностям, являющим</w:t>
      </w:r>
      <w:r w:rsidRPr="00E23404">
        <w:rPr>
          <w:rFonts w:cs="Times New Roman"/>
          <w:sz w:val="28"/>
          <w:szCs w:val="28"/>
        </w:rPr>
        <w:t>ся общими для всех обучающихся с умственной отсталостью (интеллектуальными нарушениями)</w:t>
      </w:r>
      <w:r>
        <w:rPr>
          <w:rFonts w:cs="Times New Roman"/>
          <w:sz w:val="28"/>
          <w:szCs w:val="28"/>
        </w:rPr>
        <w:t>,</w:t>
      </w:r>
      <w:r w:rsidRPr="00E23404">
        <w:rPr>
          <w:rFonts w:cs="Times New Roman"/>
          <w:sz w:val="28"/>
          <w:szCs w:val="28"/>
        </w:rPr>
        <w:t xml:space="preserve"> относятся: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 xml:space="preserve">раннее получение специальной помощи средствами образования; 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обязательность непрерывности коррекционно-разв</w:t>
      </w:r>
      <w:r>
        <w:rPr>
          <w:sz w:val="28"/>
          <w:szCs w:val="28"/>
        </w:rPr>
        <w:t>ивающего процесса, реализуемого</w:t>
      </w:r>
      <w:r w:rsidRPr="00E23404">
        <w:rPr>
          <w:sz w:val="28"/>
          <w:szCs w:val="28"/>
        </w:rPr>
        <w:t xml:space="preserve"> как через содержание предметных областей, так и в процессе коррекционной работы;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научный, практико-ориентированны</w:t>
      </w:r>
      <w:r>
        <w:rPr>
          <w:sz w:val="28"/>
          <w:szCs w:val="28"/>
        </w:rPr>
        <w:t>й, действенный характер содержа</w:t>
      </w:r>
      <w:r w:rsidRPr="00E23404">
        <w:rPr>
          <w:sz w:val="28"/>
          <w:szCs w:val="28"/>
        </w:rPr>
        <w:t>ния образования;</w:t>
      </w:r>
    </w:p>
    <w:p w:rsidR="00237EB3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доступность содержания познавательных задач, реализуемых в процессе образования;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>
        <w:rPr>
          <w:sz w:val="28"/>
          <w:szCs w:val="28"/>
        </w:rPr>
        <w:t>удлинение сроков получения образования;</w:t>
      </w:r>
    </w:p>
    <w:p w:rsidR="00237EB3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 xml:space="preserve">систематическая актуализация сформированных у обучающихся знаний и умений; 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специальное обучение их «переносу» с учетом изменяющихся условий учебных, познавательных, трудовых и других ситуаций;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>
        <w:rPr>
          <w:sz w:val="28"/>
          <w:szCs w:val="28"/>
        </w:rPr>
        <w:t>обеспечение</w:t>
      </w:r>
      <w:r w:rsidRPr="00E23404">
        <w:rPr>
          <w:sz w:val="28"/>
          <w:szCs w:val="28"/>
        </w:rPr>
        <w:t xml:space="preserve"> особой пространственн</w:t>
      </w:r>
      <w:r>
        <w:rPr>
          <w:sz w:val="28"/>
          <w:szCs w:val="28"/>
        </w:rPr>
        <w:t>ой и временной организации обще</w:t>
      </w:r>
      <w:r w:rsidRPr="00E23404">
        <w:rPr>
          <w:sz w:val="28"/>
          <w:szCs w:val="28"/>
        </w:rPr>
        <w:t xml:space="preserve">образовательной среды с учетом функционального состояния </w:t>
      </w:r>
      <w:r>
        <w:rPr>
          <w:sz w:val="28"/>
          <w:szCs w:val="28"/>
        </w:rPr>
        <w:t>центральной не</w:t>
      </w:r>
      <w:r w:rsidRPr="00E23404">
        <w:rPr>
          <w:sz w:val="28"/>
          <w:szCs w:val="28"/>
        </w:rPr>
        <w:t>рвной системы и нейродинамики психиче</w:t>
      </w:r>
      <w:r>
        <w:rPr>
          <w:sz w:val="28"/>
          <w:szCs w:val="28"/>
        </w:rPr>
        <w:t>ских процессов обучающихся с ум</w:t>
      </w:r>
      <w:r w:rsidRPr="00E23404">
        <w:rPr>
          <w:sz w:val="28"/>
          <w:szCs w:val="28"/>
        </w:rPr>
        <w:t>ственной отсталостью (интеллектуальными нарушениями);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использование преимущественно позитивных средств стимуляции деятельности и поведения обучающихся, демонстрирующих доброжелательное и уважительное отношение к ним;</w:t>
      </w:r>
    </w:p>
    <w:p w:rsidR="00237EB3" w:rsidRPr="00E23404" w:rsidRDefault="00237EB3" w:rsidP="004D0B1C">
      <w:pPr>
        <w:pStyle w:val="p4"/>
        <w:tabs>
          <w:tab w:val="left" w:pos="851"/>
        </w:tabs>
        <w:suppressAutoHyphens w:val="0"/>
        <w:autoSpaceDN/>
        <w:spacing w:before="0" w:after="0"/>
        <w:textAlignment w:val="auto"/>
        <w:rPr>
          <w:sz w:val="28"/>
          <w:szCs w:val="28"/>
        </w:rPr>
      </w:pPr>
      <w:r w:rsidRPr="00E23404">
        <w:rPr>
          <w:sz w:val="28"/>
          <w:szCs w:val="28"/>
        </w:rPr>
        <w:t>развитие мотивации и интереса к познанию окружающего мира с учетом возрастных и инд</w:t>
      </w:r>
      <w:r>
        <w:rPr>
          <w:sz w:val="28"/>
          <w:szCs w:val="28"/>
        </w:rPr>
        <w:t>ивидуальных особенностей обучающегося</w:t>
      </w:r>
      <w:r w:rsidRPr="00E23404">
        <w:rPr>
          <w:sz w:val="28"/>
          <w:szCs w:val="28"/>
        </w:rPr>
        <w:t xml:space="preserve"> к обучению и социальному взаимодействию со средой</w:t>
      </w:r>
      <w:r>
        <w:rPr>
          <w:sz w:val="28"/>
          <w:szCs w:val="28"/>
        </w:rPr>
        <w:t>;</w:t>
      </w:r>
    </w:p>
    <w:p w:rsidR="00237EB3" w:rsidRPr="00E23404" w:rsidRDefault="00237EB3" w:rsidP="004D0B1C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 xml:space="preserve">стимуляция познавательной активности, формирование позитивного отношения к окружающему миру. </w:t>
      </w:r>
    </w:p>
    <w:p w:rsidR="00237EB3" w:rsidRPr="00E23404" w:rsidRDefault="00237EB3">
      <w:pPr>
        <w:tabs>
          <w:tab w:val="left" w:pos="0"/>
          <w:tab w:val="left" w:pos="1260"/>
          <w:tab w:val="left" w:pos="558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1.6. </w:t>
      </w:r>
      <w:r w:rsidRPr="00E23404">
        <w:rPr>
          <w:rFonts w:cs="Times New Roman"/>
          <w:sz w:val="28"/>
          <w:szCs w:val="28"/>
        </w:rPr>
        <w:t>К особым образовательным потребностям, характерным для обучающихся с легкой степенью умственной отсталости (интеллектуальными нарушениями)</w:t>
      </w:r>
      <w:r>
        <w:rPr>
          <w:rFonts w:cs="Times New Roman"/>
          <w:sz w:val="28"/>
          <w:szCs w:val="28"/>
        </w:rPr>
        <w:t>,</w:t>
      </w:r>
      <w:r w:rsidRPr="00E23404">
        <w:rPr>
          <w:rFonts w:cs="Times New Roman"/>
          <w:sz w:val="28"/>
          <w:szCs w:val="28"/>
        </w:rPr>
        <w:t xml:space="preserve"> относятся:</w:t>
      </w:r>
    </w:p>
    <w:p w:rsidR="00237EB3" w:rsidRPr="00E23404" w:rsidRDefault="00237EB3" w:rsidP="00D223D1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237EB3" w:rsidRPr="00E23404" w:rsidRDefault="00237EB3" w:rsidP="00D223D1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введение учебных предметов, способствующих формированию представлений о природных и социальных компонентах окружающего мира;</w:t>
      </w:r>
    </w:p>
    <w:p w:rsidR="00237EB3" w:rsidRPr="00E23404" w:rsidRDefault="00237EB3" w:rsidP="00D223D1">
      <w:pPr>
        <w:pStyle w:val="p4"/>
        <w:tabs>
          <w:tab w:val="left" w:pos="851"/>
        </w:tabs>
        <w:suppressAutoHyphens w:val="0"/>
        <w:autoSpaceDN/>
        <w:spacing w:before="0" w:after="0"/>
        <w:textAlignment w:val="auto"/>
        <w:rPr>
          <w:sz w:val="28"/>
          <w:szCs w:val="28"/>
        </w:rPr>
      </w:pPr>
      <w:r w:rsidRPr="00E23404">
        <w:rPr>
          <w:sz w:val="28"/>
          <w:szCs w:val="28"/>
        </w:rPr>
        <w:t>овладение разнообразными видами, средствами и формами коммуникации, обеспечивающими успешность установления и реализации социокультурных связей и отношений обучающегося с окружающей средой;</w:t>
      </w:r>
    </w:p>
    <w:p w:rsidR="00237EB3" w:rsidRPr="00E23404" w:rsidRDefault="00237EB3" w:rsidP="00D223D1">
      <w:pPr>
        <w:pStyle w:val="p4"/>
        <w:spacing w:before="0" w:after="0"/>
        <w:rPr>
          <w:sz w:val="28"/>
          <w:szCs w:val="28"/>
        </w:rPr>
      </w:pPr>
      <w:r w:rsidRPr="009C1998">
        <w:rPr>
          <w:sz w:val="28"/>
          <w:szCs w:val="28"/>
        </w:rPr>
        <w:t>возможность обучения по программам профессиональной подготовки квалифицированных рабочих, служащих</w:t>
      </w:r>
      <w:r w:rsidRPr="00E23404">
        <w:rPr>
          <w:sz w:val="28"/>
          <w:szCs w:val="28"/>
        </w:rPr>
        <w:t>;</w:t>
      </w:r>
    </w:p>
    <w:p w:rsidR="00237EB3" w:rsidRPr="00E23404" w:rsidRDefault="00237EB3" w:rsidP="00D223D1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 xml:space="preserve">психологическое сопровождение, </w:t>
      </w:r>
      <w:r>
        <w:rPr>
          <w:sz w:val="28"/>
          <w:szCs w:val="28"/>
        </w:rPr>
        <w:t>оптимизирующее взаимодействие обучающегося с педагогами и другими обучающимися</w:t>
      </w:r>
      <w:r w:rsidRPr="00E23404">
        <w:rPr>
          <w:sz w:val="28"/>
          <w:szCs w:val="28"/>
        </w:rPr>
        <w:t>; </w:t>
      </w:r>
    </w:p>
    <w:p w:rsidR="00237EB3" w:rsidRPr="00E23404" w:rsidRDefault="00237EB3" w:rsidP="00D223D1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>психологическое сопровождение, направленное на установление взаимодействия семьи и</w:t>
      </w:r>
      <w:r>
        <w:rPr>
          <w:sz w:val="28"/>
          <w:szCs w:val="28"/>
        </w:rPr>
        <w:t xml:space="preserve"> организации</w:t>
      </w:r>
      <w:r w:rsidRPr="00E23404">
        <w:rPr>
          <w:sz w:val="28"/>
          <w:szCs w:val="28"/>
        </w:rPr>
        <w:t>;</w:t>
      </w:r>
    </w:p>
    <w:p w:rsidR="00237EB3" w:rsidRPr="00E23404" w:rsidRDefault="00237EB3" w:rsidP="00D223D1">
      <w:pPr>
        <w:pStyle w:val="p4"/>
        <w:spacing w:before="0" w:after="0"/>
        <w:rPr>
          <w:sz w:val="28"/>
          <w:szCs w:val="28"/>
        </w:rPr>
      </w:pPr>
      <w:r w:rsidRPr="00E23404">
        <w:rPr>
          <w:sz w:val="28"/>
          <w:szCs w:val="28"/>
        </w:rPr>
        <w:t xml:space="preserve">постепенное расширение образовательного пространства, выходящего </w:t>
      </w:r>
      <w:r>
        <w:rPr>
          <w:sz w:val="28"/>
          <w:szCs w:val="28"/>
        </w:rPr>
        <w:br/>
      </w:r>
      <w:r w:rsidRPr="00E23404">
        <w:rPr>
          <w:sz w:val="28"/>
          <w:szCs w:val="28"/>
        </w:rPr>
        <w:t>за пределы</w:t>
      </w:r>
      <w:r>
        <w:rPr>
          <w:sz w:val="28"/>
          <w:szCs w:val="28"/>
        </w:rPr>
        <w:t xml:space="preserve"> организации</w:t>
      </w:r>
      <w:r w:rsidRPr="00E23404">
        <w:rPr>
          <w:sz w:val="28"/>
          <w:szCs w:val="28"/>
        </w:rPr>
        <w:t>.</w:t>
      </w:r>
    </w:p>
    <w:p w:rsidR="00237EB3" w:rsidRPr="00E23404" w:rsidRDefault="00237EB3" w:rsidP="007F10FF">
      <w:pPr>
        <w:pStyle w:val="Standard"/>
        <w:ind w:firstLine="720"/>
      </w:pPr>
      <w:r>
        <w:t>1.7. </w:t>
      </w:r>
      <w:r w:rsidRPr="00E23404">
        <w:t>Удовлетворение особых образовательных потребностей обучающихся с умеренной, тяжелой и глубокой умственной отсталостью (интеллектуальными нарушениями), тяжелыми и множественными нарушениями развития обеспечивается:</w:t>
      </w:r>
    </w:p>
    <w:p w:rsidR="00237EB3" w:rsidRPr="00E23404" w:rsidRDefault="00237EB3" w:rsidP="00D223D1">
      <w:pPr>
        <w:pStyle w:val="Standard"/>
        <w:tabs>
          <w:tab w:val="left" w:pos="851"/>
        </w:tabs>
        <w:autoSpaceDN w:val="0"/>
      </w:pPr>
      <w:r w:rsidRPr="00E23404">
        <w:t>существенным изменением содержания образования, предполагающим в</w:t>
      </w:r>
      <w:r>
        <w:t>ключение учебных предметов</w:t>
      </w:r>
      <w:r w:rsidRPr="00E23404">
        <w:t xml:space="preserve">, </w:t>
      </w:r>
      <w:r>
        <w:t>отсутствующих при обучении обучающихся</w:t>
      </w:r>
      <w:r w:rsidRPr="00E23404">
        <w:t xml:space="preserve"> с легкой умственной отсталостью (интеллектуал</w:t>
      </w:r>
      <w:r>
        <w:t>ьными нарушениями): «Речь и аль</w:t>
      </w:r>
      <w:r w:rsidRPr="00E23404">
        <w:t>тернативная коммуникация», «</w:t>
      </w:r>
      <w:r w:rsidRPr="00972F3D">
        <w:t>Человек</w:t>
      </w:r>
      <w:r>
        <w:t>» и другие</w:t>
      </w:r>
      <w:r w:rsidRPr="00E23404">
        <w:t>;</w:t>
      </w:r>
    </w:p>
    <w:p w:rsidR="00237EB3" w:rsidRDefault="00237EB3" w:rsidP="00D223D1">
      <w:pPr>
        <w:pStyle w:val="Standard"/>
        <w:tabs>
          <w:tab w:val="left" w:pos="851"/>
        </w:tabs>
        <w:autoSpaceDN w:val="0"/>
      </w:pPr>
      <w:r>
        <w:t>созданием оптимальных путей развития</w:t>
      </w:r>
      <w:r w:rsidRPr="00E23404">
        <w:t xml:space="preserve">; </w:t>
      </w:r>
    </w:p>
    <w:p w:rsidR="00237EB3" w:rsidRPr="00E23404" w:rsidRDefault="00237EB3" w:rsidP="002E2076">
      <w:pPr>
        <w:pStyle w:val="Standard"/>
        <w:tabs>
          <w:tab w:val="left" w:pos="851"/>
        </w:tabs>
        <w:autoSpaceDN w:val="0"/>
        <w:ind w:left="709" w:firstLine="0"/>
      </w:pPr>
      <w:r w:rsidRPr="00E23404">
        <w:t xml:space="preserve">использованием специфических методов и средств обучения; </w:t>
      </w:r>
      <w:r>
        <w:t xml:space="preserve">       </w:t>
      </w:r>
      <w:r w:rsidRPr="00E23404">
        <w:t>дифференцированным, «пошаговым» обучением;</w:t>
      </w:r>
    </w:p>
    <w:p w:rsidR="00237EB3" w:rsidRPr="00E23404" w:rsidRDefault="00237EB3" w:rsidP="00D223D1">
      <w:pPr>
        <w:pStyle w:val="Standard"/>
        <w:tabs>
          <w:tab w:val="left" w:pos="851"/>
        </w:tabs>
        <w:autoSpaceDN w:val="0"/>
      </w:pPr>
      <w:r w:rsidRPr="00E23404">
        <w:t>обязательной индивидуализацией обучения;</w:t>
      </w:r>
    </w:p>
    <w:p w:rsidR="00237EB3" w:rsidRPr="00E23404" w:rsidRDefault="00237EB3" w:rsidP="00D223D1">
      <w:pPr>
        <w:pStyle w:val="Standard"/>
        <w:tabs>
          <w:tab w:val="left" w:pos="851"/>
        </w:tabs>
        <w:autoSpaceDN w:val="0"/>
      </w:pPr>
      <w:r w:rsidRPr="00E23404">
        <w:t>формированием элементарных социально-бытовых навыков и навыков самообслуживания;</w:t>
      </w:r>
    </w:p>
    <w:p w:rsidR="00237EB3" w:rsidRPr="00E23404" w:rsidRDefault="00237EB3" w:rsidP="00D223D1">
      <w:pPr>
        <w:pStyle w:val="Standard"/>
        <w:tabs>
          <w:tab w:val="left" w:pos="851"/>
        </w:tabs>
        <w:autoSpaceDN w:val="0"/>
      </w:pPr>
      <w:r w:rsidRPr="00E23404">
        <w:t>обеспечением присмотра и ухода за обучающимися;</w:t>
      </w:r>
    </w:p>
    <w:p w:rsidR="00237EB3" w:rsidRPr="00E23404" w:rsidRDefault="00237EB3" w:rsidP="00D223D1">
      <w:pPr>
        <w:pStyle w:val="Standard"/>
        <w:tabs>
          <w:tab w:val="left" w:pos="851"/>
        </w:tabs>
        <w:autoSpaceDN w:val="0"/>
      </w:pPr>
      <w:r w:rsidRPr="00E23404">
        <w:t>дозированным расширением образо</w:t>
      </w:r>
      <w:r>
        <w:t>вательного пространства внутри о</w:t>
      </w:r>
      <w:r w:rsidRPr="00E23404">
        <w:t>рганизации и за ее пределами;</w:t>
      </w:r>
    </w:p>
    <w:p w:rsidR="00237EB3" w:rsidRPr="00E23404" w:rsidRDefault="00237EB3" w:rsidP="00D223D1">
      <w:pPr>
        <w:pStyle w:val="Standard"/>
        <w:tabs>
          <w:tab w:val="left" w:pos="851"/>
        </w:tabs>
        <w:autoSpaceDN w:val="0"/>
      </w:pPr>
      <w:r>
        <w:t>ор</w:t>
      </w:r>
      <w:r w:rsidRPr="00E23404">
        <w:t>ганизацией обучения в разновозрастных классах (группах);</w:t>
      </w:r>
    </w:p>
    <w:p w:rsidR="00237EB3" w:rsidRDefault="00237EB3" w:rsidP="00D223D1">
      <w:pPr>
        <w:pStyle w:val="Standard"/>
        <w:tabs>
          <w:tab w:val="left" w:pos="851"/>
        </w:tabs>
        <w:autoSpaceDN w:val="0"/>
      </w:pPr>
      <w:r w:rsidRPr="00E23404">
        <w:t>организацией взаимодействия специалистов, участвующих</w:t>
      </w:r>
      <w:r>
        <w:t xml:space="preserve"> в обучении и воспитании обучающегося</w:t>
      </w:r>
      <w:r w:rsidRPr="00E23404">
        <w:t>, и</w:t>
      </w:r>
      <w:r>
        <w:t xml:space="preserve"> его семьи</w:t>
      </w:r>
      <w:r w:rsidRPr="00E23404">
        <w:t xml:space="preserve">, обеспечивающей особую организацию всей </w:t>
      </w:r>
      <w:r>
        <w:t>жизни обучающегося (в условиях о</w:t>
      </w:r>
      <w:r w:rsidRPr="00E23404">
        <w:t>рганиз</w:t>
      </w:r>
      <w:r>
        <w:t>ации и дома).</w:t>
      </w:r>
    </w:p>
    <w:p w:rsidR="00237EB3" w:rsidRPr="00B02270" w:rsidRDefault="00237EB3" w:rsidP="00D223D1">
      <w:pPr>
        <w:pStyle w:val="Standard"/>
        <w:tabs>
          <w:tab w:val="left" w:pos="851"/>
        </w:tabs>
        <w:autoSpaceDN w:val="0"/>
      </w:pPr>
      <w:r>
        <w:t>1.8. </w:t>
      </w:r>
      <w:r w:rsidRPr="00D3206F">
        <w:t xml:space="preserve">Стандарт является основой объективной оценки качества образования обучающихся с </w:t>
      </w:r>
      <w:r>
        <w:t xml:space="preserve">умственной отсталостью (интеллектуальными нарушениями) </w:t>
      </w:r>
      <w:r w:rsidRPr="00D3206F">
        <w:t>и соответстви</w:t>
      </w:r>
      <w:r>
        <w:t>я образовательной деятельности о</w:t>
      </w:r>
      <w:r w:rsidRPr="00D3206F">
        <w:t>рганизации установленным требованиям.</w:t>
      </w:r>
    </w:p>
    <w:p w:rsidR="00237EB3" w:rsidRPr="00E23404" w:rsidRDefault="00237EB3">
      <w:pPr>
        <w:pStyle w:val="Standard"/>
        <w:ind w:firstLine="575"/>
      </w:pPr>
      <w:r>
        <w:t xml:space="preserve">1.9. </w:t>
      </w:r>
      <w:r w:rsidRPr="00E23404">
        <w:t>Стандарт направлен на обеспечение:</w:t>
      </w:r>
    </w:p>
    <w:p w:rsidR="00237EB3" w:rsidRPr="00E23404" w:rsidRDefault="00237EB3">
      <w:pPr>
        <w:pStyle w:val="Standard"/>
        <w:ind w:firstLine="575"/>
      </w:pPr>
      <w:r w:rsidRPr="00E23404">
        <w:t>равных возможностей получения качествен</w:t>
      </w:r>
      <w:r>
        <w:t>ного образования обучающими</w:t>
      </w:r>
      <w:r w:rsidRPr="00E23404">
        <w:t>ся с умственной отсталостью (</w:t>
      </w:r>
      <w:r w:rsidRPr="00E23404">
        <w:rPr>
          <w:bCs/>
        </w:rPr>
        <w:t>интеллектуальными нарушениями</w:t>
      </w:r>
      <w:r>
        <w:t>) вне зависимос</w:t>
      </w:r>
      <w:r w:rsidRPr="00E23404">
        <w:t xml:space="preserve">ти от места жительства, пола, национальности, </w:t>
      </w:r>
      <w:r>
        <w:t>языка, социального статуса, сте</w:t>
      </w:r>
      <w:r w:rsidRPr="00E23404">
        <w:t>пени выражения ограничений здоровья, пс</w:t>
      </w:r>
      <w:r>
        <w:t>ихофизиологических и других осо</w:t>
      </w:r>
      <w:r w:rsidRPr="00E23404">
        <w:t xml:space="preserve">бенностей; </w:t>
      </w:r>
    </w:p>
    <w:p w:rsidR="00237EB3" w:rsidRPr="00E23404" w:rsidRDefault="00237EB3">
      <w:pPr>
        <w:pStyle w:val="Standard"/>
        <w:ind w:firstLine="575"/>
      </w:pPr>
      <w:r w:rsidRPr="00E23404">
        <w:t>единства образовательного пространства Российской Федерации</w:t>
      </w:r>
      <w:r w:rsidRPr="00E23404">
        <w:rPr>
          <w:rStyle w:val="a0"/>
          <w:kern w:val="24"/>
          <w:vertAlign w:val="superscript"/>
        </w:rPr>
        <w:footnoteReference w:id="5"/>
      </w:r>
      <w:r w:rsidRPr="00E23404">
        <w:t>;</w:t>
      </w:r>
    </w:p>
    <w:p w:rsidR="00237EB3" w:rsidRPr="00E23404" w:rsidRDefault="00237EB3">
      <w:pPr>
        <w:pStyle w:val="Standard"/>
        <w:ind w:firstLine="575"/>
      </w:pPr>
      <w:r w:rsidRPr="00E23404">
        <w:t>государственных гарантий качества образования на основе единства обязат</w:t>
      </w:r>
      <w:r>
        <w:t>ельных требований к условиям ре</w:t>
      </w:r>
      <w:r w:rsidRPr="00E23404">
        <w:t xml:space="preserve">ализации </w:t>
      </w:r>
      <w:r>
        <w:t>АООП и результа</w:t>
      </w:r>
      <w:r w:rsidRPr="00E23404">
        <w:t>там их освоения;</w:t>
      </w:r>
    </w:p>
    <w:p w:rsidR="00237EB3" w:rsidRPr="00E23404" w:rsidRDefault="00237EB3">
      <w:pPr>
        <w:pStyle w:val="ConsPlusNormal"/>
        <w:tabs>
          <w:tab w:val="left" w:pos="1985"/>
          <w:tab w:val="left" w:pos="2127"/>
        </w:tabs>
        <w:ind w:firstLine="575"/>
        <w:rPr>
          <w:rFonts w:ascii="Times New Roman" w:hAnsi="Times New Roman" w:cs="Times New Roman"/>
        </w:rPr>
      </w:pPr>
      <w:r w:rsidRPr="00E23404">
        <w:rPr>
          <w:rFonts w:ascii="Times New Roman" w:hAnsi="Times New Roman" w:cs="Times New Roman"/>
        </w:rPr>
        <w:t xml:space="preserve">максимального расширения доступа обучающимся </w:t>
      </w:r>
      <w:r>
        <w:rPr>
          <w:rFonts w:ascii="Times New Roman" w:hAnsi="Times New Roman" w:cs="Times New Roman"/>
        </w:rPr>
        <w:t xml:space="preserve">с </w:t>
      </w:r>
      <w:r w:rsidRPr="00E23404">
        <w:rPr>
          <w:rFonts w:ascii="Times New Roman" w:hAnsi="Times New Roman" w:cs="Times New Roman"/>
        </w:rPr>
        <w:t>умственной отсталостью (</w:t>
      </w:r>
      <w:r w:rsidRPr="00E23404">
        <w:rPr>
          <w:rFonts w:ascii="Times New Roman" w:hAnsi="Times New Roman" w:cs="Times New Roman"/>
          <w:bCs/>
        </w:rPr>
        <w:t>интеллектуальными нарушениями</w:t>
      </w:r>
      <w:r w:rsidRPr="00E23404">
        <w:rPr>
          <w:rFonts w:ascii="Times New Roman" w:hAnsi="Times New Roman" w:cs="Times New Roman"/>
        </w:rPr>
        <w:t>) к</w:t>
      </w:r>
      <w:r>
        <w:rPr>
          <w:rFonts w:ascii="Times New Roman" w:hAnsi="Times New Roman" w:cs="Times New Roman"/>
        </w:rPr>
        <w:t xml:space="preserve"> образованию</w:t>
      </w:r>
      <w:r w:rsidRPr="00E23404">
        <w:rPr>
          <w:rFonts w:ascii="Times New Roman" w:hAnsi="Times New Roman" w:cs="Times New Roman"/>
        </w:rPr>
        <w:t>, отвечающему их возможностям и особым образовательным потребностям;</w:t>
      </w:r>
    </w:p>
    <w:p w:rsidR="00237EB3" w:rsidRPr="00E23404" w:rsidRDefault="00237EB3">
      <w:pPr>
        <w:pStyle w:val="Standard"/>
        <w:ind w:firstLine="575"/>
      </w:pPr>
      <w:r w:rsidRPr="00E23404">
        <w:t xml:space="preserve">вариативности содержания </w:t>
      </w:r>
      <w:r>
        <w:t>АООП, возможности ее</w:t>
      </w:r>
      <w:r w:rsidRPr="00E23404">
        <w:t xml:space="preserve"> формирования с учетом особых образовательны</w:t>
      </w:r>
      <w:r>
        <w:t>х потребностей и способностей обучающих</w:t>
      </w:r>
      <w:r w:rsidRPr="00E23404">
        <w:t xml:space="preserve">ся </w:t>
      </w:r>
      <w:r>
        <w:br/>
        <w:t>(в соответствии с п</w:t>
      </w:r>
      <w:r w:rsidRPr="00E23404">
        <w:t>риложением</w:t>
      </w:r>
      <w:r>
        <w:t xml:space="preserve"> к настоящему Стандарту</w:t>
      </w:r>
      <w:r w:rsidRPr="00E23404">
        <w:t>);</w:t>
      </w:r>
    </w:p>
    <w:p w:rsidR="00237EB3" w:rsidRPr="00E23404" w:rsidRDefault="00237EB3">
      <w:pPr>
        <w:pStyle w:val="Standard"/>
        <w:ind w:firstLine="575"/>
      </w:pPr>
      <w:r w:rsidRPr="00E23404">
        <w:t>духовно-нравственного развития обучающихся с умственной отсталостью (</w:t>
      </w:r>
      <w:r w:rsidRPr="00E23404">
        <w:rPr>
          <w:bCs/>
        </w:rPr>
        <w:t>интеллектуальными нарушениями</w:t>
      </w:r>
      <w:r w:rsidRPr="00E23404">
        <w:t>),</w:t>
      </w:r>
      <w:r>
        <w:rPr>
          <w:bCs/>
        </w:rPr>
        <w:t xml:space="preserve"> формирования</w:t>
      </w:r>
      <w:r w:rsidRPr="00E23404">
        <w:rPr>
          <w:bCs/>
        </w:rPr>
        <w:t xml:space="preserve"> основ их гражданской идентичности </w:t>
      </w:r>
      <w:r w:rsidRPr="00E23404">
        <w:t>как основного направления развития гражданского общества;</w:t>
      </w:r>
    </w:p>
    <w:p w:rsidR="00237EB3" w:rsidRPr="00E23404" w:rsidRDefault="00237EB3">
      <w:pPr>
        <w:pStyle w:val="Standard"/>
        <w:ind w:firstLine="575"/>
      </w:pPr>
      <w:r w:rsidRPr="00E23404">
        <w:t xml:space="preserve">демократизации системы образования и </w:t>
      </w:r>
      <w:r>
        <w:t>деятельности организа</w:t>
      </w:r>
      <w:r w:rsidRPr="00E23404">
        <w:t xml:space="preserve">ций, в том числе через </w:t>
      </w:r>
      <w:r>
        <w:t>развитие форм государственно-общественного управления, расширения</w:t>
      </w:r>
      <w:r w:rsidRPr="00E23404">
        <w:t xml:space="preserve"> возможностей для р</w:t>
      </w:r>
      <w:r>
        <w:t>еализации права выбора педаго</w:t>
      </w:r>
      <w:r w:rsidRPr="00E23404">
        <w:t>г</w:t>
      </w:r>
      <w:r>
        <w:t>ическими работниками методик обу</w:t>
      </w:r>
      <w:r w:rsidRPr="00E23404">
        <w:t>чения и воспитан</w:t>
      </w:r>
      <w:r>
        <w:t>ия, методов оценки школьных дости</w:t>
      </w:r>
      <w:r w:rsidRPr="00E23404">
        <w:t>жений обучающихся с умственной отсталостью (</w:t>
      </w:r>
      <w:r>
        <w:rPr>
          <w:bCs/>
        </w:rPr>
        <w:t>ин</w:t>
      </w:r>
      <w:r w:rsidRPr="00E23404">
        <w:rPr>
          <w:bCs/>
        </w:rPr>
        <w:t>теллектуальными нарушениями</w:t>
      </w:r>
      <w:r>
        <w:t>), использования различных форм орга</w:t>
      </w:r>
      <w:r w:rsidRPr="00E23404">
        <w:t>низации образовательной деятельности, развития культуры</w:t>
      </w:r>
      <w:r>
        <w:t xml:space="preserve"> образовательной среды;</w:t>
      </w:r>
    </w:p>
    <w:p w:rsidR="00237EB3" w:rsidRPr="00E23404" w:rsidRDefault="00237EB3">
      <w:pPr>
        <w:pStyle w:val="Standard"/>
        <w:ind w:firstLine="575"/>
      </w:pPr>
      <w:r w:rsidRPr="00E23404">
        <w:t xml:space="preserve">разработки критериальной оценки </w:t>
      </w:r>
      <w:r w:rsidRPr="00E23404">
        <w:rPr>
          <w:spacing w:val="2"/>
        </w:rPr>
        <w:t>результатов освоения АООП</w:t>
      </w:r>
      <w:r>
        <w:rPr>
          <w:spacing w:val="2"/>
        </w:rPr>
        <w:t xml:space="preserve">, деятельности педагогических работников, </w:t>
      </w:r>
      <w:r w:rsidRPr="00E23404">
        <w:rPr>
          <w:spacing w:val="1"/>
        </w:rPr>
        <w:t xml:space="preserve">организаций, функционирования </w:t>
      </w:r>
      <w:r>
        <w:rPr>
          <w:spacing w:val="1"/>
        </w:rPr>
        <w:t>сис</w:t>
      </w:r>
      <w:r w:rsidRPr="00E23404">
        <w:rPr>
          <w:spacing w:val="1"/>
        </w:rPr>
        <w:t>темы образования в целом;</w:t>
      </w:r>
    </w:p>
    <w:p w:rsidR="00237EB3" w:rsidRPr="00E23404" w:rsidRDefault="00237EB3">
      <w:pPr>
        <w:pStyle w:val="Standard"/>
        <w:tabs>
          <w:tab w:val="left" w:pos="0"/>
        </w:tabs>
        <w:ind w:firstLine="575"/>
      </w:pPr>
      <w:r w:rsidRPr="00E23404">
        <w:t>создания условий для эффективной реализации и освоения обучающимися с умственной отсталостью (</w:t>
      </w:r>
      <w:r w:rsidRPr="00E23404">
        <w:rPr>
          <w:bCs/>
        </w:rPr>
        <w:t>интеллектуальными нарушениями</w:t>
      </w:r>
      <w:r w:rsidRPr="00E23404">
        <w:t>) АООП, в том числе условий для индивидуального развития всех обучающихся.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1.10.</w:t>
      </w:r>
      <w:r w:rsidRPr="00E23404">
        <w:rPr>
          <w:rFonts w:cs="Times New Roman"/>
          <w:sz w:val="28"/>
          <w:szCs w:val="28"/>
        </w:rPr>
        <w:t> В основу Стандарта положены деятельностный и дифференцированный подходы, осуществление которых предполагает: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признание обучения как процесса организации речевой, познавательной и предметно-практической деятельности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), обеспечивающего овладение ими содержанием образования и являющегося основным средство</w:t>
      </w:r>
      <w:r>
        <w:rPr>
          <w:rFonts w:cs="Times New Roman"/>
          <w:sz w:val="28"/>
          <w:szCs w:val="28"/>
        </w:rPr>
        <w:t>м достижения цели образования;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признание того, что развитие личности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 зависит от характера органи</w:t>
      </w:r>
      <w:r>
        <w:rPr>
          <w:rFonts w:cs="Times New Roman"/>
          <w:sz w:val="28"/>
          <w:szCs w:val="28"/>
        </w:rPr>
        <w:t>зации</w:t>
      </w:r>
      <w:r w:rsidRPr="00E23404">
        <w:rPr>
          <w:rFonts w:cs="Times New Roman"/>
          <w:sz w:val="28"/>
          <w:szCs w:val="28"/>
        </w:rPr>
        <w:t xml:space="preserve"> доступной им деятельности, в первую очередь, учебной;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развитие личности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 xml:space="preserve">) в соответствии с требованиями современного общества, обеспечивающими возможность их успешной социализации и социальной адаптации; 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разработку содержания и технологий </w:t>
      </w:r>
      <w:r>
        <w:rPr>
          <w:rFonts w:cs="Times New Roman"/>
          <w:sz w:val="28"/>
          <w:szCs w:val="28"/>
        </w:rPr>
        <w:t>образования обучающихся с умственной от</w:t>
      </w:r>
      <w:r w:rsidRPr="00E23404">
        <w:rPr>
          <w:rFonts w:cs="Times New Roman"/>
          <w:sz w:val="28"/>
          <w:szCs w:val="28"/>
        </w:rPr>
        <w:t>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),</w:t>
      </w:r>
      <w:r>
        <w:rPr>
          <w:rFonts w:cs="Times New Roman"/>
          <w:sz w:val="28"/>
          <w:szCs w:val="28"/>
        </w:rPr>
        <w:t xml:space="preserve"> определяющих пути и способы достиже</w:t>
      </w:r>
      <w:r w:rsidRPr="00E23404">
        <w:rPr>
          <w:rFonts w:cs="Times New Roman"/>
          <w:sz w:val="28"/>
          <w:szCs w:val="28"/>
        </w:rPr>
        <w:t>ния ими социально желаемого уровня личностного и познавате</w:t>
      </w:r>
      <w:r>
        <w:rPr>
          <w:rFonts w:cs="Times New Roman"/>
          <w:sz w:val="28"/>
          <w:szCs w:val="28"/>
        </w:rPr>
        <w:t>льного развития с учетом их осо</w:t>
      </w:r>
      <w:r w:rsidRPr="00E23404">
        <w:rPr>
          <w:rFonts w:cs="Times New Roman"/>
          <w:sz w:val="28"/>
          <w:szCs w:val="28"/>
        </w:rPr>
        <w:t xml:space="preserve">бых образовательных потребностей; 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ориентацию на результаты образования как системообразующий компонент Стандарта, где общекультурное и личностное развитие обучающегося с умственной отсталостью (</w:t>
      </w:r>
      <w:r>
        <w:rPr>
          <w:rFonts w:cs="Times New Roman"/>
          <w:bCs/>
          <w:sz w:val="28"/>
          <w:szCs w:val="28"/>
        </w:rPr>
        <w:t>ин</w:t>
      </w:r>
      <w:r w:rsidRPr="00E23404">
        <w:rPr>
          <w:rFonts w:cs="Times New Roman"/>
          <w:bCs/>
          <w:sz w:val="28"/>
          <w:szCs w:val="28"/>
        </w:rPr>
        <w:t>теллектуальными нарушениями</w:t>
      </w:r>
      <w:r w:rsidRPr="00E23404">
        <w:rPr>
          <w:rFonts w:cs="Times New Roman"/>
          <w:sz w:val="28"/>
          <w:szCs w:val="28"/>
        </w:rPr>
        <w:t>) составляет цель и основной результат</w:t>
      </w:r>
      <w:r>
        <w:rPr>
          <w:rFonts w:cs="Times New Roman"/>
          <w:sz w:val="28"/>
          <w:szCs w:val="28"/>
        </w:rPr>
        <w:t xml:space="preserve"> образования</w:t>
      </w:r>
      <w:r w:rsidRPr="00E23404">
        <w:rPr>
          <w:rFonts w:cs="Times New Roman"/>
          <w:sz w:val="28"/>
          <w:szCs w:val="28"/>
        </w:rPr>
        <w:t>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реализацию права на свободный выбор мнений и убеждений, обеспечивающего </w:t>
      </w:r>
      <w:r>
        <w:rPr>
          <w:rFonts w:cs="Times New Roman"/>
          <w:sz w:val="28"/>
          <w:szCs w:val="28"/>
        </w:rPr>
        <w:t>разви</w:t>
      </w:r>
      <w:r w:rsidRPr="00E23404">
        <w:rPr>
          <w:rFonts w:cs="Times New Roman"/>
          <w:sz w:val="28"/>
          <w:szCs w:val="28"/>
        </w:rPr>
        <w:t>тие способностей каждого обучающегося, формирован</w:t>
      </w:r>
      <w:r>
        <w:rPr>
          <w:rFonts w:cs="Times New Roman"/>
          <w:sz w:val="28"/>
          <w:szCs w:val="28"/>
        </w:rPr>
        <w:t>ие и развитие его личности в соответст</w:t>
      </w:r>
      <w:r w:rsidRPr="00E23404">
        <w:rPr>
          <w:rFonts w:cs="Times New Roman"/>
          <w:sz w:val="28"/>
          <w:szCs w:val="28"/>
        </w:rPr>
        <w:t>вии с принятыми в семье и обществе духовно-нравс</w:t>
      </w:r>
      <w:r>
        <w:rPr>
          <w:rFonts w:cs="Times New Roman"/>
          <w:sz w:val="28"/>
          <w:szCs w:val="28"/>
        </w:rPr>
        <w:t>твенными и социокультурными ценностя</w:t>
      </w:r>
      <w:r w:rsidRPr="00E23404">
        <w:rPr>
          <w:rFonts w:cs="Times New Roman"/>
          <w:sz w:val="28"/>
          <w:szCs w:val="28"/>
        </w:rPr>
        <w:t>ми</w:t>
      </w:r>
      <w:r w:rsidRPr="00E23404">
        <w:rPr>
          <w:rStyle w:val="a0"/>
          <w:rFonts w:cs="Times New Roman"/>
          <w:kern w:val="24"/>
          <w:sz w:val="28"/>
          <w:szCs w:val="28"/>
          <w:vertAlign w:val="superscript"/>
        </w:rPr>
        <w:footnoteReference w:id="6"/>
      </w:r>
      <w:r w:rsidRPr="00E23404">
        <w:rPr>
          <w:rFonts w:cs="Times New Roman"/>
          <w:sz w:val="28"/>
          <w:szCs w:val="28"/>
        </w:rPr>
        <w:t>;</w:t>
      </w:r>
    </w:p>
    <w:p w:rsidR="00237EB3" w:rsidRPr="00E23404" w:rsidRDefault="00237EB3">
      <w:pPr>
        <w:pStyle w:val="ConsPlusNormal"/>
        <w:widowControl/>
        <w:tabs>
          <w:tab w:val="left" w:pos="1985"/>
          <w:tab w:val="left" w:pos="2127"/>
        </w:tabs>
        <w:ind w:firstLine="575"/>
        <w:rPr>
          <w:rFonts w:ascii="Times New Roman" w:hAnsi="Times New Roman" w:cs="Times New Roman"/>
        </w:rPr>
      </w:pPr>
      <w:r w:rsidRPr="00E23404">
        <w:rPr>
          <w:rFonts w:ascii="Times New Roman" w:hAnsi="Times New Roman" w:cs="Times New Roman"/>
        </w:rPr>
        <w:t>разнообразие организационных форм образовательного процесса и индивидуального развития каждого обучающегося с умственной отсталостью (</w:t>
      </w:r>
      <w:r>
        <w:rPr>
          <w:rFonts w:ascii="Times New Roman" w:hAnsi="Times New Roman" w:cs="Times New Roman"/>
          <w:bCs/>
        </w:rPr>
        <w:t>интеллектуальными нарушени</w:t>
      </w:r>
      <w:r w:rsidRPr="00E23404">
        <w:rPr>
          <w:rFonts w:ascii="Times New Roman" w:hAnsi="Times New Roman" w:cs="Times New Roman"/>
          <w:bCs/>
        </w:rPr>
        <w:t>ями</w:t>
      </w:r>
      <w:r w:rsidRPr="00E23404">
        <w:rPr>
          <w:rFonts w:ascii="Times New Roman" w:hAnsi="Times New Roman" w:cs="Times New Roman"/>
        </w:rPr>
        <w:t>),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237EB3" w:rsidRPr="00E23404" w:rsidRDefault="00237EB3">
      <w:pPr>
        <w:pStyle w:val="ListParagraph2"/>
        <w:shd w:val="clear" w:color="auto" w:fill="FFFFFF"/>
        <w:ind w:left="0"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1.11. </w:t>
      </w:r>
      <w:r w:rsidRPr="00E23404">
        <w:rPr>
          <w:rFonts w:cs="Times New Roman"/>
          <w:sz w:val="28"/>
          <w:szCs w:val="28"/>
        </w:rPr>
        <w:t>Стандарт является основой для:</w:t>
      </w:r>
    </w:p>
    <w:p w:rsidR="00237EB3" w:rsidRPr="00E23404" w:rsidRDefault="00237EB3" w:rsidP="0099409E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разработки </w:t>
      </w:r>
      <w:r>
        <w:rPr>
          <w:rFonts w:cs="Times New Roman"/>
          <w:sz w:val="28"/>
          <w:szCs w:val="28"/>
        </w:rPr>
        <w:t xml:space="preserve">и реализации организацией </w:t>
      </w:r>
      <w:r w:rsidRPr="00E23404">
        <w:rPr>
          <w:rFonts w:cs="Times New Roman"/>
          <w:sz w:val="28"/>
          <w:szCs w:val="28"/>
        </w:rPr>
        <w:t>АООП</w:t>
      </w:r>
      <w:r>
        <w:rPr>
          <w:rFonts w:cs="Times New Roman"/>
          <w:sz w:val="28"/>
          <w:szCs w:val="28"/>
        </w:rPr>
        <w:t>;</w:t>
      </w:r>
      <w:r w:rsidRPr="00E23404">
        <w:rPr>
          <w:rFonts w:cs="Times New Roman"/>
          <w:sz w:val="28"/>
          <w:szCs w:val="28"/>
        </w:rPr>
        <w:t xml:space="preserve"> </w:t>
      </w:r>
    </w:p>
    <w:p w:rsidR="00237EB3" w:rsidRPr="00E23404" w:rsidRDefault="00237EB3">
      <w:pPr>
        <w:pStyle w:val="ListParagraph2"/>
        <w:ind w:left="0"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определения требов</w:t>
      </w:r>
      <w:r>
        <w:rPr>
          <w:rFonts w:cs="Times New Roman"/>
          <w:sz w:val="28"/>
          <w:szCs w:val="28"/>
        </w:rPr>
        <w:t>аний к условиям реализации АООП,</w:t>
      </w:r>
      <w:r w:rsidRPr="00E23404">
        <w:rPr>
          <w:rFonts w:cs="Times New Roman"/>
          <w:sz w:val="28"/>
          <w:szCs w:val="28"/>
        </w:rPr>
        <w:t xml:space="preserve"> в том </w:t>
      </w:r>
      <w:r>
        <w:rPr>
          <w:rFonts w:cs="Times New Roman"/>
          <w:sz w:val="28"/>
          <w:szCs w:val="28"/>
        </w:rPr>
        <w:t>числе</w:t>
      </w:r>
      <w:r w:rsidRPr="00E23404">
        <w:rPr>
          <w:rFonts w:cs="Times New Roman"/>
          <w:sz w:val="28"/>
          <w:szCs w:val="28"/>
        </w:rPr>
        <w:t xml:space="preserve"> на основе индивидуального учебного плана;</w:t>
      </w:r>
    </w:p>
    <w:p w:rsidR="00237EB3" w:rsidRPr="00E23404" w:rsidRDefault="00237EB3">
      <w:pPr>
        <w:pStyle w:val="ListParagraph2"/>
        <w:ind w:left="0"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определения требований к результатам освоения обучающимися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 АООП;</w:t>
      </w:r>
    </w:p>
    <w:p w:rsidR="00237EB3" w:rsidRPr="00E23404" w:rsidRDefault="00237EB3">
      <w:pPr>
        <w:pStyle w:val="ListParagraph2"/>
        <w:ind w:left="0"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разработки нормативов финансового обеспечен</w:t>
      </w:r>
      <w:r>
        <w:rPr>
          <w:rFonts w:cs="Times New Roman"/>
          <w:sz w:val="28"/>
          <w:szCs w:val="28"/>
        </w:rPr>
        <w:t>ия реализации АООП, в том числе</w:t>
      </w:r>
      <w:r w:rsidRPr="00E23404">
        <w:rPr>
          <w:rFonts w:cs="Times New Roman"/>
          <w:sz w:val="28"/>
          <w:szCs w:val="28"/>
        </w:rPr>
        <w:t xml:space="preserve"> на основе индивидуального учебного плана, и нормативных затрат на оказание государственной (муниципальной) услуги в сфере образования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6F10B9">
        <w:rPr>
          <w:rFonts w:cs="Times New Roman"/>
          <w:sz w:val="28"/>
          <w:szCs w:val="28"/>
        </w:rPr>
        <w:t>объективной оценки соответстви</w:t>
      </w:r>
      <w:r>
        <w:rPr>
          <w:rFonts w:cs="Times New Roman"/>
          <w:sz w:val="28"/>
          <w:szCs w:val="28"/>
        </w:rPr>
        <w:t>я образовательной деятельности о</w:t>
      </w:r>
      <w:r w:rsidRPr="006F10B9">
        <w:rPr>
          <w:rFonts w:cs="Times New Roman"/>
          <w:sz w:val="28"/>
          <w:szCs w:val="28"/>
        </w:rPr>
        <w:t>рганизации требованиям Стандарта</w:t>
      </w:r>
      <w:r>
        <w:rPr>
          <w:rFonts w:cs="Times New Roman"/>
          <w:sz w:val="28"/>
          <w:szCs w:val="28"/>
        </w:rPr>
        <w:t>, осуществления лицензирова</w:t>
      </w:r>
      <w:r w:rsidRPr="00E23404">
        <w:rPr>
          <w:rFonts w:cs="Times New Roman"/>
          <w:sz w:val="28"/>
          <w:szCs w:val="28"/>
        </w:rPr>
        <w:t>ния обр</w:t>
      </w:r>
      <w:r>
        <w:rPr>
          <w:rFonts w:cs="Times New Roman"/>
          <w:sz w:val="28"/>
          <w:szCs w:val="28"/>
        </w:rPr>
        <w:t>азовательной деятельности, государственной аккредитации образователь</w:t>
      </w:r>
      <w:r w:rsidRPr="00E23404">
        <w:rPr>
          <w:rFonts w:cs="Times New Roman"/>
          <w:sz w:val="28"/>
          <w:szCs w:val="28"/>
        </w:rPr>
        <w:t>ной деятельности, государственного контрол</w:t>
      </w:r>
      <w:r>
        <w:rPr>
          <w:rFonts w:cs="Times New Roman"/>
          <w:sz w:val="28"/>
          <w:szCs w:val="28"/>
        </w:rPr>
        <w:t>я (надзора) в сфере образова</w:t>
      </w:r>
      <w:r w:rsidRPr="00E23404">
        <w:rPr>
          <w:rFonts w:cs="Times New Roman"/>
          <w:sz w:val="28"/>
          <w:szCs w:val="28"/>
        </w:rPr>
        <w:t>ния;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проведения тек</w:t>
      </w:r>
      <w:r>
        <w:rPr>
          <w:rFonts w:cs="Times New Roman"/>
          <w:sz w:val="28"/>
          <w:szCs w:val="28"/>
        </w:rPr>
        <w:t>ущей,</w:t>
      </w:r>
      <w:r w:rsidRPr="00E23404">
        <w:rPr>
          <w:rFonts w:cs="Times New Roman"/>
          <w:sz w:val="28"/>
          <w:szCs w:val="28"/>
        </w:rPr>
        <w:t xml:space="preserve"> промежуточной</w:t>
      </w:r>
      <w:r>
        <w:rPr>
          <w:rFonts w:cs="Times New Roman"/>
          <w:sz w:val="28"/>
          <w:szCs w:val="28"/>
        </w:rPr>
        <w:t xml:space="preserve"> и </w:t>
      </w:r>
      <w:r w:rsidRPr="0099409E">
        <w:rPr>
          <w:rFonts w:cs="Times New Roman"/>
          <w:sz w:val="28"/>
          <w:szCs w:val="28"/>
        </w:rPr>
        <w:t>итоговой</w:t>
      </w:r>
      <w:r w:rsidRPr="00AA0600">
        <w:rPr>
          <w:rFonts w:cs="Times New Roman"/>
          <w:color w:val="FF0000"/>
          <w:sz w:val="28"/>
          <w:szCs w:val="28"/>
        </w:rPr>
        <w:t xml:space="preserve"> </w:t>
      </w:r>
      <w:r w:rsidRPr="00E23404">
        <w:rPr>
          <w:rFonts w:cs="Times New Roman"/>
          <w:sz w:val="28"/>
          <w:szCs w:val="28"/>
        </w:rPr>
        <w:t>аттестации обучающихся;</w:t>
      </w:r>
    </w:p>
    <w:p w:rsidR="00237EB3" w:rsidRPr="00E23404" w:rsidRDefault="00237EB3">
      <w:pPr>
        <w:tabs>
          <w:tab w:val="left" w:pos="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осуществления внутреннего мони</w:t>
      </w:r>
      <w:r>
        <w:rPr>
          <w:rFonts w:cs="Times New Roman"/>
          <w:sz w:val="28"/>
          <w:szCs w:val="28"/>
        </w:rPr>
        <w:t>торинга качества образования в о</w:t>
      </w:r>
      <w:r w:rsidRPr="00E23404">
        <w:rPr>
          <w:rFonts w:cs="Times New Roman"/>
          <w:sz w:val="28"/>
          <w:szCs w:val="28"/>
        </w:rPr>
        <w:t>рганизации;</w:t>
      </w:r>
    </w:p>
    <w:p w:rsidR="00237EB3" w:rsidRPr="00E23404" w:rsidRDefault="00237EB3">
      <w:pPr>
        <w:pStyle w:val="ListParagraph2"/>
        <w:widowControl/>
        <w:tabs>
          <w:tab w:val="left" w:pos="0"/>
        </w:tabs>
        <w:ind w:left="0"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профессиональной подготовки и переподготовки (по основным и дополнительным программам профессионального образования), повышения квалификации и аттестации педагогических и руководящих работников образовательных организаций, осуществляющих образование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 xml:space="preserve">).  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1.12. </w:t>
      </w:r>
      <w:r w:rsidRPr="00E23404">
        <w:rPr>
          <w:rFonts w:cs="Times New Roman"/>
          <w:sz w:val="28"/>
          <w:szCs w:val="28"/>
        </w:rPr>
        <w:t>Стандарт направлен на решение следующих задач образования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):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физическое); 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охрана и укрепление</w:t>
      </w:r>
      <w:r w:rsidRPr="00E23404">
        <w:rPr>
          <w:rFonts w:cs="Times New Roman"/>
          <w:sz w:val="28"/>
          <w:szCs w:val="28"/>
        </w:rPr>
        <w:t xml:space="preserve"> физического и психического здоровья детей, в том числе их социального и эмоционального благополучия;</w:t>
      </w:r>
    </w:p>
    <w:p w:rsidR="00237EB3" w:rsidRPr="00904421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904421">
        <w:rPr>
          <w:rFonts w:cs="Times New Roman"/>
          <w:sz w:val="28"/>
          <w:szCs w:val="28"/>
        </w:rPr>
        <w:t xml:space="preserve">формирование основ гражданской идентичности и мировоззрения обучающихся в соответствии с принятыми в семье и обществе </w:t>
      </w:r>
      <w:r w:rsidRPr="00904421">
        <w:rPr>
          <w:rFonts w:cs="Times New Roman"/>
          <w:sz w:val="28"/>
          <w:szCs w:val="28"/>
        </w:rPr>
        <w:br/>
        <w:t>духовно-нравс</w:t>
      </w:r>
      <w:r>
        <w:rPr>
          <w:rFonts w:cs="Times New Roman"/>
          <w:sz w:val="28"/>
          <w:szCs w:val="28"/>
        </w:rPr>
        <w:t>твенными и социокультурными ценно</w:t>
      </w:r>
      <w:r w:rsidRPr="00904421">
        <w:rPr>
          <w:rFonts w:cs="Times New Roman"/>
          <w:sz w:val="28"/>
          <w:szCs w:val="28"/>
        </w:rPr>
        <w:t>стями;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формирование основ учебной деятельности (умение принимать, сохранять цели и следовать им в процессе решения учебных задач, планировать свою деятельность, контролировать ее процесс, доводить его до конца, адекватно оценивать результаты, взаимодействовать с педагогами и сверстниками);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создание специальных условий для получения образования</w:t>
      </w:r>
      <w:r w:rsidRPr="00E23404">
        <w:rPr>
          <w:rStyle w:val="a0"/>
          <w:rFonts w:cs="Times New Roman"/>
          <w:kern w:val="24"/>
          <w:sz w:val="28"/>
          <w:szCs w:val="28"/>
          <w:vertAlign w:val="superscript"/>
        </w:rPr>
        <w:footnoteReference w:id="7"/>
      </w:r>
      <w:r>
        <w:rPr>
          <w:rFonts w:cs="Times New Roman"/>
          <w:sz w:val="28"/>
          <w:szCs w:val="28"/>
        </w:rPr>
        <w:t xml:space="preserve"> в соответствии с во</w:t>
      </w:r>
      <w:r w:rsidRPr="00E23404">
        <w:rPr>
          <w:rFonts w:cs="Times New Roman"/>
          <w:sz w:val="28"/>
          <w:szCs w:val="28"/>
        </w:rPr>
        <w:t>з</w:t>
      </w:r>
      <w:r>
        <w:rPr>
          <w:rFonts w:cs="Times New Roman"/>
          <w:sz w:val="28"/>
          <w:szCs w:val="28"/>
        </w:rPr>
        <w:t>растны</w:t>
      </w:r>
      <w:r w:rsidRPr="00E23404">
        <w:rPr>
          <w:rFonts w:cs="Times New Roman"/>
          <w:sz w:val="28"/>
          <w:szCs w:val="28"/>
        </w:rPr>
        <w:t>ми и индивидуальными особенностями и склонностям</w:t>
      </w:r>
      <w:r>
        <w:rPr>
          <w:rFonts w:cs="Times New Roman"/>
          <w:sz w:val="28"/>
          <w:szCs w:val="28"/>
        </w:rPr>
        <w:t>и, развитие способностей и твор</w:t>
      </w:r>
      <w:r w:rsidRPr="00E23404">
        <w:rPr>
          <w:rFonts w:cs="Times New Roman"/>
          <w:sz w:val="28"/>
          <w:szCs w:val="28"/>
        </w:rPr>
        <w:t>ческого потенциала каждого обучающегося как субъекта отношений в сфере образования;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обеспечение вариативности</w:t>
      </w:r>
      <w:r>
        <w:rPr>
          <w:rFonts w:cs="Times New Roman"/>
          <w:sz w:val="28"/>
          <w:szCs w:val="28"/>
        </w:rPr>
        <w:t xml:space="preserve"> и разнообразия содержания АООП </w:t>
      </w:r>
      <w:r w:rsidRPr="00E23404">
        <w:rPr>
          <w:rFonts w:cs="Times New Roman"/>
          <w:sz w:val="28"/>
          <w:szCs w:val="28"/>
        </w:rPr>
        <w:t>и организационных форм получения образования обучающимися с умственной отсталостью (интеллектуальными нарушениями) с учетом их образовательных потребностей, способностей и состояния здоровья, типологических и индивидуальных особенностей;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формирование социокультурной и образовательной среды с учетом общих и специфических образовательных потребностей разных групп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).</w:t>
      </w:r>
    </w:p>
    <w:p w:rsidR="00237EB3" w:rsidRDefault="00237EB3" w:rsidP="000D003A">
      <w:pPr>
        <w:pStyle w:val="Standard"/>
        <w:tabs>
          <w:tab w:val="left" w:pos="0"/>
        </w:tabs>
        <w:ind w:firstLine="575"/>
      </w:pPr>
      <w:r w:rsidRPr="002918F5">
        <w:t>1.13. Стандарт устанавливает сроки освоения АООП обучающимися с умственной отсталостью (</w:t>
      </w:r>
      <w:r w:rsidRPr="002918F5">
        <w:rPr>
          <w:bCs/>
        </w:rPr>
        <w:t>интеллектуальными нарушениями</w:t>
      </w:r>
      <w:r w:rsidRPr="002918F5">
        <w:t>) 9-13 лет.</w:t>
      </w:r>
    </w:p>
    <w:p w:rsidR="00237EB3" w:rsidRPr="00E23404" w:rsidRDefault="00237EB3">
      <w:pPr>
        <w:widowControl/>
        <w:tabs>
          <w:tab w:val="left" w:pos="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1.14. </w:t>
      </w:r>
      <w:r w:rsidRPr="00C47309">
        <w:rPr>
          <w:rFonts w:cs="Times New Roman"/>
          <w:sz w:val="28"/>
          <w:szCs w:val="28"/>
        </w:rPr>
        <w:t>Стандарт предусматривает возможность гибкой смены образовательного маршрута, программ и условий получения образования обучающимися с умственной отсталостью (</w:t>
      </w:r>
      <w:r w:rsidRPr="00C47309">
        <w:rPr>
          <w:rFonts w:cs="Times New Roman"/>
          <w:bCs/>
          <w:sz w:val="28"/>
          <w:szCs w:val="28"/>
        </w:rPr>
        <w:t>интеллектуальными нарушениями</w:t>
      </w:r>
      <w:r w:rsidRPr="00C47309">
        <w:rPr>
          <w:rFonts w:cs="Times New Roman"/>
          <w:sz w:val="28"/>
          <w:szCs w:val="28"/>
        </w:rPr>
        <w:t>) на основе комплексной оценки личностных и предметных результатов освоения АООП, заключения психолого-медико-педагогической комиссии</w:t>
      </w:r>
      <w:r>
        <w:rPr>
          <w:rFonts w:cs="Times New Roman"/>
          <w:sz w:val="28"/>
          <w:szCs w:val="28"/>
        </w:rPr>
        <w:t xml:space="preserve"> </w:t>
      </w:r>
      <w:r w:rsidRPr="00C47309">
        <w:rPr>
          <w:rFonts w:cs="Times New Roman"/>
          <w:sz w:val="28"/>
          <w:szCs w:val="28"/>
        </w:rPr>
        <w:t>(далее – ПМПК) и согласия родителей (законных представителей).</w:t>
      </w:r>
      <w:r w:rsidRPr="00E23404">
        <w:rPr>
          <w:rFonts w:cs="Times New Roman"/>
          <w:sz w:val="28"/>
          <w:szCs w:val="28"/>
        </w:rPr>
        <w:t xml:space="preserve"> </w:t>
      </w:r>
    </w:p>
    <w:p w:rsidR="00237EB3" w:rsidRDefault="00237EB3" w:rsidP="002918F5">
      <w:pPr>
        <w:widowControl/>
        <w:tabs>
          <w:tab w:val="left" w:pos="0"/>
        </w:tabs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</w:p>
    <w:p w:rsidR="00237EB3" w:rsidRPr="00E23404" w:rsidRDefault="00237EB3" w:rsidP="002918F5">
      <w:pPr>
        <w:widowControl/>
        <w:tabs>
          <w:tab w:val="left" w:pos="0"/>
        </w:tabs>
        <w:spacing w:line="360" w:lineRule="auto"/>
        <w:ind w:firstLine="575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2. Требования к структуре АООП</w:t>
      </w:r>
    </w:p>
    <w:p w:rsidR="00237EB3" w:rsidRPr="00E23404" w:rsidRDefault="00237EB3">
      <w:pPr>
        <w:widowControl/>
        <w:tabs>
          <w:tab w:val="left" w:pos="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2.1. АООП </w:t>
      </w:r>
      <w:r w:rsidRPr="00E23404">
        <w:rPr>
          <w:rFonts w:cs="Times New Roman"/>
          <w:sz w:val="28"/>
          <w:szCs w:val="28"/>
        </w:rPr>
        <w:t xml:space="preserve">определяет содержание и организацию образовательной деятельности </w:t>
      </w:r>
      <w:r>
        <w:rPr>
          <w:rFonts w:cs="Times New Roman"/>
          <w:sz w:val="28"/>
          <w:szCs w:val="28"/>
        </w:rPr>
        <w:t xml:space="preserve">образования </w:t>
      </w:r>
      <w:r w:rsidRPr="00E23404">
        <w:rPr>
          <w:rFonts w:cs="Times New Roman"/>
          <w:sz w:val="28"/>
          <w:szCs w:val="28"/>
        </w:rPr>
        <w:t>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).</w:t>
      </w:r>
    </w:p>
    <w:p w:rsidR="00237EB3" w:rsidRPr="00E23404" w:rsidRDefault="00237EB3">
      <w:pPr>
        <w:widowControl/>
        <w:tabs>
          <w:tab w:val="left" w:pos="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АООП </w:t>
      </w:r>
      <w:r>
        <w:rPr>
          <w:rFonts w:cs="Times New Roman"/>
          <w:sz w:val="28"/>
          <w:szCs w:val="28"/>
        </w:rPr>
        <w:t xml:space="preserve"> </w:t>
      </w:r>
      <w:r w:rsidRPr="00E23404">
        <w:rPr>
          <w:rFonts w:cs="Times New Roman"/>
          <w:sz w:val="28"/>
          <w:szCs w:val="28"/>
        </w:rPr>
        <w:t>обеспечивает реш</w:t>
      </w:r>
      <w:r>
        <w:rPr>
          <w:rFonts w:cs="Times New Roman"/>
          <w:sz w:val="28"/>
          <w:szCs w:val="28"/>
        </w:rPr>
        <w:t>ение задач, указанных в пункте 1</w:t>
      </w:r>
      <w:r w:rsidRPr="00E23404">
        <w:rPr>
          <w:rFonts w:cs="Times New Roman"/>
          <w:sz w:val="28"/>
          <w:szCs w:val="28"/>
        </w:rPr>
        <w:t>.12 Стандарта.</w:t>
      </w:r>
    </w:p>
    <w:p w:rsidR="00237EB3" w:rsidRPr="00E23404" w:rsidRDefault="00237EB3">
      <w:pPr>
        <w:widowControl/>
        <w:tabs>
          <w:tab w:val="left" w:pos="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АООП для </w:t>
      </w:r>
      <w:r w:rsidRPr="00E23404">
        <w:rPr>
          <w:rFonts w:cs="Times New Roman"/>
          <w:iCs/>
          <w:sz w:val="28"/>
          <w:szCs w:val="28"/>
        </w:rPr>
        <w:t>обучающихся с умственной отсталостью (интеллектуаль</w:t>
      </w:r>
      <w:r>
        <w:rPr>
          <w:rFonts w:cs="Times New Roman"/>
          <w:iCs/>
          <w:sz w:val="28"/>
          <w:szCs w:val="28"/>
        </w:rPr>
        <w:t>ными нару</w:t>
      </w:r>
      <w:r w:rsidRPr="00E23404">
        <w:rPr>
          <w:rFonts w:cs="Times New Roman"/>
          <w:iCs/>
          <w:sz w:val="28"/>
          <w:szCs w:val="28"/>
        </w:rPr>
        <w:t>шениями), имеющих инвалидность,</w:t>
      </w:r>
      <w:r w:rsidRPr="00E23404">
        <w:rPr>
          <w:rFonts w:cs="Times New Roman"/>
          <w:sz w:val="28"/>
          <w:szCs w:val="28"/>
        </w:rPr>
        <w:t xml:space="preserve"> дополняется индивидуальной программой реабилитации инвалида (далее — ИПР) в части создания специальных условий получения образования.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</w:t>
      </w:r>
      <w:r w:rsidRPr="00E23404">
        <w:rPr>
          <w:rFonts w:cs="Times New Roman"/>
          <w:sz w:val="28"/>
          <w:szCs w:val="28"/>
        </w:rPr>
        <w:t xml:space="preserve">. АООП самостоятельно </w:t>
      </w:r>
      <w:r>
        <w:rPr>
          <w:rFonts w:cs="Times New Roman"/>
          <w:sz w:val="28"/>
          <w:szCs w:val="28"/>
        </w:rPr>
        <w:t>разрабатывается и утверждается организацией</w:t>
      </w:r>
      <w:r w:rsidRPr="00E23404">
        <w:rPr>
          <w:rFonts w:cs="Times New Roman"/>
          <w:sz w:val="28"/>
          <w:szCs w:val="28"/>
        </w:rPr>
        <w:t xml:space="preserve"> в соответствии со Стандартом  и с учетом примерной АООП</w:t>
      </w:r>
      <w:r w:rsidRPr="00E23404">
        <w:rPr>
          <w:rStyle w:val="2"/>
          <w:rFonts w:cs="Times New Roman"/>
          <w:sz w:val="28"/>
          <w:szCs w:val="28"/>
        </w:rPr>
        <w:footnoteReference w:id="8"/>
      </w:r>
      <w:r w:rsidRPr="00E23404">
        <w:rPr>
          <w:rFonts w:cs="Times New Roman"/>
          <w:sz w:val="28"/>
          <w:szCs w:val="28"/>
        </w:rPr>
        <w:t>.</w:t>
      </w:r>
    </w:p>
    <w:p w:rsidR="00237EB3" w:rsidRPr="00E23404" w:rsidRDefault="00237EB3">
      <w:pPr>
        <w:widowControl/>
        <w:tabs>
          <w:tab w:val="left" w:pos="0"/>
        </w:tabs>
        <w:suppressAutoHyphens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АООП реализуется с учетом особых образовательных потребностей групп или отдельных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 xml:space="preserve">) на основе специально разработанных учебных планов, в том числе индивидуальных, которые обеспечивают освоение </w:t>
      </w:r>
      <w:r>
        <w:rPr>
          <w:rFonts w:cs="Times New Roman"/>
          <w:sz w:val="28"/>
          <w:szCs w:val="28"/>
        </w:rPr>
        <w:t xml:space="preserve">АООП </w:t>
      </w:r>
      <w:r w:rsidRPr="00E23404">
        <w:rPr>
          <w:rFonts w:cs="Times New Roman"/>
          <w:sz w:val="28"/>
          <w:szCs w:val="28"/>
        </w:rPr>
        <w:t>на основе индивидуализации ее содержания с учетом особенностей и образовательных потребностей обучающегося</w:t>
      </w:r>
      <w:r w:rsidRPr="00E23404">
        <w:rPr>
          <w:rStyle w:val="2"/>
          <w:rFonts w:cs="Times New Roman"/>
          <w:sz w:val="28"/>
          <w:szCs w:val="28"/>
        </w:rPr>
        <w:footnoteReference w:id="9"/>
      </w:r>
      <w:r w:rsidRPr="00E23404">
        <w:rPr>
          <w:rFonts w:cs="Times New Roman"/>
          <w:sz w:val="28"/>
          <w:szCs w:val="28"/>
        </w:rPr>
        <w:t xml:space="preserve">. </w:t>
      </w:r>
    </w:p>
    <w:p w:rsidR="00237EB3" w:rsidRPr="00C47309" w:rsidRDefault="00237EB3">
      <w:pPr>
        <w:widowControl/>
        <w:tabs>
          <w:tab w:val="left" w:pos="0"/>
        </w:tabs>
        <w:suppressAutoHyphens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2.3. На основе Стандарта о</w:t>
      </w:r>
      <w:r w:rsidRPr="00E23404">
        <w:rPr>
          <w:rFonts w:cs="Times New Roman"/>
          <w:sz w:val="28"/>
          <w:szCs w:val="28"/>
        </w:rPr>
        <w:t>рганизация может разработать в соответст</w:t>
      </w:r>
      <w:r>
        <w:rPr>
          <w:rFonts w:cs="Times New Roman"/>
          <w:sz w:val="28"/>
          <w:szCs w:val="28"/>
        </w:rPr>
        <w:t>вии со спецификой своей образовательной</w:t>
      </w:r>
      <w:r w:rsidRPr="00E23404">
        <w:rPr>
          <w:rFonts w:cs="Times New Roman"/>
          <w:sz w:val="28"/>
          <w:szCs w:val="28"/>
        </w:rPr>
        <w:t xml:space="preserve"> деятельности один или несколько вариантов </w:t>
      </w:r>
      <w:r>
        <w:rPr>
          <w:rFonts w:cs="Times New Roman"/>
          <w:sz w:val="28"/>
          <w:szCs w:val="28"/>
        </w:rPr>
        <w:t>АООП</w:t>
      </w:r>
      <w:r w:rsidRPr="00E23404">
        <w:rPr>
          <w:rFonts w:cs="Times New Roman"/>
          <w:sz w:val="28"/>
          <w:szCs w:val="28"/>
        </w:rPr>
        <w:t xml:space="preserve"> с учетом особых образовательных потребностей обучающихся с умственной отсталостью </w:t>
      </w:r>
      <w:r>
        <w:rPr>
          <w:rFonts w:cs="Times New Roman"/>
          <w:sz w:val="28"/>
          <w:szCs w:val="28"/>
        </w:rPr>
        <w:t xml:space="preserve">(интеллектуальными нарушениями) </w:t>
      </w:r>
      <w:r w:rsidRPr="00C47309">
        <w:rPr>
          <w:rFonts w:cs="Times New Roman"/>
          <w:sz w:val="28"/>
          <w:szCs w:val="28"/>
        </w:rPr>
        <w:t>(дифференцированные требования к АООП приведены</w:t>
      </w:r>
      <w:r>
        <w:rPr>
          <w:rFonts w:cs="Times New Roman"/>
          <w:sz w:val="28"/>
          <w:szCs w:val="28"/>
        </w:rPr>
        <w:t xml:space="preserve"> в приложении к настоящему Стандарту).</w:t>
      </w:r>
    </w:p>
    <w:p w:rsidR="00237EB3" w:rsidRPr="00F85344" w:rsidRDefault="00237EB3">
      <w:pPr>
        <w:widowControl/>
        <w:tabs>
          <w:tab w:val="left" w:pos="0"/>
        </w:tabs>
        <w:suppressAutoHyphens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C47309">
        <w:rPr>
          <w:rFonts w:cs="Times New Roman"/>
          <w:sz w:val="28"/>
          <w:szCs w:val="28"/>
        </w:rPr>
        <w:t>Для обучающихся с умеренной, тяжелой и</w:t>
      </w:r>
      <w:r>
        <w:rPr>
          <w:rFonts w:cs="Times New Roman"/>
          <w:sz w:val="28"/>
          <w:szCs w:val="28"/>
        </w:rPr>
        <w:t>ли глубокой умственной отсталостью,</w:t>
      </w:r>
      <w:r w:rsidRPr="00C47309">
        <w:rPr>
          <w:rFonts w:cs="Times New Roman"/>
          <w:sz w:val="28"/>
          <w:szCs w:val="28"/>
        </w:rPr>
        <w:t xml:space="preserve"> с тяжелыми и множественными нарушениями ра</w:t>
      </w:r>
      <w:r>
        <w:rPr>
          <w:rFonts w:cs="Times New Roman"/>
          <w:sz w:val="28"/>
          <w:szCs w:val="28"/>
        </w:rPr>
        <w:t>звития на основе требо</w:t>
      </w:r>
      <w:r w:rsidRPr="00C47309">
        <w:rPr>
          <w:rFonts w:cs="Times New Roman"/>
          <w:sz w:val="28"/>
          <w:szCs w:val="28"/>
        </w:rPr>
        <w:t>ваний</w:t>
      </w:r>
      <w:r>
        <w:rPr>
          <w:rFonts w:cs="Times New Roman"/>
          <w:sz w:val="28"/>
          <w:szCs w:val="28"/>
        </w:rPr>
        <w:t xml:space="preserve"> С</w:t>
      </w:r>
      <w:r w:rsidRPr="00E23404">
        <w:rPr>
          <w:rFonts w:cs="Times New Roman"/>
          <w:sz w:val="28"/>
          <w:szCs w:val="28"/>
        </w:rPr>
        <w:t>тандарта и АООП</w:t>
      </w:r>
      <w:r>
        <w:rPr>
          <w:rFonts w:cs="Times New Roman"/>
          <w:sz w:val="28"/>
          <w:szCs w:val="28"/>
        </w:rPr>
        <w:t xml:space="preserve"> организация разрабатывает специальную ин</w:t>
      </w:r>
      <w:r w:rsidRPr="00E23404">
        <w:rPr>
          <w:rFonts w:cs="Times New Roman"/>
          <w:sz w:val="28"/>
          <w:szCs w:val="28"/>
        </w:rPr>
        <w:t xml:space="preserve">дивидуальную </w:t>
      </w:r>
      <w:r>
        <w:rPr>
          <w:rFonts w:cs="Times New Roman"/>
          <w:sz w:val="28"/>
          <w:szCs w:val="28"/>
        </w:rPr>
        <w:t>програм</w:t>
      </w:r>
      <w:r w:rsidRPr="00A25416">
        <w:rPr>
          <w:rFonts w:cs="Times New Roman"/>
          <w:sz w:val="28"/>
          <w:szCs w:val="28"/>
        </w:rPr>
        <w:t>му развития (</w:t>
      </w:r>
      <w:r>
        <w:rPr>
          <w:rFonts w:cs="Times New Roman"/>
          <w:sz w:val="28"/>
          <w:szCs w:val="28"/>
        </w:rPr>
        <w:t xml:space="preserve">далее ― </w:t>
      </w:r>
      <w:r w:rsidRPr="00A25416">
        <w:rPr>
          <w:rFonts w:cs="Times New Roman"/>
          <w:sz w:val="28"/>
          <w:szCs w:val="28"/>
        </w:rPr>
        <w:t>СИПР)</w:t>
      </w:r>
      <w:r w:rsidRPr="00E23404">
        <w:rPr>
          <w:rFonts w:cs="Times New Roman"/>
          <w:sz w:val="28"/>
          <w:szCs w:val="28"/>
        </w:rPr>
        <w:t>, учитывающую сп</w:t>
      </w:r>
      <w:r>
        <w:rPr>
          <w:rFonts w:cs="Times New Roman"/>
          <w:sz w:val="28"/>
          <w:szCs w:val="28"/>
        </w:rPr>
        <w:t>ецифические образовательные потребности обучающихся</w:t>
      </w:r>
      <w:r w:rsidRPr="00E23404">
        <w:rPr>
          <w:rFonts w:cs="Times New Roman"/>
          <w:sz w:val="28"/>
          <w:szCs w:val="28"/>
        </w:rPr>
        <w:t xml:space="preserve"> </w:t>
      </w:r>
      <w:r w:rsidRPr="00F85344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в соответствии с п</w:t>
      </w:r>
      <w:r w:rsidRPr="00F85344">
        <w:rPr>
          <w:rFonts w:cs="Times New Roman"/>
          <w:sz w:val="28"/>
          <w:szCs w:val="28"/>
        </w:rPr>
        <w:t>риложение</w:t>
      </w:r>
      <w:r>
        <w:rPr>
          <w:rFonts w:cs="Times New Roman"/>
          <w:sz w:val="28"/>
          <w:szCs w:val="28"/>
        </w:rPr>
        <w:t>м к настоящему Стандарту,</w:t>
      </w:r>
      <w:r w:rsidRPr="00F8534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вариант 2</w:t>
      </w:r>
      <w:r w:rsidRPr="00F85344">
        <w:rPr>
          <w:rFonts w:cs="Times New Roman"/>
          <w:sz w:val="28"/>
          <w:szCs w:val="28"/>
        </w:rPr>
        <w:t>).</w:t>
      </w:r>
    </w:p>
    <w:p w:rsidR="00237EB3" w:rsidRPr="00E23404" w:rsidRDefault="00237EB3" w:rsidP="00560871">
      <w:pPr>
        <w:suppressAutoHyphens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2.4.</w:t>
      </w:r>
      <w:r w:rsidRPr="00E23404">
        <w:rPr>
          <w:rFonts w:cs="Times New Roman"/>
          <w:sz w:val="28"/>
          <w:szCs w:val="28"/>
        </w:rPr>
        <w:t> АООП может быть реализована в разных формах: как совместно с другими обучающимися, так и в отдельных классах, группах или в отд</w:t>
      </w:r>
      <w:r>
        <w:rPr>
          <w:rFonts w:cs="Times New Roman"/>
          <w:sz w:val="28"/>
          <w:szCs w:val="28"/>
        </w:rPr>
        <w:t>ельных организациях</w:t>
      </w:r>
      <w:r w:rsidRPr="00E23404">
        <w:rPr>
          <w:rStyle w:val="1"/>
          <w:rFonts w:cs="Times New Roman"/>
          <w:sz w:val="28"/>
          <w:szCs w:val="28"/>
        </w:rPr>
        <w:footnoteReference w:id="10"/>
      </w:r>
      <w:r w:rsidRPr="00E23404">
        <w:rPr>
          <w:rFonts w:cs="Times New Roman"/>
          <w:sz w:val="28"/>
          <w:szCs w:val="28"/>
        </w:rPr>
        <w:t>. В таких</w:t>
      </w:r>
      <w:r w:rsidRPr="00E23404">
        <w:rPr>
          <w:rFonts w:cs="Times New Roman"/>
          <w:caps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</w:t>
      </w:r>
      <w:r w:rsidRPr="00E23404">
        <w:rPr>
          <w:rFonts w:cs="Times New Roman"/>
          <w:sz w:val="28"/>
          <w:szCs w:val="28"/>
        </w:rPr>
        <w:t>рганизациях создаются специальные условия для получения образования указанными обучающимися</w:t>
      </w:r>
      <w:r w:rsidRPr="00E23404">
        <w:rPr>
          <w:rStyle w:val="FootnoteReference"/>
          <w:sz w:val="28"/>
          <w:szCs w:val="28"/>
        </w:rPr>
        <w:footnoteReference w:id="11"/>
      </w:r>
      <w:r w:rsidRPr="00E23404">
        <w:rPr>
          <w:rFonts w:cs="Times New Roman"/>
          <w:sz w:val="28"/>
          <w:szCs w:val="28"/>
        </w:rPr>
        <w:t>.</w:t>
      </w:r>
    </w:p>
    <w:p w:rsidR="00237EB3" w:rsidRPr="00E23404" w:rsidRDefault="00237EB3" w:rsidP="00386981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2.5.</w:t>
      </w:r>
      <w:r w:rsidRPr="00E23404">
        <w:rPr>
          <w:rFonts w:cs="Times New Roman"/>
          <w:sz w:val="28"/>
          <w:szCs w:val="28"/>
        </w:rPr>
        <w:t> Для обеспечения возможн</w:t>
      </w:r>
      <w:r>
        <w:rPr>
          <w:rFonts w:cs="Times New Roman"/>
          <w:sz w:val="28"/>
          <w:szCs w:val="28"/>
        </w:rPr>
        <w:t>ости освоения обучающимися АООП,</w:t>
      </w:r>
      <w:r w:rsidRPr="00E23404">
        <w:rPr>
          <w:rFonts w:cs="Times New Roman"/>
          <w:sz w:val="28"/>
          <w:szCs w:val="28"/>
        </w:rPr>
        <w:t xml:space="preserve"> может быть применена сетевая форма ее реализации с использованием ресурсов нескольких </w:t>
      </w:r>
      <w:r>
        <w:rPr>
          <w:rFonts w:cs="Times New Roman"/>
          <w:sz w:val="28"/>
          <w:szCs w:val="28"/>
        </w:rPr>
        <w:t xml:space="preserve">организаций, </w:t>
      </w:r>
      <w:r w:rsidRPr="00E23404">
        <w:rPr>
          <w:rFonts w:cs="Times New Roman"/>
          <w:sz w:val="28"/>
          <w:szCs w:val="28"/>
        </w:rPr>
        <w:t>а также при необходимости с использованием ресурсов и иных организаций</w:t>
      </w:r>
      <w:r w:rsidRPr="00E23404">
        <w:rPr>
          <w:rStyle w:val="2"/>
          <w:rFonts w:cs="Times New Roman"/>
          <w:sz w:val="28"/>
          <w:szCs w:val="28"/>
        </w:rPr>
        <w:footnoteReference w:id="12"/>
      </w:r>
      <w:r w:rsidRPr="00E23404">
        <w:rPr>
          <w:rFonts w:cs="Times New Roman"/>
          <w:sz w:val="28"/>
          <w:szCs w:val="28"/>
        </w:rPr>
        <w:t>.</w:t>
      </w:r>
    </w:p>
    <w:p w:rsidR="00237EB3" w:rsidRDefault="00237EB3" w:rsidP="0042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2.6. АООП включает обя</w:t>
      </w:r>
      <w:r w:rsidRPr="00E23404">
        <w:rPr>
          <w:rFonts w:cs="Times New Roman"/>
          <w:sz w:val="28"/>
          <w:szCs w:val="28"/>
        </w:rPr>
        <w:t>за</w:t>
      </w:r>
      <w:r>
        <w:rPr>
          <w:rFonts w:cs="Times New Roman"/>
          <w:sz w:val="28"/>
          <w:szCs w:val="28"/>
        </w:rPr>
        <w:t>тель</w:t>
      </w:r>
      <w:r w:rsidRPr="00E23404">
        <w:rPr>
          <w:rFonts w:cs="Times New Roman"/>
          <w:sz w:val="28"/>
          <w:szCs w:val="28"/>
        </w:rPr>
        <w:t xml:space="preserve">ную часть и часть, формируемую участниками образовательных </w:t>
      </w:r>
      <w:r w:rsidRPr="00C47309">
        <w:rPr>
          <w:rFonts w:cs="Times New Roman"/>
          <w:sz w:val="28"/>
          <w:szCs w:val="28"/>
        </w:rPr>
        <w:t>отношений.</w:t>
      </w:r>
      <w:r w:rsidRPr="00C47309">
        <w:rPr>
          <w:rStyle w:val="FootnoteReference"/>
          <w:sz w:val="28"/>
          <w:szCs w:val="28"/>
        </w:rPr>
        <w:footnoteReference w:id="13"/>
      </w:r>
      <w:r w:rsidRPr="00386981">
        <w:rPr>
          <w:rFonts w:cs="Times New Roman"/>
          <w:sz w:val="28"/>
          <w:szCs w:val="28"/>
        </w:rPr>
        <w:t xml:space="preserve"> </w:t>
      </w:r>
    </w:p>
    <w:p w:rsidR="00237EB3" w:rsidRPr="00E23404" w:rsidRDefault="00237EB3" w:rsidP="00422F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Pr="00C47309">
        <w:rPr>
          <w:rFonts w:cs="Times New Roman"/>
          <w:sz w:val="28"/>
          <w:szCs w:val="28"/>
        </w:rPr>
        <w:t xml:space="preserve">оотношение </w:t>
      </w:r>
      <w:r>
        <w:rPr>
          <w:rFonts w:cs="Times New Roman"/>
          <w:sz w:val="28"/>
          <w:szCs w:val="28"/>
        </w:rPr>
        <w:t xml:space="preserve">частей определяется дифференцированно </w:t>
      </w:r>
      <w:r w:rsidRPr="00C47309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зависимости от варианта АООП и составляет не менее 70% и не более 30%, не менее 60% и не более 40% (в соответствии с пр</w:t>
      </w:r>
      <w:r w:rsidRPr="00C47309">
        <w:rPr>
          <w:rFonts w:cs="Times New Roman"/>
          <w:sz w:val="28"/>
          <w:szCs w:val="28"/>
        </w:rPr>
        <w:t>иложением</w:t>
      </w:r>
      <w:r>
        <w:rPr>
          <w:rFonts w:cs="Times New Roman"/>
          <w:sz w:val="28"/>
          <w:szCs w:val="28"/>
        </w:rPr>
        <w:t xml:space="preserve"> к настоящему Стандарту).</w:t>
      </w:r>
    </w:p>
    <w:p w:rsidR="00237EB3" w:rsidRPr="00E23404" w:rsidRDefault="00237EB3" w:rsidP="00422F16">
      <w:pP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2.7. АООП реализуется о</w:t>
      </w:r>
      <w:r w:rsidRPr="00E23404">
        <w:rPr>
          <w:rFonts w:cs="Times New Roman"/>
          <w:sz w:val="28"/>
          <w:szCs w:val="28"/>
        </w:rPr>
        <w:t xml:space="preserve">рганизацией через организацию урочной и </w:t>
      </w:r>
      <w:r>
        <w:rPr>
          <w:rFonts w:cs="Times New Roman"/>
          <w:sz w:val="28"/>
          <w:szCs w:val="28"/>
        </w:rPr>
        <w:t>внеуроч</w:t>
      </w:r>
      <w:r w:rsidRPr="00E23404">
        <w:rPr>
          <w:rFonts w:cs="Times New Roman"/>
          <w:sz w:val="28"/>
          <w:szCs w:val="28"/>
        </w:rPr>
        <w:t>ной деятельности</w:t>
      </w:r>
      <w:r w:rsidRPr="00E23404">
        <w:rPr>
          <w:rFonts w:eastAsia="Times New Roman" w:cs="Times New Roman"/>
          <w:sz w:val="28"/>
          <w:szCs w:val="28"/>
          <w:lang w:eastAsia="ru-RU"/>
        </w:rPr>
        <w:t>.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2.8. </w:t>
      </w:r>
      <w:r w:rsidRPr="00E23404">
        <w:rPr>
          <w:rFonts w:eastAsia="Times New Roman" w:cs="Times New Roman"/>
          <w:sz w:val="28"/>
          <w:szCs w:val="28"/>
          <w:lang w:eastAsia="ru-RU"/>
        </w:rPr>
        <w:t>АООП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23404">
        <w:rPr>
          <w:rFonts w:eastAsia="Times New Roman" w:cs="Times New Roman"/>
          <w:sz w:val="28"/>
          <w:szCs w:val="28"/>
          <w:lang w:eastAsia="ru-RU"/>
        </w:rPr>
        <w:t xml:space="preserve"> должна содержать три раздела: целевой, содержательный и организационный</w:t>
      </w:r>
      <w:r>
        <w:rPr>
          <w:rStyle w:val="FootnoteReference"/>
          <w:rFonts w:eastAsia="Times New Roman"/>
          <w:sz w:val="28"/>
          <w:szCs w:val="28"/>
          <w:lang w:eastAsia="ru-RU"/>
        </w:rPr>
        <w:footnoteReference w:id="14"/>
      </w:r>
      <w:r w:rsidRPr="00E23404">
        <w:rPr>
          <w:rFonts w:eastAsia="Times New Roman" w:cs="Times New Roman"/>
          <w:sz w:val="28"/>
          <w:szCs w:val="28"/>
          <w:lang w:eastAsia="ru-RU"/>
        </w:rPr>
        <w:t>.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Целевой раздел определяет общее назначение, цели, задачи и планируемые результаты реализации АООП, а также способы определения достижения этих целей и результатов.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Целевой раздел включает: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пояснительную записку;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планируемые результаты освоения обучающимися с умственной отсталостью (интеллектуальными нарушениями) АООП;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систему оценки достижения планируемых результатов освоения АООП.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Содержательный раздел определяет общее содержание образования обучающихся с умственной отсталостью (интеллектуальными нарушениями) и включает следующие программы, ориентированные на достижение личностных и предметных результатов: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программу формирования базовых учебных действий;</w:t>
      </w:r>
    </w:p>
    <w:p w:rsidR="00237EB3" w:rsidRPr="00386981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программы отдельных учебных предметов</w:t>
      </w:r>
      <w:r>
        <w:rPr>
          <w:rFonts w:eastAsia="Times New Roman" w:cs="Times New Roman"/>
          <w:sz w:val="28"/>
          <w:szCs w:val="28"/>
          <w:lang w:eastAsia="ru-RU"/>
        </w:rPr>
        <w:t xml:space="preserve">, курсов </w:t>
      </w:r>
      <w:r>
        <w:rPr>
          <w:rFonts w:eastAsia="Times New Roman" w:cs="Times New Roman"/>
          <w:sz w:val="28"/>
          <w:szCs w:val="28"/>
          <w:lang w:eastAsia="ru-RU"/>
        </w:rPr>
        <w:br/>
        <w:t>коррекционно-развивающей области;</w:t>
      </w:r>
      <w:r w:rsidRPr="00E23404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B55009">
        <w:rPr>
          <w:rFonts w:eastAsia="Times New Roman" w:cs="Times New Roman"/>
          <w:sz w:val="28"/>
          <w:szCs w:val="28"/>
          <w:lang w:eastAsia="ru-RU"/>
        </w:rPr>
        <w:t>программу духовно-нравственного</w:t>
      </w:r>
      <w:r>
        <w:rPr>
          <w:rFonts w:eastAsia="Times New Roman" w:cs="Times New Roman"/>
          <w:sz w:val="28"/>
          <w:szCs w:val="28"/>
          <w:lang w:eastAsia="ru-RU"/>
        </w:rPr>
        <w:t xml:space="preserve"> (нравственного)</w:t>
      </w:r>
      <w:r w:rsidRPr="00B55009">
        <w:rPr>
          <w:rFonts w:eastAsia="Times New Roman" w:cs="Times New Roman"/>
          <w:sz w:val="28"/>
          <w:szCs w:val="28"/>
          <w:lang w:eastAsia="ru-RU"/>
        </w:rPr>
        <w:t xml:space="preserve"> развития</w:t>
      </w:r>
      <w:r w:rsidRPr="00E23404">
        <w:rPr>
          <w:rFonts w:eastAsia="Times New Roman" w:cs="Times New Roman"/>
          <w:sz w:val="28"/>
          <w:szCs w:val="28"/>
          <w:lang w:eastAsia="ru-RU"/>
        </w:rPr>
        <w:t>, воспитания обучающихся с умственной отсталостью (интеллектуальными нарушениями);</w:t>
      </w:r>
    </w:p>
    <w:p w:rsidR="00237EB3" w:rsidRPr="00D34E3F" w:rsidRDefault="00237EB3" w:rsidP="006F36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программу формирования экологической культуры, здорового и безопасного образа жизни;</w:t>
      </w:r>
    </w:p>
    <w:p w:rsidR="00237EB3" w:rsidRDefault="00237EB3" w:rsidP="006F36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программу коррекционной работы (в соответствии с приложением к настоящему Стандарту,</w:t>
      </w:r>
      <w:r w:rsidRPr="006B0048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вариант 1);</w:t>
      </w:r>
    </w:p>
    <w:p w:rsidR="00237EB3" w:rsidRPr="00F770FA" w:rsidRDefault="00237EB3" w:rsidP="006F36C7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F770FA">
        <w:rPr>
          <w:rFonts w:eastAsia="Times New Roman" w:cs="Times New Roman"/>
          <w:sz w:val="28"/>
          <w:szCs w:val="28"/>
          <w:lang w:eastAsia="ru-RU"/>
        </w:rPr>
        <w:t xml:space="preserve">программу сотрудничества </w:t>
      </w:r>
      <w:r>
        <w:rPr>
          <w:rFonts w:eastAsia="Times New Roman" w:cs="Times New Roman"/>
          <w:sz w:val="28"/>
          <w:szCs w:val="28"/>
          <w:lang w:eastAsia="ru-RU"/>
        </w:rPr>
        <w:t>с родителями (в соответствии с п</w:t>
      </w:r>
      <w:r w:rsidRPr="00F770FA">
        <w:rPr>
          <w:rFonts w:eastAsia="Times New Roman" w:cs="Times New Roman"/>
          <w:sz w:val="28"/>
          <w:szCs w:val="28"/>
          <w:lang w:eastAsia="ru-RU"/>
        </w:rPr>
        <w:t xml:space="preserve">риложением </w:t>
      </w:r>
      <w:r>
        <w:rPr>
          <w:rFonts w:eastAsia="Times New Roman" w:cs="Times New Roman"/>
          <w:sz w:val="28"/>
          <w:szCs w:val="28"/>
          <w:lang w:eastAsia="ru-RU"/>
        </w:rPr>
        <w:t>к настоящему Стандарту, вариант 2</w:t>
      </w:r>
      <w:r w:rsidRPr="00F770FA">
        <w:rPr>
          <w:rFonts w:eastAsia="Times New Roman" w:cs="Times New Roman"/>
          <w:sz w:val="28"/>
          <w:szCs w:val="28"/>
          <w:lang w:eastAsia="ru-RU"/>
        </w:rPr>
        <w:t>);</w:t>
      </w:r>
    </w:p>
    <w:p w:rsidR="00237EB3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12559B">
        <w:rPr>
          <w:rFonts w:eastAsia="Times New Roman" w:cs="Times New Roman"/>
          <w:sz w:val="28"/>
          <w:szCs w:val="28"/>
          <w:lang w:eastAsia="ru-RU"/>
        </w:rPr>
        <w:t xml:space="preserve">программу </w:t>
      </w:r>
      <w:r>
        <w:rPr>
          <w:rFonts w:eastAsia="Times New Roman" w:cs="Times New Roman"/>
          <w:sz w:val="28"/>
          <w:szCs w:val="28"/>
          <w:lang w:eastAsia="ru-RU"/>
        </w:rPr>
        <w:t>внеурочной деятельности.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Организационный раздел определяет общие рамки организации образовательного процесса, а также механизмы реализации АООП.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Организационный раздел включает: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учебный план</w:t>
      </w:r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Pr="006F36C7">
        <w:rPr>
          <w:rFonts w:eastAsia="Times New Roman" w:cs="Times New Roman"/>
          <w:sz w:val="28"/>
          <w:szCs w:val="28"/>
          <w:lang w:eastAsia="ru-RU"/>
        </w:rPr>
        <w:t>включающий предм</w:t>
      </w:r>
      <w:r>
        <w:rPr>
          <w:rFonts w:eastAsia="Times New Roman" w:cs="Times New Roman"/>
          <w:sz w:val="28"/>
          <w:szCs w:val="28"/>
          <w:lang w:eastAsia="ru-RU"/>
        </w:rPr>
        <w:t>етные и коррекционно-развивающие</w:t>
      </w:r>
      <w:r w:rsidRPr="006F36C7">
        <w:rPr>
          <w:rFonts w:eastAsia="Times New Roman" w:cs="Times New Roman"/>
          <w:sz w:val="28"/>
          <w:szCs w:val="28"/>
          <w:lang w:eastAsia="ru-RU"/>
        </w:rPr>
        <w:t xml:space="preserve"> области, </w:t>
      </w:r>
      <w:r>
        <w:rPr>
          <w:rFonts w:eastAsia="Times New Roman" w:cs="Times New Roman"/>
          <w:sz w:val="28"/>
          <w:szCs w:val="28"/>
          <w:lang w:eastAsia="ru-RU"/>
        </w:rPr>
        <w:t>внеурочную деятельность</w:t>
      </w:r>
      <w:r w:rsidRPr="00E23404">
        <w:rPr>
          <w:rFonts w:eastAsia="Times New Roman" w:cs="Times New Roman"/>
          <w:sz w:val="28"/>
          <w:szCs w:val="28"/>
          <w:lang w:eastAsia="ru-RU"/>
        </w:rPr>
        <w:t>;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 xml:space="preserve">систему специальных условий реализации </w:t>
      </w:r>
      <w:r>
        <w:rPr>
          <w:rFonts w:eastAsia="Times New Roman" w:cs="Times New Roman"/>
          <w:sz w:val="28"/>
          <w:szCs w:val="28"/>
          <w:lang w:eastAsia="ru-RU"/>
        </w:rPr>
        <w:t xml:space="preserve">АООП </w:t>
      </w:r>
      <w:r w:rsidRPr="00E23404">
        <w:rPr>
          <w:rFonts w:eastAsia="Times New Roman" w:cs="Times New Roman"/>
          <w:sz w:val="28"/>
          <w:szCs w:val="28"/>
          <w:lang w:eastAsia="ru-RU"/>
        </w:rPr>
        <w:t>в соответствии с требованиями Стандарта.</w:t>
      </w:r>
    </w:p>
    <w:p w:rsidR="00237EB3" w:rsidRPr="00E23404" w:rsidRDefault="00237EB3" w:rsidP="003B7E00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Учебный план явля</w:t>
      </w:r>
      <w:r>
        <w:rPr>
          <w:rFonts w:eastAsia="Times New Roman" w:cs="Times New Roman"/>
          <w:sz w:val="28"/>
          <w:szCs w:val="28"/>
          <w:lang w:eastAsia="ru-RU"/>
        </w:rPr>
        <w:t>е</w:t>
      </w:r>
      <w:r w:rsidRPr="00E23404">
        <w:rPr>
          <w:rFonts w:eastAsia="Times New Roman" w:cs="Times New Roman"/>
          <w:sz w:val="28"/>
          <w:szCs w:val="28"/>
          <w:lang w:eastAsia="ru-RU"/>
        </w:rPr>
        <w:t>тся основным организационным механизм</w:t>
      </w:r>
      <w:r>
        <w:rPr>
          <w:rFonts w:eastAsia="Times New Roman" w:cs="Times New Roman"/>
          <w:sz w:val="28"/>
          <w:szCs w:val="28"/>
          <w:lang w:eastAsia="ru-RU"/>
        </w:rPr>
        <w:t>о</w:t>
      </w:r>
      <w:r w:rsidRPr="00E23404">
        <w:rPr>
          <w:rFonts w:eastAsia="Times New Roman" w:cs="Times New Roman"/>
          <w:sz w:val="28"/>
          <w:szCs w:val="28"/>
          <w:lang w:eastAsia="ru-RU"/>
        </w:rPr>
        <w:t>м реализации АООП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 w:rsidR="00237EB3" w:rsidRPr="00E23404" w:rsidRDefault="00237EB3" w:rsidP="003B7E0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АООП в организации </w:t>
      </w:r>
      <w:r w:rsidRPr="00291D6D">
        <w:rPr>
          <w:rFonts w:eastAsia="Times New Roman" w:cs="Times New Roman"/>
          <w:sz w:val="28"/>
          <w:szCs w:val="28"/>
          <w:lang w:eastAsia="ru-RU"/>
        </w:rPr>
        <w:t>разрабатывается на основе примерной АООП.</w:t>
      </w:r>
    </w:p>
    <w:p w:rsidR="00237EB3" w:rsidRPr="00E23404" w:rsidRDefault="00237EB3" w:rsidP="00F90E19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cs="Times New Roman"/>
          <w:bCs/>
          <w:spacing w:val="2"/>
          <w:sz w:val="28"/>
          <w:szCs w:val="28"/>
        </w:rPr>
        <w:t>2.9</w:t>
      </w:r>
      <w:r w:rsidRPr="00E23404">
        <w:rPr>
          <w:rFonts w:cs="Times New Roman"/>
          <w:bCs/>
          <w:spacing w:val="2"/>
          <w:sz w:val="28"/>
          <w:szCs w:val="28"/>
        </w:rPr>
        <w:t>. </w:t>
      </w:r>
      <w:r w:rsidRPr="00E23404">
        <w:rPr>
          <w:rFonts w:eastAsia="Times New Roman" w:cs="Times New Roman"/>
          <w:sz w:val="28"/>
          <w:szCs w:val="28"/>
          <w:lang w:eastAsia="ru-RU"/>
        </w:rPr>
        <w:t>Требования к разделам АООП</w:t>
      </w:r>
      <w:r>
        <w:rPr>
          <w:rStyle w:val="FootnoteReference"/>
          <w:rFonts w:eastAsia="Times New Roman"/>
          <w:sz w:val="28"/>
          <w:szCs w:val="28"/>
          <w:lang w:eastAsia="ru-RU"/>
        </w:rPr>
        <w:footnoteReference w:id="15"/>
      </w:r>
      <w:r w:rsidRPr="00E23404">
        <w:rPr>
          <w:rFonts w:eastAsia="Times New Roman" w:cs="Times New Roman"/>
          <w:sz w:val="28"/>
          <w:szCs w:val="28"/>
          <w:lang w:eastAsia="ru-RU"/>
        </w:rPr>
        <w:t>:</w:t>
      </w:r>
    </w:p>
    <w:p w:rsidR="00237EB3" w:rsidRPr="00E23404" w:rsidRDefault="00237EB3" w:rsidP="00F163A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cs="Times New Roman"/>
          <w:bCs/>
          <w:spacing w:val="2"/>
          <w:sz w:val="28"/>
          <w:szCs w:val="28"/>
        </w:rPr>
        <w:t>2.9</w:t>
      </w:r>
      <w:r w:rsidRPr="00E23404">
        <w:rPr>
          <w:rFonts w:cs="Times New Roman"/>
          <w:bCs/>
          <w:spacing w:val="2"/>
          <w:sz w:val="28"/>
          <w:szCs w:val="28"/>
        </w:rPr>
        <w:t>.1</w:t>
      </w:r>
      <w:r>
        <w:rPr>
          <w:rFonts w:cs="Times New Roman"/>
          <w:bCs/>
          <w:spacing w:val="2"/>
          <w:sz w:val="28"/>
          <w:szCs w:val="28"/>
        </w:rPr>
        <w:t>.</w:t>
      </w:r>
      <w:r w:rsidRPr="00E23404">
        <w:rPr>
          <w:rFonts w:cs="Times New Roman"/>
          <w:bCs/>
          <w:spacing w:val="2"/>
          <w:sz w:val="28"/>
          <w:szCs w:val="28"/>
        </w:rPr>
        <w:t> </w:t>
      </w:r>
      <w:r w:rsidRPr="00B55009">
        <w:rPr>
          <w:rFonts w:eastAsia="Times New Roman" w:cs="Times New Roman"/>
          <w:sz w:val="28"/>
          <w:szCs w:val="28"/>
          <w:lang w:eastAsia="ru-RU"/>
        </w:rPr>
        <w:t>Пояснительная записка</w:t>
      </w:r>
      <w:r w:rsidRPr="00E23404">
        <w:rPr>
          <w:rFonts w:eastAsia="Times New Roman" w:cs="Times New Roman"/>
          <w:sz w:val="28"/>
          <w:szCs w:val="28"/>
          <w:lang w:eastAsia="ru-RU"/>
        </w:rPr>
        <w:t xml:space="preserve"> должна раскрывать:</w:t>
      </w:r>
    </w:p>
    <w:p w:rsidR="00237EB3" w:rsidRPr="00E23404" w:rsidRDefault="00237EB3" w:rsidP="00F163A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1) цели</w:t>
      </w:r>
      <w:r w:rsidRPr="00E23404">
        <w:rPr>
          <w:rFonts w:eastAsia="Times New Roman" w:cs="Times New Roman"/>
          <w:sz w:val="28"/>
          <w:szCs w:val="28"/>
          <w:lang w:eastAsia="ru-RU"/>
        </w:rPr>
        <w:t xml:space="preserve"> реализации АООП</w:t>
      </w:r>
      <w:r>
        <w:rPr>
          <w:rFonts w:eastAsia="Times New Roman" w:cs="Times New Roman"/>
          <w:sz w:val="28"/>
          <w:szCs w:val="28"/>
          <w:lang w:eastAsia="ru-RU"/>
        </w:rPr>
        <w:t>, конкретизированные в соответствии с требованиями Стандарта к результатам освоения АООП</w:t>
      </w:r>
      <w:r w:rsidRPr="00E23404">
        <w:rPr>
          <w:rFonts w:eastAsia="Times New Roman" w:cs="Times New Roman"/>
          <w:sz w:val="28"/>
          <w:szCs w:val="28"/>
          <w:lang w:eastAsia="ru-RU"/>
        </w:rPr>
        <w:t>;</w:t>
      </w:r>
    </w:p>
    <w:p w:rsidR="00237EB3" w:rsidRDefault="00237EB3" w:rsidP="00F163A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2) принципы и подходы к формированию АООП;</w:t>
      </w:r>
    </w:p>
    <w:p w:rsidR="00237EB3" w:rsidRPr="00E23404" w:rsidRDefault="00237EB3" w:rsidP="00F163AD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3) общую характеристику АООП;</w:t>
      </w:r>
    </w:p>
    <w:p w:rsidR="00237EB3" w:rsidRPr="00E23404" w:rsidRDefault="00237EB3" w:rsidP="00F163AD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E23404">
        <w:rPr>
          <w:rFonts w:cs="Times New Roman"/>
          <w:sz w:val="28"/>
          <w:szCs w:val="28"/>
        </w:rPr>
        <w:t>) психолого-педагогическую х</w:t>
      </w:r>
      <w:r>
        <w:rPr>
          <w:rFonts w:cs="Times New Roman"/>
          <w:sz w:val="28"/>
          <w:szCs w:val="28"/>
        </w:rPr>
        <w:t>арактеристику обучающихся с умственной отсталостью (интеллектуальны</w:t>
      </w:r>
      <w:r w:rsidRPr="00E23404">
        <w:rPr>
          <w:rFonts w:cs="Times New Roman"/>
          <w:sz w:val="28"/>
          <w:szCs w:val="28"/>
        </w:rPr>
        <w:t>ми нарушениями);</w:t>
      </w:r>
    </w:p>
    <w:p w:rsidR="00237EB3" w:rsidRDefault="00237EB3" w:rsidP="00F163AD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5) описание особых образователь</w:t>
      </w:r>
      <w:r w:rsidRPr="00E23404">
        <w:rPr>
          <w:rFonts w:cs="Times New Roman"/>
          <w:sz w:val="28"/>
          <w:szCs w:val="28"/>
        </w:rPr>
        <w:t xml:space="preserve">ных потребностей обучающихся </w:t>
      </w:r>
      <w:r>
        <w:rPr>
          <w:rFonts w:cs="Times New Roman"/>
          <w:sz w:val="28"/>
          <w:szCs w:val="28"/>
        </w:rPr>
        <w:t>с умственной отсталостью (интеллектуальными нарушениями);</w:t>
      </w:r>
    </w:p>
    <w:p w:rsidR="00237EB3" w:rsidRPr="00E23404" w:rsidRDefault="00237EB3" w:rsidP="00F163AD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6) описание структуры и общую характеристику СИПР обучающихся с умственной отсталостью (интеллектуальными нарушениями) (в соответствии с приложением</w:t>
      </w:r>
      <w:r w:rsidRPr="006F36C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к настоящему Стандарту, вариант 2).</w:t>
      </w:r>
    </w:p>
    <w:p w:rsidR="00237EB3" w:rsidRPr="00E23404" w:rsidRDefault="00237EB3" w:rsidP="00E8085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cs="Times New Roman"/>
          <w:bCs/>
          <w:spacing w:val="2"/>
          <w:sz w:val="28"/>
          <w:szCs w:val="28"/>
        </w:rPr>
        <w:t>2. 9</w:t>
      </w:r>
      <w:r w:rsidRPr="00E23404">
        <w:rPr>
          <w:rFonts w:cs="Times New Roman"/>
          <w:bCs/>
          <w:spacing w:val="2"/>
          <w:sz w:val="28"/>
          <w:szCs w:val="28"/>
        </w:rPr>
        <w:t>.2</w:t>
      </w:r>
      <w:r>
        <w:rPr>
          <w:rFonts w:cs="Times New Roman"/>
          <w:bCs/>
          <w:spacing w:val="2"/>
          <w:sz w:val="28"/>
          <w:szCs w:val="28"/>
        </w:rPr>
        <w:t>.</w:t>
      </w:r>
      <w:r w:rsidRPr="00E23404">
        <w:rPr>
          <w:rFonts w:cs="Times New Roman"/>
          <w:bCs/>
          <w:spacing w:val="2"/>
          <w:sz w:val="28"/>
          <w:szCs w:val="28"/>
        </w:rPr>
        <w:t> </w:t>
      </w:r>
      <w:r w:rsidRPr="00B55009">
        <w:rPr>
          <w:rFonts w:eastAsia="Times New Roman" w:cs="Times New Roman"/>
          <w:sz w:val="28"/>
          <w:szCs w:val="28"/>
          <w:lang w:eastAsia="ru-RU"/>
        </w:rPr>
        <w:t>Планируемые результаты</w:t>
      </w:r>
      <w:r w:rsidRPr="00E23404">
        <w:rPr>
          <w:rFonts w:eastAsia="Times New Roman" w:cs="Times New Roman"/>
          <w:sz w:val="28"/>
          <w:szCs w:val="28"/>
          <w:lang w:eastAsia="ru-RU"/>
        </w:rPr>
        <w:t xml:space="preserve"> освоения АООП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E23404">
        <w:rPr>
          <w:rFonts w:eastAsia="Times New Roman" w:cs="Times New Roman"/>
          <w:sz w:val="28"/>
          <w:szCs w:val="28"/>
          <w:lang w:eastAsia="ru-RU"/>
        </w:rPr>
        <w:t>должны:</w:t>
      </w:r>
    </w:p>
    <w:p w:rsidR="00237EB3" w:rsidRPr="00E23404" w:rsidRDefault="00237EB3" w:rsidP="00E8085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1) обеспечивать связь между требованиями Стандарта, образовательным процессом и системой оценки результатов освоения АООП;</w:t>
      </w:r>
    </w:p>
    <w:p w:rsidR="00237EB3" w:rsidRPr="00E23404" w:rsidRDefault="00237EB3" w:rsidP="00E8085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 w:rsidRPr="00E23404">
        <w:rPr>
          <w:rFonts w:eastAsia="Times New Roman" w:cs="Times New Roman"/>
          <w:sz w:val="28"/>
          <w:szCs w:val="28"/>
          <w:lang w:eastAsia="ru-RU"/>
        </w:rPr>
        <w:t>2) являться основой для разработки АООП</w:t>
      </w:r>
      <w:r>
        <w:rPr>
          <w:rFonts w:eastAsia="Times New Roman" w:cs="Times New Roman"/>
          <w:sz w:val="28"/>
          <w:szCs w:val="28"/>
          <w:lang w:eastAsia="ru-RU"/>
        </w:rPr>
        <w:t xml:space="preserve"> о</w:t>
      </w:r>
      <w:r w:rsidRPr="00E23404">
        <w:rPr>
          <w:rFonts w:eastAsia="Times New Roman" w:cs="Times New Roman"/>
          <w:sz w:val="28"/>
          <w:szCs w:val="28"/>
          <w:lang w:eastAsia="ru-RU"/>
        </w:rPr>
        <w:t>рганизациями;</w:t>
      </w:r>
    </w:p>
    <w:p w:rsidR="00237EB3" w:rsidRDefault="00237EB3" w:rsidP="00E80855">
      <w:pPr>
        <w:spacing w:line="360" w:lineRule="auto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3) </w:t>
      </w:r>
      <w:r w:rsidRPr="00E23404">
        <w:rPr>
          <w:rFonts w:eastAsia="Times New Roman" w:cs="Times New Roman"/>
          <w:sz w:val="28"/>
          <w:szCs w:val="28"/>
          <w:lang w:eastAsia="ru-RU"/>
        </w:rPr>
        <w:t>являться содержательной и критериальной основой для разработки рабочих программ учебных предметов и учебно-методической литературы, а также для системы оценки качества освоения обучающими</w:t>
      </w:r>
      <w:r>
        <w:rPr>
          <w:rFonts w:eastAsia="Times New Roman" w:cs="Times New Roman"/>
          <w:sz w:val="28"/>
          <w:szCs w:val="28"/>
          <w:lang w:eastAsia="ru-RU"/>
        </w:rPr>
        <w:t>ся АООП</w:t>
      </w:r>
      <w:r w:rsidRPr="00E23404">
        <w:rPr>
          <w:rFonts w:eastAsia="Times New Roman" w:cs="Times New Roman"/>
          <w:sz w:val="28"/>
          <w:szCs w:val="28"/>
          <w:lang w:eastAsia="ru-RU"/>
        </w:rPr>
        <w:t xml:space="preserve"> в соответствии с требованиями Стандарта.</w:t>
      </w:r>
    </w:p>
    <w:p w:rsidR="00237EB3" w:rsidRDefault="00237EB3" w:rsidP="00E8085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3206F">
        <w:rPr>
          <w:sz w:val="28"/>
          <w:szCs w:val="28"/>
        </w:rPr>
        <w:t>Структура и содержание планир</w:t>
      </w:r>
      <w:r>
        <w:rPr>
          <w:sz w:val="28"/>
          <w:szCs w:val="28"/>
        </w:rPr>
        <w:t xml:space="preserve">уемых результатов освоения АООП </w:t>
      </w:r>
      <w:r w:rsidRPr="00D3206F">
        <w:rPr>
          <w:sz w:val="28"/>
          <w:szCs w:val="28"/>
        </w:rPr>
        <w:t>должны адекватно отражать требования Стандарта, передавать специфику образовательного процесса (в частности, специфику целей изучения отдельных учебных предметов и курсов коррекционно-развивающей области), соответствовать возрастным</w:t>
      </w:r>
      <w:r>
        <w:rPr>
          <w:sz w:val="28"/>
          <w:szCs w:val="28"/>
        </w:rPr>
        <w:t xml:space="preserve"> </w:t>
      </w:r>
      <w:r w:rsidRPr="00D3206F">
        <w:rPr>
          <w:sz w:val="28"/>
          <w:szCs w:val="28"/>
        </w:rPr>
        <w:t>возможностям и особым образовательным потребностям обучающихся с</w:t>
      </w:r>
      <w:r>
        <w:rPr>
          <w:sz w:val="28"/>
          <w:szCs w:val="28"/>
        </w:rPr>
        <w:t xml:space="preserve"> умственной отсталостью (интеллектуальными нарушениями)</w:t>
      </w:r>
      <w:r w:rsidRPr="00D3206F">
        <w:rPr>
          <w:sz w:val="28"/>
          <w:szCs w:val="28"/>
        </w:rPr>
        <w:t>.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6F">
        <w:rPr>
          <w:sz w:val="28"/>
          <w:szCs w:val="28"/>
        </w:rPr>
        <w:t>.9.3. Учебный план обеспечивает введение в действие и реализацию требований Стандарта, определяет общий объем нагрузки и максимальный объем аудиторной нагрузки обучающихся, состав и структуру обязательных предметных и коррекционно-р</w:t>
      </w:r>
      <w:r>
        <w:rPr>
          <w:sz w:val="28"/>
          <w:szCs w:val="28"/>
        </w:rPr>
        <w:t>азвивающих</w:t>
      </w:r>
      <w:r w:rsidRPr="00D3206F">
        <w:rPr>
          <w:sz w:val="28"/>
          <w:szCs w:val="28"/>
        </w:rPr>
        <w:t xml:space="preserve"> областей по классам (годам обучения).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АООП </w:t>
      </w:r>
      <w:r w:rsidRPr="00D3206F">
        <w:rPr>
          <w:sz w:val="28"/>
          <w:szCs w:val="28"/>
        </w:rPr>
        <w:t>может включать как один, так и несколько учебных планов.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 xml:space="preserve">Формы организации образовательного процесса, чередование учебной и внеурочной деятельности в рамках реализации </w:t>
      </w:r>
      <w:r>
        <w:rPr>
          <w:sz w:val="28"/>
          <w:szCs w:val="28"/>
        </w:rPr>
        <w:t>АООП определяет о</w:t>
      </w:r>
      <w:r w:rsidRPr="00D3206F">
        <w:rPr>
          <w:sz w:val="28"/>
          <w:szCs w:val="28"/>
        </w:rPr>
        <w:t>рганизация.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 xml:space="preserve">Учебные планы обеспечивают </w:t>
      </w:r>
      <w:r>
        <w:rPr>
          <w:sz w:val="28"/>
          <w:szCs w:val="28"/>
        </w:rPr>
        <w:t>возможность преподавания и изучения государственного языка Российской Федерации, государственных языков республик Российской Федерации и родного языка из числа языков народов Российской Федерации, а также устанавливают количество занятий, отводимых на их изучение по классам (годам) обучения.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rFonts w:cs="Times New Roman"/>
          <w:bCs/>
          <w:spacing w:val="2"/>
          <w:sz w:val="28"/>
          <w:szCs w:val="28"/>
        </w:rPr>
      </w:pPr>
      <w:r w:rsidRPr="00D3206F">
        <w:rPr>
          <w:sz w:val="28"/>
          <w:szCs w:val="28"/>
        </w:rPr>
        <w:t>Учебный план включает предметные области в зависимости от варианта АООП</w:t>
      </w:r>
      <w:r>
        <w:rPr>
          <w:sz w:val="28"/>
          <w:szCs w:val="28"/>
        </w:rPr>
        <w:t xml:space="preserve"> </w:t>
      </w:r>
      <w:r w:rsidRPr="00D3206F">
        <w:rPr>
          <w:sz w:val="28"/>
          <w:szCs w:val="28"/>
        </w:rPr>
        <w:t>(в с</w:t>
      </w:r>
      <w:r>
        <w:rPr>
          <w:sz w:val="28"/>
          <w:szCs w:val="28"/>
        </w:rPr>
        <w:t>оответствии с приложением к настоящему Стандарту</w:t>
      </w:r>
      <w:r w:rsidRPr="00D3206F">
        <w:rPr>
          <w:sz w:val="28"/>
          <w:szCs w:val="28"/>
        </w:rPr>
        <w:t>).</w:t>
      </w:r>
    </w:p>
    <w:p w:rsidR="00237EB3" w:rsidRPr="002571D2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2571D2">
        <w:rPr>
          <w:sz w:val="28"/>
          <w:szCs w:val="28"/>
        </w:rPr>
        <w:t xml:space="preserve">Количество учебных занятий по предметным областям для обучающихся с легкой умственной отсталостью (интеллектуальными нарушениями) за 9 учебных лет составляет </w:t>
      </w:r>
      <w:r>
        <w:rPr>
          <w:sz w:val="28"/>
          <w:szCs w:val="28"/>
        </w:rPr>
        <w:t xml:space="preserve">не более </w:t>
      </w:r>
      <w:r w:rsidRPr="002571D2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Pr="002571D2">
        <w:rPr>
          <w:sz w:val="28"/>
          <w:szCs w:val="28"/>
        </w:rPr>
        <w:t>377</w:t>
      </w:r>
      <w:r>
        <w:rPr>
          <w:sz w:val="28"/>
          <w:szCs w:val="28"/>
        </w:rPr>
        <w:t xml:space="preserve"> </w:t>
      </w:r>
      <w:r w:rsidRPr="002571D2">
        <w:rPr>
          <w:sz w:val="28"/>
          <w:szCs w:val="28"/>
        </w:rPr>
        <w:t>часов, за 12 учебных лет</w:t>
      </w:r>
      <w:r>
        <w:rPr>
          <w:sz w:val="28"/>
          <w:szCs w:val="28"/>
        </w:rPr>
        <w:t xml:space="preserve"> -</w:t>
      </w:r>
      <w:r w:rsidRPr="002571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более </w:t>
      </w:r>
      <w:r w:rsidRPr="002571D2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2571D2">
        <w:rPr>
          <w:sz w:val="28"/>
          <w:szCs w:val="28"/>
        </w:rPr>
        <w:t xml:space="preserve">845 часов, за 13 учебных </w:t>
      </w:r>
      <w:r>
        <w:rPr>
          <w:sz w:val="28"/>
          <w:szCs w:val="28"/>
        </w:rPr>
        <w:t xml:space="preserve">лет - не более </w:t>
      </w:r>
      <w:r w:rsidRPr="002571D2">
        <w:rPr>
          <w:sz w:val="28"/>
          <w:szCs w:val="28"/>
        </w:rPr>
        <w:t>12</w:t>
      </w:r>
      <w:r>
        <w:rPr>
          <w:sz w:val="28"/>
          <w:szCs w:val="28"/>
        </w:rPr>
        <w:t> </w:t>
      </w:r>
      <w:r w:rsidRPr="002571D2">
        <w:rPr>
          <w:sz w:val="28"/>
          <w:szCs w:val="28"/>
        </w:rPr>
        <w:t>538 часов.</w:t>
      </w:r>
    </w:p>
    <w:p w:rsidR="00237EB3" w:rsidRPr="00C24B3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C24B3F">
        <w:rPr>
          <w:sz w:val="28"/>
          <w:szCs w:val="28"/>
        </w:rPr>
        <w:t xml:space="preserve">Количество учебных занятий для обучающихся с умеренной, тяжелой, глубокой умственной отсталостью; тяжелыми и множественными нарушениями развития за 12 учебных лет составляет </w:t>
      </w:r>
      <w:r>
        <w:rPr>
          <w:sz w:val="28"/>
          <w:szCs w:val="28"/>
        </w:rPr>
        <w:t xml:space="preserve">не более </w:t>
      </w:r>
      <w:r w:rsidRPr="00C24B3F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Pr="00C24B3F">
        <w:rPr>
          <w:sz w:val="28"/>
          <w:szCs w:val="28"/>
        </w:rPr>
        <w:t xml:space="preserve">646 часов, включая коррекционные курсы, за 13 учебных </w:t>
      </w:r>
      <w:r>
        <w:rPr>
          <w:sz w:val="28"/>
          <w:szCs w:val="28"/>
        </w:rPr>
        <w:t xml:space="preserve">лет - не более </w:t>
      </w:r>
      <w:r w:rsidRPr="00C24B3F">
        <w:rPr>
          <w:sz w:val="28"/>
          <w:szCs w:val="28"/>
        </w:rPr>
        <w:t>14</w:t>
      </w:r>
      <w:r>
        <w:rPr>
          <w:sz w:val="28"/>
          <w:szCs w:val="28"/>
        </w:rPr>
        <w:t> </w:t>
      </w:r>
      <w:r w:rsidRPr="00C24B3F">
        <w:rPr>
          <w:sz w:val="28"/>
          <w:szCs w:val="28"/>
        </w:rPr>
        <w:t>636 часов, включая коррекционные курсы.</w:t>
      </w:r>
    </w:p>
    <w:p w:rsidR="00237EB3" w:rsidRDefault="00237EB3" w:rsidP="00564CB5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D3206F">
        <w:rPr>
          <w:sz w:val="28"/>
          <w:szCs w:val="28"/>
        </w:rPr>
        <w:t>Об</w:t>
      </w:r>
      <w:r>
        <w:rPr>
          <w:sz w:val="28"/>
          <w:szCs w:val="28"/>
        </w:rPr>
        <w:t>язательным элементом структуры у</w:t>
      </w:r>
      <w:r w:rsidRPr="00D3206F">
        <w:rPr>
          <w:sz w:val="28"/>
          <w:szCs w:val="28"/>
        </w:rPr>
        <w:t>чебного плана является «Коррекционно-развивающая область», реализующаяся через содержание коррекционных курсов (в с</w:t>
      </w:r>
      <w:r>
        <w:rPr>
          <w:sz w:val="28"/>
          <w:szCs w:val="28"/>
        </w:rPr>
        <w:t>оответствии с приложением к настоящему Стандарту</w:t>
      </w:r>
      <w:r w:rsidRPr="00D3206F">
        <w:rPr>
          <w:sz w:val="28"/>
          <w:szCs w:val="28"/>
        </w:rPr>
        <w:t>).</w:t>
      </w:r>
      <w:r w:rsidRPr="00564CB5">
        <w:rPr>
          <w:rFonts w:cs="Times New Roman"/>
          <w:sz w:val="28"/>
          <w:szCs w:val="28"/>
        </w:rPr>
        <w:t xml:space="preserve"> </w:t>
      </w:r>
    </w:p>
    <w:p w:rsidR="00237EB3" w:rsidRPr="00305A62" w:rsidRDefault="00237EB3" w:rsidP="00564CB5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305A62">
        <w:rPr>
          <w:rFonts w:cs="Times New Roman"/>
          <w:sz w:val="28"/>
          <w:szCs w:val="28"/>
        </w:rPr>
        <w:t>Количество часов, выделяемых на реализацию коррекционно-развивающей области учебного плана для обучающихся с легкой умственной отсталостью (интеллектуальными нарушениями)</w:t>
      </w:r>
      <w:r>
        <w:rPr>
          <w:rFonts w:cs="Times New Roman"/>
          <w:sz w:val="28"/>
          <w:szCs w:val="28"/>
        </w:rPr>
        <w:t>,</w:t>
      </w:r>
      <w:r w:rsidRPr="00305A62">
        <w:rPr>
          <w:rFonts w:cs="Times New Roman"/>
          <w:sz w:val="28"/>
          <w:szCs w:val="28"/>
        </w:rPr>
        <w:t xml:space="preserve"> составляет за 9 учебных лет не более </w:t>
      </w:r>
      <w:r>
        <w:rPr>
          <w:rFonts w:cs="Times New Roman"/>
          <w:sz w:val="28"/>
          <w:szCs w:val="28"/>
        </w:rPr>
        <w:br/>
      </w:r>
      <w:r w:rsidRPr="00305A6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 </w:t>
      </w:r>
      <w:r w:rsidRPr="00305A62">
        <w:rPr>
          <w:rFonts w:cs="Times New Roman"/>
          <w:sz w:val="28"/>
          <w:szCs w:val="28"/>
        </w:rPr>
        <w:t xml:space="preserve">830 часов, за 12 учебных лет </w:t>
      </w:r>
      <w:r>
        <w:rPr>
          <w:rFonts w:cs="Times New Roman"/>
          <w:sz w:val="28"/>
          <w:szCs w:val="28"/>
        </w:rPr>
        <w:t xml:space="preserve">- </w:t>
      </w:r>
      <w:r w:rsidRPr="00305A62">
        <w:rPr>
          <w:rFonts w:cs="Times New Roman"/>
          <w:sz w:val="28"/>
          <w:szCs w:val="28"/>
        </w:rPr>
        <w:t>не более 2</w:t>
      </w:r>
      <w:r>
        <w:rPr>
          <w:rFonts w:cs="Times New Roman"/>
          <w:sz w:val="28"/>
          <w:szCs w:val="28"/>
        </w:rPr>
        <w:t> </w:t>
      </w:r>
      <w:r w:rsidRPr="00305A62">
        <w:rPr>
          <w:rFonts w:cs="Times New Roman"/>
          <w:sz w:val="28"/>
          <w:szCs w:val="28"/>
        </w:rPr>
        <w:t xml:space="preserve">442 часов, за 13 учебных лет </w:t>
      </w:r>
      <w:r>
        <w:rPr>
          <w:rFonts w:cs="Times New Roman"/>
          <w:sz w:val="28"/>
          <w:szCs w:val="28"/>
        </w:rPr>
        <w:t xml:space="preserve">- </w:t>
      </w:r>
      <w:r w:rsidRPr="00305A62">
        <w:rPr>
          <w:rFonts w:cs="Times New Roman"/>
          <w:sz w:val="28"/>
          <w:szCs w:val="28"/>
        </w:rPr>
        <w:t>не более 2</w:t>
      </w:r>
      <w:r>
        <w:rPr>
          <w:rFonts w:cs="Times New Roman"/>
          <w:sz w:val="28"/>
          <w:szCs w:val="28"/>
        </w:rPr>
        <w:t> </w:t>
      </w:r>
      <w:r w:rsidRPr="00305A62">
        <w:rPr>
          <w:rFonts w:cs="Times New Roman"/>
          <w:sz w:val="28"/>
          <w:szCs w:val="28"/>
        </w:rPr>
        <w:t>640 часов.</w:t>
      </w:r>
    </w:p>
    <w:p w:rsidR="00237EB3" w:rsidRDefault="00237EB3" w:rsidP="00564CB5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Выбор </w:t>
      </w:r>
      <w:r w:rsidRPr="00564CB5">
        <w:rPr>
          <w:rFonts w:cs="Times New Roman"/>
          <w:sz w:val="28"/>
          <w:szCs w:val="28"/>
        </w:rPr>
        <w:t>коррекционных</w:t>
      </w:r>
      <w:r>
        <w:rPr>
          <w:rFonts w:cs="Times New Roman"/>
          <w:sz w:val="28"/>
          <w:szCs w:val="28"/>
        </w:rPr>
        <w:t xml:space="preserve"> курсов и их количественное соотношение са</w:t>
      </w:r>
      <w:r w:rsidRPr="00E23404">
        <w:rPr>
          <w:rFonts w:cs="Times New Roman"/>
          <w:sz w:val="28"/>
          <w:szCs w:val="28"/>
        </w:rPr>
        <w:t>мостоятельно определяе</w:t>
      </w:r>
      <w:r>
        <w:rPr>
          <w:rFonts w:cs="Times New Roman"/>
          <w:sz w:val="28"/>
          <w:szCs w:val="28"/>
        </w:rPr>
        <w:t>тся организацией ис</w:t>
      </w:r>
      <w:r w:rsidRPr="00E23404">
        <w:rPr>
          <w:rFonts w:cs="Times New Roman"/>
          <w:sz w:val="28"/>
          <w:szCs w:val="28"/>
        </w:rPr>
        <w:t>ходя из особых о</w:t>
      </w:r>
      <w:r>
        <w:rPr>
          <w:rFonts w:cs="Times New Roman"/>
          <w:sz w:val="28"/>
          <w:szCs w:val="28"/>
        </w:rPr>
        <w:t>бразовательных потребностей обу</w:t>
      </w:r>
      <w:r w:rsidRPr="00E23404">
        <w:rPr>
          <w:rFonts w:cs="Times New Roman"/>
          <w:sz w:val="28"/>
          <w:szCs w:val="28"/>
        </w:rPr>
        <w:t>чающихся с умственной отсталостью (интеллектуальны</w:t>
      </w:r>
      <w:r>
        <w:rPr>
          <w:rFonts w:cs="Times New Roman"/>
          <w:sz w:val="28"/>
          <w:szCs w:val="28"/>
        </w:rPr>
        <w:t>ми нарушениями) на основании рекомендаций ПМПК и (или) ИПР</w:t>
      </w:r>
      <w:r w:rsidRPr="00E23404">
        <w:rPr>
          <w:rFonts w:cs="Times New Roman"/>
          <w:sz w:val="28"/>
          <w:szCs w:val="28"/>
        </w:rPr>
        <w:t>.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 xml:space="preserve">В целях обеспечения индивидуальных </w:t>
      </w:r>
      <w:r>
        <w:rPr>
          <w:sz w:val="28"/>
          <w:szCs w:val="28"/>
        </w:rPr>
        <w:t>потребностей обучающихся часть у</w:t>
      </w:r>
      <w:r w:rsidRPr="00D3206F">
        <w:rPr>
          <w:sz w:val="28"/>
          <w:szCs w:val="28"/>
        </w:rPr>
        <w:t>чебного плана, формируемая участ</w:t>
      </w:r>
      <w:r>
        <w:rPr>
          <w:sz w:val="28"/>
          <w:szCs w:val="28"/>
        </w:rPr>
        <w:t>никами образовательных отношений</w:t>
      </w:r>
      <w:r w:rsidRPr="00D3206F">
        <w:rPr>
          <w:sz w:val="28"/>
          <w:szCs w:val="28"/>
        </w:rPr>
        <w:t>, предусматривает: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 xml:space="preserve">учебные занятия, обеспечивающие различные интересы обучающихся, </w:t>
      </w:r>
      <w:r w:rsidRPr="00D3206F">
        <w:rPr>
          <w:sz w:val="28"/>
          <w:szCs w:val="28"/>
        </w:rPr>
        <w:br/>
        <w:t>в том числе этнокультурные;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 xml:space="preserve">увеличение учебных часов, отводимых на изучение отдельных учебных предметов обязательной части; 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>
        <w:rPr>
          <w:sz w:val="28"/>
          <w:szCs w:val="28"/>
        </w:rPr>
        <w:t>введение учебных</w:t>
      </w:r>
      <w:r w:rsidRPr="00D3206F">
        <w:rPr>
          <w:sz w:val="28"/>
          <w:szCs w:val="28"/>
        </w:rPr>
        <w:t xml:space="preserve"> курсов, обеспечивающих удовлетворение особых образовательных потребностей обучающихся с </w:t>
      </w:r>
      <w:r>
        <w:rPr>
          <w:sz w:val="28"/>
          <w:szCs w:val="28"/>
        </w:rPr>
        <w:t xml:space="preserve">умственной отсталостью (интеллектуальными нарушениями) </w:t>
      </w:r>
      <w:r w:rsidRPr="00D3206F">
        <w:rPr>
          <w:sz w:val="28"/>
          <w:szCs w:val="28"/>
        </w:rPr>
        <w:t xml:space="preserve">и необходимую коррекцию недостатков </w:t>
      </w:r>
      <w:r>
        <w:rPr>
          <w:sz w:val="28"/>
          <w:szCs w:val="28"/>
        </w:rPr>
        <w:br/>
      </w:r>
      <w:r w:rsidRPr="00D3206F">
        <w:rPr>
          <w:sz w:val="28"/>
          <w:szCs w:val="28"/>
        </w:rPr>
        <w:t>в психичес</w:t>
      </w:r>
      <w:r>
        <w:rPr>
          <w:sz w:val="28"/>
          <w:szCs w:val="28"/>
        </w:rPr>
        <w:t>ком и (или) физическом развитии;</w:t>
      </w:r>
    </w:p>
    <w:p w:rsidR="00237EB3" w:rsidRPr="00D3206F" w:rsidRDefault="00237EB3" w:rsidP="00335CFB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>введение учебных курсов для факультативного изучения отдельных учебных предметов</w:t>
      </w:r>
      <w:r>
        <w:rPr>
          <w:sz w:val="28"/>
          <w:szCs w:val="28"/>
        </w:rPr>
        <w:t xml:space="preserve"> (в соответствии с приложением к настоящему Стандарту)</w:t>
      </w:r>
      <w:r w:rsidRPr="00D3206F">
        <w:rPr>
          <w:sz w:val="28"/>
          <w:szCs w:val="28"/>
        </w:rPr>
        <w:t>.</w:t>
      </w:r>
    </w:p>
    <w:p w:rsidR="00237EB3" w:rsidRPr="005C1DC6" w:rsidRDefault="00237EB3" w:rsidP="00731576">
      <w:pPr>
        <w:spacing w:line="360" w:lineRule="auto"/>
        <w:ind w:firstLine="709"/>
        <w:contextualSpacing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Cs/>
          <w:spacing w:val="2"/>
          <w:sz w:val="28"/>
          <w:szCs w:val="28"/>
        </w:rPr>
        <w:t>2.9</w:t>
      </w:r>
      <w:r w:rsidRPr="005C1DC6">
        <w:rPr>
          <w:rFonts w:cs="Times New Roman"/>
          <w:bCs/>
          <w:spacing w:val="2"/>
          <w:sz w:val="28"/>
          <w:szCs w:val="28"/>
        </w:rPr>
        <w:t>.4</w:t>
      </w:r>
      <w:r>
        <w:rPr>
          <w:rFonts w:cs="Times New Roman"/>
          <w:bCs/>
          <w:spacing w:val="2"/>
          <w:sz w:val="28"/>
          <w:szCs w:val="28"/>
        </w:rPr>
        <w:t>.</w:t>
      </w:r>
      <w:r w:rsidRPr="00E23404">
        <w:rPr>
          <w:rFonts w:cs="Times New Roman"/>
          <w:bCs/>
          <w:spacing w:val="2"/>
          <w:sz w:val="28"/>
          <w:szCs w:val="28"/>
        </w:rPr>
        <w:t> </w:t>
      </w:r>
      <w:r w:rsidRPr="00731576">
        <w:rPr>
          <w:rFonts w:cs="Times New Roman"/>
          <w:bCs/>
          <w:spacing w:val="2"/>
          <w:sz w:val="28"/>
          <w:szCs w:val="28"/>
        </w:rPr>
        <w:t>Программа формирования базовых учебных действий</w:t>
      </w:r>
      <w:r>
        <w:rPr>
          <w:rFonts w:cs="Times New Roman"/>
          <w:bCs/>
          <w:spacing w:val="2"/>
          <w:sz w:val="28"/>
          <w:szCs w:val="28"/>
        </w:rPr>
        <w:t xml:space="preserve"> (в соответствии с приложением к настоящему Стандарту)</w:t>
      </w:r>
      <w:r w:rsidRPr="00731576">
        <w:rPr>
          <w:rFonts w:cs="Times New Roman"/>
          <w:bCs/>
          <w:spacing w:val="2"/>
          <w:sz w:val="28"/>
          <w:szCs w:val="28"/>
        </w:rPr>
        <w:t>.</w:t>
      </w:r>
    </w:p>
    <w:p w:rsidR="00237EB3" w:rsidRDefault="00237EB3" w:rsidP="0073157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bookmarkStart w:id="0" w:name="_Toc239158833"/>
      <w:bookmarkStart w:id="1" w:name="_Toc239159012"/>
      <w:bookmarkStart w:id="2" w:name="_Toc240115660"/>
      <w:bookmarkStart w:id="3" w:name="_Toc240180811"/>
      <w:r>
        <w:rPr>
          <w:rFonts w:cs="Times New Roman"/>
          <w:bCs/>
          <w:spacing w:val="2"/>
          <w:sz w:val="28"/>
          <w:szCs w:val="28"/>
        </w:rPr>
        <w:t>2.9.5. </w:t>
      </w:r>
      <w:r w:rsidRPr="00731576">
        <w:rPr>
          <w:rFonts w:cs="Times New Roman"/>
          <w:sz w:val="28"/>
          <w:szCs w:val="28"/>
        </w:rPr>
        <w:t>Программы отдельных учебных предметов</w:t>
      </w:r>
      <w:r w:rsidRPr="006F6C8E">
        <w:rPr>
          <w:rFonts w:cs="Times New Roman"/>
          <w:sz w:val="28"/>
          <w:szCs w:val="28"/>
        </w:rPr>
        <w:t>,</w:t>
      </w:r>
      <w:r>
        <w:rPr>
          <w:rFonts w:cs="Times New Roman"/>
          <w:b/>
          <w:sz w:val="28"/>
          <w:szCs w:val="28"/>
        </w:rPr>
        <w:t xml:space="preserve"> </w:t>
      </w:r>
      <w:r w:rsidRPr="00731576">
        <w:rPr>
          <w:rFonts w:cs="Times New Roman"/>
          <w:sz w:val="28"/>
          <w:szCs w:val="28"/>
        </w:rPr>
        <w:t>курсов</w:t>
      </w:r>
      <w:r w:rsidRPr="00731576">
        <w:rPr>
          <w:rFonts w:cs="Times New Roman"/>
          <w:b/>
          <w:sz w:val="28"/>
          <w:szCs w:val="28"/>
        </w:rPr>
        <w:t xml:space="preserve"> </w:t>
      </w:r>
      <w:bookmarkEnd w:id="0"/>
      <w:bookmarkEnd w:id="1"/>
      <w:bookmarkEnd w:id="2"/>
      <w:bookmarkEnd w:id="3"/>
      <w:r w:rsidRPr="00E23404">
        <w:rPr>
          <w:rFonts w:cs="Times New Roman"/>
          <w:sz w:val="28"/>
          <w:szCs w:val="28"/>
        </w:rPr>
        <w:t xml:space="preserve">должны обеспечивать достижение планируемых результатов освоения АООП. </w:t>
      </w:r>
    </w:p>
    <w:p w:rsidR="00237EB3" w:rsidRDefault="00237EB3" w:rsidP="0073157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Программы отдельных учебных предме</w:t>
      </w:r>
      <w:r>
        <w:rPr>
          <w:rFonts w:cs="Times New Roman"/>
          <w:sz w:val="28"/>
          <w:szCs w:val="28"/>
        </w:rPr>
        <w:t xml:space="preserve">тов, </w:t>
      </w:r>
      <w:r w:rsidRPr="00731576">
        <w:rPr>
          <w:rFonts w:cs="Times New Roman"/>
          <w:sz w:val="28"/>
          <w:szCs w:val="28"/>
        </w:rPr>
        <w:t>коррекционных</w:t>
      </w:r>
      <w:r>
        <w:rPr>
          <w:rFonts w:cs="Times New Roman"/>
          <w:sz w:val="28"/>
          <w:szCs w:val="28"/>
        </w:rPr>
        <w:t xml:space="preserve"> курсов разрабатываются на основе:</w:t>
      </w:r>
    </w:p>
    <w:p w:rsidR="00237EB3" w:rsidRDefault="00237EB3" w:rsidP="0073157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требова</w:t>
      </w:r>
      <w:r w:rsidRPr="00E23404">
        <w:rPr>
          <w:rFonts w:cs="Times New Roman"/>
          <w:sz w:val="28"/>
          <w:szCs w:val="28"/>
        </w:rPr>
        <w:t xml:space="preserve">ний к </w:t>
      </w:r>
      <w:r>
        <w:rPr>
          <w:rFonts w:cs="Times New Roman"/>
          <w:sz w:val="28"/>
          <w:szCs w:val="28"/>
        </w:rPr>
        <w:t xml:space="preserve">личностным и предметным </w:t>
      </w:r>
      <w:r w:rsidRPr="00E23404">
        <w:rPr>
          <w:rFonts w:cs="Times New Roman"/>
          <w:sz w:val="28"/>
          <w:szCs w:val="28"/>
        </w:rPr>
        <w:t>результ</w:t>
      </w:r>
      <w:r>
        <w:rPr>
          <w:rFonts w:cs="Times New Roman"/>
          <w:sz w:val="28"/>
          <w:szCs w:val="28"/>
        </w:rPr>
        <w:t>атам (возможным результатам) освоения АООП;</w:t>
      </w:r>
    </w:p>
    <w:p w:rsidR="00237EB3" w:rsidRPr="00E23404" w:rsidRDefault="00237EB3" w:rsidP="00731576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программы формирования базовых учебных действий.</w:t>
      </w:r>
    </w:p>
    <w:p w:rsidR="00237EB3" w:rsidRPr="00E23404" w:rsidRDefault="00237EB3" w:rsidP="00731576">
      <w:pPr>
        <w:pStyle w:val="BodyText"/>
        <w:spacing w:after="0" w:line="360" w:lineRule="auto"/>
        <w:ind w:firstLine="709"/>
        <w:jc w:val="both"/>
        <w:rPr>
          <w:color w:val="0070C0"/>
          <w:sz w:val="28"/>
          <w:szCs w:val="28"/>
        </w:rPr>
      </w:pPr>
      <w:r>
        <w:rPr>
          <w:bCs/>
          <w:spacing w:val="2"/>
          <w:sz w:val="28"/>
          <w:szCs w:val="28"/>
        </w:rPr>
        <w:t>Программы учебных предметов, коррекционных курсов должны</w:t>
      </w:r>
      <w:r w:rsidRPr="00E23404">
        <w:rPr>
          <w:bCs/>
          <w:spacing w:val="2"/>
          <w:sz w:val="28"/>
          <w:szCs w:val="28"/>
        </w:rPr>
        <w:t xml:space="preserve"> содержать:</w:t>
      </w:r>
      <w:r w:rsidRPr="00E23404">
        <w:rPr>
          <w:color w:val="0070C0"/>
          <w:sz w:val="28"/>
          <w:szCs w:val="28"/>
        </w:rPr>
        <w:t xml:space="preserve"> </w:t>
      </w:r>
    </w:p>
    <w:p w:rsidR="00237EB3" w:rsidRPr="00E23404" w:rsidRDefault="00237EB3" w:rsidP="00731576">
      <w:pPr>
        <w:pStyle w:val="NoSpacing"/>
        <w:autoSpaceDN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E23404">
        <w:rPr>
          <w:rFonts w:ascii="Times New Roman" w:hAnsi="Times New Roman"/>
          <w:sz w:val="28"/>
          <w:szCs w:val="28"/>
        </w:rPr>
        <w:t> пояснительную записку, в которой конкретизируются общие цели образования с учетом специфики учебного предмета</w:t>
      </w:r>
      <w:r>
        <w:rPr>
          <w:rFonts w:ascii="Times New Roman" w:hAnsi="Times New Roman"/>
          <w:sz w:val="28"/>
          <w:szCs w:val="28"/>
        </w:rPr>
        <w:t>, коррекционного курса</w:t>
      </w:r>
      <w:r w:rsidRPr="00E23404">
        <w:rPr>
          <w:rFonts w:ascii="Times New Roman" w:hAnsi="Times New Roman"/>
          <w:sz w:val="28"/>
          <w:szCs w:val="28"/>
        </w:rPr>
        <w:t>;</w:t>
      </w:r>
    </w:p>
    <w:p w:rsidR="00237EB3" w:rsidRPr="00E23404" w:rsidRDefault="00237EB3" w:rsidP="00731576">
      <w:pPr>
        <w:pStyle w:val="NoSpacing"/>
        <w:autoSpaceDN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E23404">
        <w:rPr>
          <w:rFonts w:ascii="Times New Roman" w:hAnsi="Times New Roman"/>
          <w:sz w:val="28"/>
          <w:szCs w:val="28"/>
        </w:rPr>
        <w:t> общую характеристику учебного предмета</w:t>
      </w:r>
      <w:r>
        <w:rPr>
          <w:rFonts w:ascii="Times New Roman" w:hAnsi="Times New Roman"/>
          <w:sz w:val="28"/>
          <w:szCs w:val="28"/>
        </w:rPr>
        <w:t>, коррекционного курса</w:t>
      </w:r>
      <w:r w:rsidRPr="00E23404">
        <w:rPr>
          <w:rFonts w:ascii="Times New Roman" w:hAnsi="Times New Roman"/>
          <w:sz w:val="28"/>
          <w:szCs w:val="28"/>
        </w:rPr>
        <w:t xml:space="preserve"> с учетом особенностей его освоения обучающимися;</w:t>
      </w:r>
    </w:p>
    <w:p w:rsidR="00237EB3" w:rsidRPr="00E23404" w:rsidRDefault="00237EB3" w:rsidP="00731576">
      <w:pPr>
        <w:pStyle w:val="NoSpacing"/>
        <w:autoSpaceDN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E23404">
        <w:rPr>
          <w:rFonts w:ascii="Times New Roman" w:hAnsi="Times New Roman"/>
          <w:sz w:val="28"/>
          <w:szCs w:val="28"/>
        </w:rPr>
        <w:t> описание места учебного предмета в учебном плане;</w:t>
      </w:r>
    </w:p>
    <w:p w:rsidR="00237EB3" w:rsidRDefault="00237EB3" w:rsidP="00731576">
      <w:pPr>
        <w:pStyle w:val="NoSpacing"/>
        <w:autoSpaceDN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E2340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личностные и предметные </w:t>
      </w:r>
      <w:r w:rsidRPr="00E23404">
        <w:rPr>
          <w:rFonts w:ascii="Times New Roman" w:hAnsi="Times New Roman"/>
          <w:sz w:val="28"/>
          <w:szCs w:val="28"/>
        </w:rPr>
        <w:t>результаты освоения учебного предмета</w:t>
      </w:r>
      <w:r>
        <w:rPr>
          <w:rFonts w:ascii="Times New Roman" w:hAnsi="Times New Roman"/>
          <w:sz w:val="28"/>
          <w:szCs w:val="28"/>
        </w:rPr>
        <w:t>, коррекционного курса</w:t>
      </w:r>
      <w:r w:rsidRPr="00E23404">
        <w:rPr>
          <w:rFonts w:ascii="Times New Roman" w:hAnsi="Times New Roman"/>
          <w:sz w:val="28"/>
          <w:szCs w:val="28"/>
        </w:rPr>
        <w:t>;</w:t>
      </w:r>
    </w:p>
    <w:p w:rsidR="00237EB3" w:rsidRDefault="00237EB3" w:rsidP="00731576">
      <w:pPr>
        <w:pStyle w:val="NoSpacing"/>
        <w:autoSpaceDN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содержание учебного предмета, коррекционного курса;</w:t>
      </w:r>
    </w:p>
    <w:p w:rsidR="00237EB3" w:rsidRPr="00E23404" w:rsidRDefault="00237EB3" w:rsidP="00731576">
      <w:pPr>
        <w:pStyle w:val="NoSpacing"/>
        <w:autoSpaceDN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тематическое планирование с определением основных видов учебной деятельности обучающихся;</w:t>
      </w:r>
    </w:p>
    <w:p w:rsidR="00237EB3" w:rsidRDefault="00237EB3" w:rsidP="00564CB5">
      <w:pPr>
        <w:pStyle w:val="BodyText"/>
        <w:spacing w:after="0" w:line="360" w:lineRule="auto"/>
        <w:ind w:firstLine="709"/>
        <w:jc w:val="both"/>
        <w:rPr>
          <w:bCs/>
          <w:spacing w:val="2"/>
          <w:sz w:val="28"/>
          <w:szCs w:val="28"/>
        </w:rPr>
      </w:pPr>
      <w:r>
        <w:rPr>
          <w:sz w:val="28"/>
          <w:szCs w:val="28"/>
        </w:rPr>
        <w:t>7)</w:t>
      </w:r>
      <w:r w:rsidRPr="00E23404">
        <w:rPr>
          <w:sz w:val="28"/>
          <w:szCs w:val="28"/>
        </w:rPr>
        <w:t> описание материально-технического обеспе</w:t>
      </w:r>
      <w:r>
        <w:rPr>
          <w:sz w:val="28"/>
          <w:szCs w:val="28"/>
        </w:rPr>
        <w:t>чения образовательной деятельности.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Cs/>
          <w:spacing w:val="2"/>
          <w:sz w:val="28"/>
          <w:szCs w:val="28"/>
        </w:rPr>
        <w:t>2.9.6. Программа духовно-нравственного (</w:t>
      </w:r>
      <w:r w:rsidRPr="00B55009">
        <w:rPr>
          <w:bCs/>
          <w:spacing w:val="2"/>
          <w:sz w:val="28"/>
          <w:szCs w:val="28"/>
        </w:rPr>
        <w:t>нравственного</w:t>
      </w:r>
      <w:r>
        <w:rPr>
          <w:bCs/>
          <w:spacing w:val="2"/>
          <w:sz w:val="28"/>
          <w:szCs w:val="28"/>
        </w:rPr>
        <w:t>)</w:t>
      </w:r>
      <w:r w:rsidRPr="00B55009">
        <w:rPr>
          <w:bCs/>
          <w:spacing w:val="2"/>
          <w:sz w:val="28"/>
          <w:szCs w:val="28"/>
        </w:rPr>
        <w:t xml:space="preserve"> развития</w:t>
      </w:r>
      <w:r w:rsidRPr="00E23404">
        <w:rPr>
          <w:b/>
          <w:bCs/>
          <w:spacing w:val="2"/>
          <w:sz w:val="28"/>
          <w:szCs w:val="28"/>
        </w:rPr>
        <w:t xml:space="preserve"> </w:t>
      </w:r>
      <w:r w:rsidRPr="00E23404">
        <w:rPr>
          <w:sz w:val="28"/>
          <w:szCs w:val="28"/>
        </w:rPr>
        <w:t xml:space="preserve">обучающихся с умственной отсталостью (интеллектуальными нарушениями) </w:t>
      </w:r>
      <w:r>
        <w:rPr>
          <w:sz w:val="28"/>
          <w:szCs w:val="28"/>
        </w:rPr>
        <w:br/>
        <w:t xml:space="preserve">(далее – </w:t>
      </w:r>
      <w:r w:rsidRPr="00E23404">
        <w:rPr>
          <w:sz w:val="28"/>
          <w:szCs w:val="28"/>
        </w:rPr>
        <w:t xml:space="preserve">Программа) должна быть направлена на обеспечение </w:t>
      </w:r>
      <w:r>
        <w:rPr>
          <w:sz w:val="28"/>
          <w:szCs w:val="28"/>
        </w:rPr>
        <w:br/>
        <w:t>духовно-нравственного (</w:t>
      </w:r>
      <w:r w:rsidRPr="00E23404">
        <w:rPr>
          <w:sz w:val="28"/>
          <w:szCs w:val="28"/>
        </w:rPr>
        <w:t>нравственного</w:t>
      </w:r>
      <w:r>
        <w:rPr>
          <w:sz w:val="28"/>
          <w:szCs w:val="28"/>
        </w:rPr>
        <w:t>) развития (в соответствии с п</w:t>
      </w:r>
      <w:r w:rsidRPr="00E23404">
        <w:rPr>
          <w:sz w:val="28"/>
          <w:szCs w:val="28"/>
        </w:rPr>
        <w:t>риложением</w:t>
      </w:r>
      <w:r>
        <w:rPr>
          <w:sz w:val="28"/>
          <w:szCs w:val="28"/>
        </w:rPr>
        <w:t xml:space="preserve"> к настоящему Стандарту</w:t>
      </w:r>
      <w:r w:rsidRPr="00E23404">
        <w:rPr>
          <w:sz w:val="28"/>
          <w:szCs w:val="28"/>
        </w:rPr>
        <w:t>) обучающихся в единстве урочной, внеурочной и внешкольной деятельности, в совместной педагогической работе</w:t>
      </w:r>
      <w:r>
        <w:rPr>
          <w:sz w:val="28"/>
          <w:szCs w:val="28"/>
        </w:rPr>
        <w:t xml:space="preserve"> организации</w:t>
      </w:r>
      <w:r w:rsidRPr="00E23404">
        <w:rPr>
          <w:sz w:val="28"/>
          <w:szCs w:val="28"/>
        </w:rPr>
        <w:t>, семьи и других институтов общества.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В основу этой Программы должны бы</w:t>
      </w:r>
      <w:r>
        <w:rPr>
          <w:sz w:val="28"/>
          <w:szCs w:val="28"/>
        </w:rPr>
        <w:t>ть положены ключевые воспитатель</w:t>
      </w:r>
      <w:r w:rsidRPr="00E23404">
        <w:rPr>
          <w:sz w:val="28"/>
          <w:szCs w:val="28"/>
        </w:rPr>
        <w:t>ные задачи, базовые национальные ценности российского общества.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 xml:space="preserve">Программа должна обеспечивать: 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создание системы воспитательных мероприятий, позволяющих обучающемуся осваивать и на практике использовать полученные знания;</w:t>
      </w:r>
    </w:p>
    <w:p w:rsidR="00237EB3" w:rsidRPr="00E23404" w:rsidRDefault="00237EB3" w:rsidP="00564CB5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формирование целостной образовательной среды, включающей урочную, внеурочную и внешкольную деятельность и учитывающей </w:t>
      </w:r>
      <w:r>
        <w:rPr>
          <w:rFonts w:cs="Times New Roman"/>
          <w:sz w:val="28"/>
          <w:szCs w:val="28"/>
        </w:rPr>
        <w:br/>
      </w:r>
      <w:r w:rsidRPr="00E23404">
        <w:rPr>
          <w:rFonts w:cs="Times New Roman"/>
          <w:sz w:val="28"/>
          <w:szCs w:val="28"/>
        </w:rPr>
        <w:t>историко-культурную, этническую и региональную специфику.</w:t>
      </w:r>
    </w:p>
    <w:p w:rsidR="00237EB3" w:rsidRPr="00E23404" w:rsidRDefault="00237EB3" w:rsidP="009173F5">
      <w:pPr>
        <w:pStyle w:val="Standard"/>
      </w:pPr>
      <w:r>
        <w:t>Программа духовно-нравст</w:t>
      </w:r>
      <w:r w:rsidRPr="00E23404">
        <w:t>в</w:t>
      </w:r>
      <w:r>
        <w:t>енного (</w:t>
      </w:r>
      <w:r w:rsidRPr="00E23404">
        <w:t>нравственного</w:t>
      </w:r>
      <w:r>
        <w:t>)</w:t>
      </w:r>
      <w:r w:rsidRPr="00E23404">
        <w:t xml:space="preserve"> развития </w:t>
      </w:r>
      <w:bookmarkStart w:id="4" w:name="_Toc226190165"/>
      <w:bookmarkStart w:id="5" w:name="_Toc226190321"/>
      <w:bookmarkStart w:id="6" w:name="_Toc226190371"/>
      <w:bookmarkStart w:id="7" w:name="_Toc237326447"/>
      <w:bookmarkStart w:id="8" w:name="_Toc237336340"/>
      <w:bookmarkStart w:id="9" w:name="_Toc237336435"/>
      <w:bookmarkStart w:id="10" w:name="_Toc237345038"/>
      <w:bookmarkStart w:id="11" w:name="_Toc237345067"/>
      <w:bookmarkStart w:id="12" w:name="_Toc237401801"/>
      <w:bookmarkStart w:id="13" w:name="_Toc237402141"/>
      <w:bookmarkStart w:id="14" w:name="_Toc237402278"/>
      <w:r>
        <w:t xml:space="preserve">должна включать </w:t>
      </w:r>
      <w:r w:rsidRPr="00E23404">
        <w:t>цель, задачи, основные направления работы, перечень планируемых результатов воспита</w:t>
      </w:r>
      <w:r>
        <w:t>ния (социальных компетенций, моде</w:t>
      </w:r>
      <w:r w:rsidRPr="00E23404">
        <w:t>лей повед</w:t>
      </w:r>
      <w:r>
        <w:t>ения школьников с умственной от</w:t>
      </w:r>
      <w:r w:rsidRPr="00E23404">
        <w:t>сталостью), формы организации работы.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Cs/>
          <w:spacing w:val="2"/>
          <w:sz w:val="28"/>
          <w:szCs w:val="28"/>
        </w:rPr>
        <w:t>2.9</w:t>
      </w:r>
      <w:r w:rsidRPr="00E23404">
        <w:rPr>
          <w:bCs/>
          <w:spacing w:val="2"/>
          <w:sz w:val="28"/>
          <w:szCs w:val="28"/>
        </w:rPr>
        <w:t>.</w:t>
      </w:r>
      <w:r>
        <w:rPr>
          <w:bCs/>
          <w:spacing w:val="2"/>
          <w:sz w:val="28"/>
          <w:szCs w:val="28"/>
        </w:rPr>
        <w:t>7. </w:t>
      </w:r>
      <w:r w:rsidRPr="00E23404">
        <w:rPr>
          <w:sz w:val="28"/>
          <w:szCs w:val="28"/>
        </w:rPr>
        <w:t xml:space="preserve">Программа </w:t>
      </w:r>
      <w:r w:rsidRPr="00564CB5">
        <w:rPr>
          <w:sz w:val="28"/>
          <w:szCs w:val="28"/>
        </w:rPr>
        <w:t>формирования экологической культуры, здорового и безопасного образа жизни</w:t>
      </w:r>
      <w:r w:rsidRPr="00E23404">
        <w:rPr>
          <w:sz w:val="28"/>
          <w:szCs w:val="28"/>
        </w:rPr>
        <w:t xml:space="preserve"> должна обеспечивать</w:t>
      </w:r>
      <w:r>
        <w:rPr>
          <w:rStyle w:val="FootnoteReference"/>
          <w:sz w:val="28"/>
          <w:szCs w:val="28"/>
        </w:rPr>
        <w:footnoteReference w:id="16"/>
      </w:r>
      <w:r w:rsidRPr="00E23404">
        <w:rPr>
          <w:sz w:val="28"/>
          <w:szCs w:val="28"/>
        </w:rPr>
        <w:t>: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формирование представлений об основах экологической культуры на примере экологически сообразного поведения в быту и природе, безопасного для человека и окружающей среды;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про</w:t>
      </w:r>
      <w:r>
        <w:rPr>
          <w:sz w:val="28"/>
          <w:szCs w:val="28"/>
        </w:rPr>
        <w:t>буждение в обучающихся</w:t>
      </w:r>
      <w:r w:rsidRPr="00E23404">
        <w:rPr>
          <w:sz w:val="28"/>
          <w:szCs w:val="28"/>
        </w:rPr>
        <w:t xml:space="preserve"> желания заботиться</w:t>
      </w:r>
      <w:r>
        <w:rPr>
          <w:sz w:val="28"/>
          <w:szCs w:val="28"/>
        </w:rPr>
        <w:t xml:space="preserve"> о своем здоровье (формирова</w:t>
      </w:r>
      <w:r w:rsidRPr="00E23404">
        <w:rPr>
          <w:sz w:val="28"/>
          <w:szCs w:val="28"/>
        </w:rPr>
        <w:t xml:space="preserve">ние заинтересованного отношения к </w:t>
      </w:r>
      <w:r>
        <w:rPr>
          <w:sz w:val="28"/>
          <w:szCs w:val="28"/>
        </w:rPr>
        <w:t>собственному здоровью) путем соблюде</w:t>
      </w:r>
      <w:r w:rsidRPr="00E23404">
        <w:rPr>
          <w:sz w:val="28"/>
          <w:szCs w:val="28"/>
        </w:rPr>
        <w:t>ния правил здорового образа жизни и орга</w:t>
      </w:r>
      <w:r>
        <w:rPr>
          <w:sz w:val="28"/>
          <w:szCs w:val="28"/>
        </w:rPr>
        <w:t>низации здоровьесберегающего харак</w:t>
      </w:r>
      <w:r w:rsidRPr="00E23404">
        <w:rPr>
          <w:sz w:val="28"/>
          <w:szCs w:val="28"/>
        </w:rPr>
        <w:t>тера учебной деятельности и общения;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формирование познавательного интереса и бережного отношения к природе;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rPr>
          <w:sz w:val="28"/>
          <w:szCs w:val="28"/>
        </w:rPr>
      </w:pPr>
      <w:r w:rsidRPr="00E23404">
        <w:rPr>
          <w:sz w:val="28"/>
          <w:szCs w:val="28"/>
        </w:rPr>
        <w:t>формирование установок на использование здорового питания;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rPr>
          <w:sz w:val="28"/>
          <w:szCs w:val="28"/>
        </w:rPr>
      </w:pPr>
      <w:r w:rsidRPr="00E23404">
        <w:rPr>
          <w:sz w:val="28"/>
          <w:szCs w:val="28"/>
        </w:rPr>
        <w:t>использование оптимальных двигател</w:t>
      </w:r>
      <w:r>
        <w:rPr>
          <w:sz w:val="28"/>
          <w:szCs w:val="28"/>
        </w:rPr>
        <w:t xml:space="preserve">ьных режимов для детей с учетом </w:t>
      </w:r>
      <w:r w:rsidRPr="00E23404">
        <w:rPr>
          <w:sz w:val="28"/>
          <w:szCs w:val="28"/>
        </w:rPr>
        <w:t>их возрастных, психологических и иных особенностей, развитие потребности в занятиях физической культурой и спортом;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rPr>
          <w:sz w:val="28"/>
          <w:szCs w:val="28"/>
        </w:rPr>
      </w:pPr>
      <w:r w:rsidRPr="00E23404">
        <w:rPr>
          <w:sz w:val="28"/>
          <w:szCs w:val="28"/>
        </w:rPr>
        <w:t>соблюдение здоровьесозидающих режимов дня;</w:t>
      </w:r>
    </w:p>
    <w:p w:rsidR="00237EB3" w:rsidRPr="00E23404" w:rsidRDefault="00237EB3" w:rsidP="00FE0A63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формирование негативного отношения к фак</w:t>
      </w:r>
      <w:r>
        <w:rPr>
          <w:sz w:val="28"/>
          <w:szCs w:val="28"/>
        </w:rPr>
        <w:t>торам риска здоровью детей (сни</w:t>
      </w:r>
      <w:r w:rsidRPr="00E23404">
        <w:rPr>
          <w:sz w:val="28"/>
          <w:szCs w:val="28"/>
        </w:rPr>
        <w:t>женная двигательная активность, курение, алкоголь, наркотики и другие психоактивные вещества, инфекционные заболевания);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потребности обучающегося</w:t>
      </w:r>
      <w:r w:rsidRPr="00E23404">
        <w:rPr>
          <w:sz w:val="28"/>
          <w:szCs w:val="28"/>
        </w:rPr>
        <w:t xml:space="preserve"> обращаться к врачу по лю</w:t>
      </w:r>
      <w:r>
        <w:rPr>
          <w:sz w:val="28"/>
          <w:szCs w:val="28"/>
        </w:rPr>
        <w:t>бым</w:t>
      </w:r>
      <w:r w:rsidRPr="00E23404">
        <w:rPr>
          <w:sz w:val="28"/>
          <w:szCs w:val="28"/>
        </w:rPr>
        <w:t xml:space="preserve"> вопросам, связанным с особеннос</w:t>
      </w:r>
      <w:r>
        <w:rPr>
          <w:sz w:val="28"/>
          <w:szCs w:val="28"/>
        </w:rPr>
        <w:t>тями роста и развития, состоянием</w:t>
      </w:r>
      <w:r w:rsidRPr="00E23404">
        <w:rPr>
          <w:sz w:val="28"/>
          <w:szCs w:val="28"/>
        </w:rPr>
        <w:t xml:space="preserve"> здоровья,</w:t>
      </w:r>
      <w:r w:rsidRPr="00E23404">
        <w:rPr>
          <w:color w:val="0070C0"/>
          <w:sz w:val="28"/>
          <w:szCs w:val="28"/>
        </w:rPr>
        <w:t xml:space="preserve"> </w:t>
      </w:r>
      <w:r w:rsidRPr="00E23404">
        <w:rPr>
          <w:sz w:val="28"/>
          <w:szCs w:val="28"/>
        </w:rPr>
        <w:t>развитие готовности самостоятельно поддерживать свое здоровье на основе использования навыков личной гигиены;</w:t>
      </w:r>
    </w:p>
    <w:p w:rsidR="00237EB3" w:rsidRPr="00E23404" w:rsidRDefault="00237EB3" w:rsidP="00564CB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формирование умений безопасного поведения в окружающей среде и простейших умений поведения в экстрем</w:t>
      </w:r>
      <w:r>
        <w:rPr>
          <w:sz w:val="28"/>
          <w:szCs w:val="28"/>
        </w:rPr>
        <w:t>альных (чрезвычайных) ситуациях;</w:t>
      </w:r>
    </w:p>
    <w:p w:rsidR="00237EB3" w:rsidRPr="00E23404" w:rsidRDefault="00237EB3" w:rsidP="00564CB5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становление умений противостояния вовлечению в табакокурение, употребление алкоголя, наркотических и сильнодействующих веществ.</w:t>
      </w:r>
    </w:p>
    <w:p w:rsidR="00237EB3" w:rsidRPr="00E96A16" w:rsidRDefault="00237EB3" w:rsidP="00E96A16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E96A16">
        <w:rPr>
          <w:sz w:val="28"/>
          <w:szCs w:val="28"/>
        </w:rPr>
        <w:t>Программа формирования эко</w:t>
      </w:r>
      <w:r w:rsidRPr="00E96A16">
        <w:rPr>
          <w:sz w:val="28"/>
          <w:szCs w:val="28"/>
        </w:rPr>
        <w:softHyphen/>
        <w:t>ло</w:t>
      </w:r>
      <w:r w:rsidRPr="00E96A16">
        <w:rPr>
          <w:sz w:val="28"/>
          <w:szCs w:val="28"/>
        </w:rPr>
        <w:softHyphen/>
        <w:t>ги</w:t>
      </w:r>
      <w:r w:rsidRPr="00E96A16">
        <w:rPr>
          <w:sz w:val="28"/>
          <w:szCs w:val="28"/>
        </w:rPr>
        <w:softHyphen/>
        <w:t>че</w:t>
      </w:r>
      <w:r w:rsidRPr="00E96A16">
        <w:rPr>
          <w:sz w:val="28"/>
          <w:szCs w:val="28"/>
        </w:rPr>
        <w:softHyphen/>
        <w:t>ской культуры, здорового и безопасного образа жизни должна содержать цели, задачи, планируемые результаты, основные направления и перечень организационных форм.</w:t>
      </w:r>
      <w:r w:rsidRPr="00E96A16">
        <w:rPr>
          <w:spacing w:val="2"/>
          <w:sz w:val="28"/>
          <w:szCs w:val="28"/>
        </w:rPr>
        <w:t xml:space="preserve"> </w:t>
      </w:r>
    </w:p>
    <w:p w:rsidR="00237EB3" w:rsidRPr="00EE754D" w:rsidRDefault="00237EB3" w:rsidP="00E96A1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spacing w:val="2"/>
          <w:sz w:val="28"/>
          <w:szCs w:val="28"/>
        </w:rPr>
        <w:t>2.9.8.</w:t>
      </w:r>
      <w:r w:rsidRPr="00EE754D">
        <w:rPr>
          <w:b/>
          <w:sz w:val="28"/>
          <w:szCs w:val="28"/>
        </w:rPr>
        <w:t> </w:t>
      </w:r>
      <w:r w:rsidRPr="00E96A16">
        <w:rPr>
          <w:sz w:val="28"/>
          <w:szCs w:val="28"/>
        </w:rPr>
        <w:t>Программа коррекционной работы</w:t>
      </w:r>
      <w:r>
        <w:rPr>
          <w:sz w:val="28"/>
          <w:szCs w:val="28"/>
        </w:rPr>
        <w:t xml:space="preserve"> (в соответствии с приложением к настоящему Стандарту, вариант 1)</w:t>
      </w:r>
      <w:r w:rsidRPr="00E96A16">
        <w:rPr>
          <w:sz w:val="28"/>
          <w:szCs w:val="28"/>
        </w:rPr>
        <w:t>.</w:t>
      </w:r>
    </w:p>
    <w:p w:rsidR="00237EB3" w:rsidRPr="00E23404" w:rsidRDefault="00237EB3" w:rsidP="00E80855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bCs/>
          <w:spacing w:val="2"/>
          <w:sz w:val="28"/>
          <w:szCs w:val="28"/>
        </w:rPr>
        <w:t>2. 9.9.</w:t>
      </w:r>
      <w:r w:rsidRPr="00E23404">
        <w:rPr>
          <w:bCs/>
          <w:spacing w:val="2"/>
          <w:sz w:val="28"/>
          <w:szCs w:val="28"/>
        </w:rPr>
        <w:t> </w:t>
      </w:r>
      <w:r w:rsidRPr="00B55009">
        <w:rPr>
          <w:sz w:val="28"/>
          <w:szCs w:val="28"/>
        </w:rPr>
        <w:t>Система оценки</w:t>
      </w:r>
      <w:r w:rsidRPr="00E23404">
        <w:rPr>
          <w:b/>
          <w:sz w:val="28"/>
          <w:szCs w:val="28"/>
        </w:rPr>
        <w:t xml:space="preserve"> </w:t>
      </w:r>
      <w:r w:rsidRPr="00E23404">
        <w:rPr>
          <w:sz w:val="28"/>
          <w:szCs w:val="28"/>
        </w:rPr>
        <w:t>достижения планируемых результатов освоения АООП</w:t>
      </w:r>
      <w:r>
        <w:rPr>
          <w:sz w:val="28"/>
          <w:szCs w:val="28"/>
        </w:rPr>
        <w:t xml:space="preserve"> </w:t>
      </w:r>
      <w:r w:rsidRPr="00E23404">
        <w:rPr>
          <w:sz w:val="28"/>
          <w:szCs w:val="28"/>
        </w:rPr>
        <w:t>должна:</w:t>
      </w:r>
    </w:p>
    <w:p w:rsidR="00237EB3" w:rsidRPr="00E23404" w:rsidRDefault="00237EB3" w:rsidP="00E80855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1) закреплять основные направления и цели оценочной деятельности, описание объекта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</w:t>
      </w:r>
    </w:p>
    <w:p w:rsidR="00237EB3" w:rsidRPr="00E23404" w:rsidRDefault="00237EB3" w:rsidP="00E80855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 xml:space="preserve">2) позволять осуществлять оценку динамики учебных достижений обучающихся с умственной отсталостью (интеллектуальными нарушениями) и развития </w:t>
      </w:r>
      <w:r>
        <w:rPr>
          <w:rFonts w:cs="Times New Roman"/>
          <w:sz w:val="28"/>
          <w:szCs w:val="28"/>
        </w:rPr>
        <w:t xml:space="preserve">их </w:t>
      </w:r>
      <w:r w:rsidRPr="00E23404">
        <w:rPr>
          <w:rFonts w:cs="Times New Roman"/>
          <w:sz w:val="28"/>
          <w:szCs w:val="28"/>
        </w:rPr>
        <w:t>жизненной компетенции;</w:t>
      </w:r>
    </w:p>
    <w:p w:rsidR="00237EB3" w:rsidRDefault="00237EB3" w:rsidP="00577400">
      <w:pPr>
        <w:spacing w:line="360" w:lineRule="auto"/>
        <w:ind w:firstLine="709"/>
        <w:contextualSpacing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3) обеспе</w:t>
      </w:r>
      <w:r>
        <w:rPr>
          <w:rFonts w:cs="Times New Roman"/>
          <w:sz w:val="28"/>
          <w:szCs w:val="28"/>
        </w:rPr>
        <w:t>чивать комплексный подход к оце</w:t>
      </w:r>
      <w:r w:rsidRPr="00E23404">
        <w:rPr>
          <w:rFonts w:cs="Times New Roman"/>
          <w:sz w:val="28"/>
          <w:szCs w:val="28"/>
        </w:rPr>
        <w:t>нке результатов освоения АООП, позвол</w:t>
      </w:r>
      <w:r>
        <w:rPr>
          <w:rFonts w:cs="Times New Roman"/>
          <w:sz w:val="28"/>
          <w:szCs w:val="28"/>
        </w:rPr>
        <w:t>яющий оценивать в единстве предме</w:t>
      </w:r>
      <w:r w:rsidRPr="00E23404">
        <w:rPr>
          <w:rFonts w:cs="Times New Roman"/>
          <w:sz w:val="28"/>
          <w:szCs w:val="28"/>
        </w:rPr>
        <w:t>тные</w:t>
      </w:r>
      <w:r>
        <w:rPr>
          <w:rFonts w:cs="Times New Roman"/>
          <w:sz w:val="28"/>
          <w:szCs w:val="28"/>
        </w:rPr>
        <w:t xml:space="preserve"> и личностные результаты его образова</w:t>
      </w:r>
      <w:r w:rsidRPr="00E23404">
        <w:rPr>
          <w:rFonts w:cs="Times New Roman"/>
          <w:sz w:val="28"/>
          <w:szCs w:val="28"/>
        </w:rPr>
        <w:t>ния.</w:t>
      </w:r>
    </w:p>
    <w:p w:rsidR="00237EB3" w:rsidRDefault="00237EB3" w:rsidP="00095819">
      <w:pPr>
        <w:pStyle w:val="BodyText"/>
        <w:spacing w:after="0"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>2.9.10.</w:t>
      </w:r>
      <w:r>
        <w:rPr>
          <w:color w:val="0070C0"/>
          <w:sz w:val="28"/>
          <w:szCs w:val="28"/>
        </w:rPr>
        <w:t> </w:t>
      </w:r>
      <w:r w:rsidRPr="00825D56">
        <w:rPr>
          <w:spacing w:val="2"/>
          <w:sz w:val="28"/>
          <w:szCs w:val="28"/>
        </w:rPr>
        <w:t>Программа</w:t>
      </w:r>
      <w:r w:rsidRPr="00E23404">
        <w:rPr>
          <w:spacing w:val="2"/>
          <w:sz w:val="28"/>
          <w:szCs w:val="28"/>
        </w:rPr>
        <w:t xml:space="preserve"> внеурочной деятельности</w:t>
      </w:r>
      <w:r>
        <w:rPr>
          <w:spacing w:val="2"/>
          <w:sz w:val="28"/>
          <w:szCs w:val="28"/>
        </w:rPr>
        <w:t xml:space="preserve"> включает направления развития личности (в соответствии с приложением к настоящему Стандарту)</w:t>
      </w:r>
      <w:r w:rsidRPr="00E23404">
        <w:rPr>
          <w:spacing w:val="2"/>
          <w:sz w:val="28"/>
          <w:szCs w:val="28"/>
        </w:rPr>
        <w:t>.</w:t>
      </w:r>
    </w:p>
    <w:p w:rsidR="00237EB3" w:rsidRDefault="00237EB3" w:rsidP="00825D56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>Организация самостоятельно разрабатывает и утверждает программу внеурочной деятельности.</w:t>
      </w:r>
    </w:p>
    <w:p w:rsidR="00237EB3" w:rsidRDefault="00237EB3" w:rsidP="00422F16">
      <w:pPr>
        <w:spacing w:line="360" w:lineRule="auto"/>
        <w:ind w:firstLine="709"/>
        <w:contextualSpacing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2.9.11.</w:t>
      </w:r>
      <w:r w:rsidRPr="00E23404">
        <w:rPr>
          <w:rFonts w:cs="Times New Roman"/>
          <w:spacing w:val="2"/>
          <w:sz w:val="28"/>
          <w:szCs w:val="28"/>
        </w:rPr>
        <w:t> </w:t>
      </w:r>
      <w:r w:rsidRPr="00825D56">
        <w:rPr>
          <w:sz w:val="28"/>
          <w:szCs w:val="28"/>
        </w:rPr>
        <w:t>Программа сотрудничества с семьей обучающегося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(в соответствии с Приложением к настоящему Стандарту, вариант 2)</w:t>
      </w:r>
      <w:r w:rsidRPr="00825D56">
        <w:rPr>
          <w:sz w:val="28"/>
          <w:szCs w:val="28"/>
        </w:rPr>
        <w:t>.</w:t>
      </w:r>
    </w:p>
    <w:p w:rsidR="00237EB3" w:rsidRPr="00E23404" w:rsidRDefault="00237EB3" w:rsidP="00373FC9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2.10.12.</w:t>
      </w:r>
      <w:r w:rsidRPr="00E23404">
        <w:rPr>
          <w:b/>
          <w:color w:val="0070C0"/>
          <w:sz w:val="28"/>
          <w:szCs w:val="28"/>
        </w:rPr>
        <w:t> </w:t>
      </w:r>
      <w:r w:rsidRPr="00825D56">
        <w:rPr>
          <w:sz w:val="28"/>
          <w:szCs w:val="28"/>
        </w:rPr>
        <w:t>Система условий</w:t>
      </w:r>
      <w:r w:rsidRPr="00E23404">
        <w:rPr>
          <w:sz w:val="28"/>
          <w:szCs w:val="28"/>
        </w:rPr>
        <w:t xml:space="preserve"> реализации АООП</w:t>
      </w:r>
      <w:r>
        <w:rPr>
          <w:sz w:val="28"/>
          <w:szCs w:val="28"/>
        </w:rPr>
        <w:t xml:space="preserve"> </w:t>
      </w:r>
      <w:r w:rsidRPr="00E23404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требованиями Стандарта (далее ―</w:t>
      </w:r>
      <w:r w:rsidRPr="00E23404">
        <w:rPr>
          <w:sz w:val="28"/>
          <w:szCs w:val="28"/>
        </w:rPr>
        <w:t xml:space="preserve"> система условий) разрабатывается на основе соответствующих требований Стандарта и обеспечивает достижение планируемых (возможных) результатов освоения АООП.</w:t>
      </w:r>
    </w:p>
    <w:p w:rsidR="00237EB3" w:rsidRPr="00E23404" w:rsidRDefault="00237EB3" w:rsidP="00EB4EDF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E23404">
        <w:rPr>
          <w:rFonts w:cs="Times New Roman"/>
          <w:sz w:val="28"/>
          <w:szCs w:val="28"/>
        </w:rPr>
        <w:t>Система услови</w:t>
      </w:r>
      <w:r>
        <w:rPr>
          <w:rFonts w:cs="Times New Roman"/>
          <w:sz w:val="28"/>
          <w:szCs w:val="28"/>
        </w:rPr>
        <w:t>й должна учитывать особенности о</w:t>
      </w:r>
      <w:r w:rsidRPr="00E23404">
        <w:rPr>
          <w:rFonts w:cs="Times New Roman"/>
          <w:sz w:val="28"/>
          <w:szCs w:val="28"/>
        </w:rPr>
        <w:t xml:space="preserve">рганизации, а также её взаимодействие с социальными </w:t>
      </w:r>
      <w:r>
        <w:rPr>
          <w:rFonts w:cs="Times New Roman"/>
          <w:sz w:val="28"/>
          <w:szCs w:val="28"/>
        </w:rPr>
        <w:t>партнерами.</w:t>
      </w:r>
    </w:p>
    <w:p w:rsidR="00237EB3" w:rsidRDefault="00237EB3" w:rsidP="00373FC9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Система условий должна содержать</w:t>
      </w:r>
      <w:r>
        <w:rPr>
          <w:sz w:val="28"/>
          <w:szCs w:val="28"/>
        </w:rPr>
        <w:t>:</w:t>
      </w:r>
    </w:p>
    <w:p w:rsidR="00237EB3" w:rsidRDefault="00237EB3" w:rsidP="00373FC9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 xml:space="preserve"> описание имеющихся условий: кадровых, финансовых, </w:t>
      </w:r>
      <w:r>
        <w:rPr>
          <w:sz w:val="28"/>
          <w:szCs w:val="28"/>
        </w:rPr>
        <w:br/>
      </w:r>
      <w:r w:rsidRPr="00E23404">
        <w:rPr>
          <w:sz w:val="28"/>
          <w:szCs w:val="28"/>
        </w:rPr>
        <w:t>материально-технических</w:t>
      </w:r>
      <w:r>
        <w:rPr>
          <w:sz w:val="28"/>
          <w:szCs w:val="28"/>
        </w:rPr>
        <w:t xml:space="preserve"> </w:t>
      </w:r>
      <w:r w:rsidRPr="00D3206F">
        <w:rPr>
          <w:sz w:val="28"/>
          <w:szCs w:val="28"/>
        </w:rPr>
        <w:t>(включая учебно-методическое и информационное обеспечение);</w:t>
      </w:r>
    </w:p>
    <w:p w:rsidR="00237EB3" w:rsidRPr="00D3206F" w:rsidRDefault="00237EB3" w:rsidP="00825D56">
      <w:pPr>
        <w:spacing w:line="360" w:lineRule="auto"/>
        <w:ind w:firstLine="575"/>
        <w:jc w:val="both"/>
        <w:rPr>
          <w:sz w:val="28"/>
          <w:szCs w:val="28"/>
        </w:rPr>
      </w:pPr>
      <w:r w:rsidRPr="00D3206F">
        <w:rPr>
          <w:sz w:val="28"/>
          <w:szCs w:val="28"/>
        </w:rPr>
        <w:t>контроль за состоянием системы условий.</w:t>
      </w:r>
    </w:p>
    <w:p w:rsidR="00237EB3" w:rsidRPr="00D3206F" w:rsidRDefault="00237EB3" w:rsidP="00825D56">
      <w:pPr>
        <w:tabs>
          <w:tab w:val="left" w:pos="4500"/>
          <w:tab w:val="left" w:pos="9180"/>
          <w:tab w:val="left" w:pos="9360"/>
        </w:tabs>
        <w:spacing w:line="360" w:lineRule="auto"/>
        <w:ind w:firstLine="575"/>
        <w:jc w:val="both"/>
        <w:rPr>
          <w:rFonts w:cs="Times New Roman"/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2.10</w:t>
      </w:r>
      <w:r w:rsidRPr="00E23404">
        <w:rPr>
          <w:spacing w:val="2"/>
          <w:sz w:val="28"/>
          <w:szCs w:val="28"/>
        </w:rPr>
        <w:t>. </w:t>
      </w:r>
      <w:r>
        <w:rPr>
          <w:rFonts w:cs="Times New Roman"/>
          <w:spacing w:val="2"/>
          <w:sz w:val="28"/>
          <w:szCs w:val="28"/>
        </w:rPr>
        <w:t xml:space="preserve">Разработанная организацией АООП </w:t>
      </w:r>
      <w:r w:rsidRPr="00D3206F">
        <w:rPr>
          <w:rFonts w:cs="Times New Roman"/>
          <w:spacing w:val="2"/>
          <w:sz w:val="28"/>
          <w:szCs w:val="28"/>
        </w:rPr>
        <w:t>должна обеспечивать достижение обучающимися результатов освоения АООП в соответствии с требованиями, установленными Стандартом.</w:t>
      </w:r>
    </w:p>
    <w:p w:rsidR="00237EB3" w:rsidRPr="00D3206F" w:rsidRDefault="00237EB3" w:rsidP="00825D56">
      <w:pPr>
        <w:tabs>
          <w:tab w:val="left" w:pos="4500"/>
          <w:tab w:val="left" w:pos="9180"/>
          <w:tab w:val="left" w:pos="9360"/>
        </w:tabs>
        <w:spacing w:line="360" w:lineRule="auto"/>
        <w:ind w:firstLine="575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Реализация АООП </w:t>
      </w:r>
      <w:r w:rsidRPr="00D3206F">
        <w:rPr>
          <w:rFonts w:cs="Times New Roman"/>
          <w:spacing w:val="2"/>
          <w:sz w:val="28"/>
          <w:szCs w:val="28"/>
        </w:rPr>
        <w:t>осуществляется самой</w:t>
      </w:r>
      <w:r>
        <w:rPr>
          <w:rFonts w:cs="Times New Roman"/>
          <w:spacing w:val="2"/>
          <w:sz w:val="28"/>
          <w:szCs w:val="28"/>
        </w:rPr>
        <w:t xml:space="preserve"> о</w:t>
      </w:r>
      <w:r w:rsidRPr="00D3206F">
        <w:rPr>
          <w:rFonts w:cs="Times New Roman"/>
          <w:spacing w:val="2"/>
          <w:sz w:val="28"/>
          <w:szCs w:val="28"/>
        </w:rPr>
        <w:t xml:space="preserve">рганизацией. </w:t>
      </w:r>
      <w:r w:rsidRPr="00574788">
        <w:rPr>
          <w:rFonts w:cs="Times New Roman"/>
          <w:spacing w:val="2"/>
          <w:sz w:val="28"/>
          <w:szCs w:val="28"/>
        </w:rPr>
        <w:t>При отсутствии возможности для реализации внеурочной деятельности</w:t>
      </w:r>
      <w:r>
        <w:rPr>
          <w:rFonts w:cs="Times New Roman"/>
          <w:spacing w:val="2"/>
          <w:sz w:val="28"/>
          <w:szCs w:val="28"/>
        </w:rPr>
        <w:t xml:space="preserve"> организация</w:t>
      </w:r>
      <w:r w:rsidRPr="00D3206F">
        <w:rPr>
          <w:rFonts w:cs="Times New Roman"/>
          <w:spacing w:val="2"/>
          <w:sz w:val="28"/>
          <w:szCs w:val="28"/>
        </w:rPr>
        <w:t xml:space="preserve"> в рамках соответствующих государственных (муниципальных) заданий, формируемых учредителем, использует возможности организаций дополнительного образования, организаций культуры и спорта</w:t>
      </w:r>
      <w:r w:rsidRPr="00D3206F">
        <w:rPr>
          <w:rStyle w:val="FootnoteReference"/>
          <w:spacing w:val="2"/>
          <w:sz w:val="28"/>
          <w:szCs w:val="28"/>
        </w:rPr>
        <w:footnoteReference w:id="17"/>
      </w:r>
      <w:r w:rsidRPr="00D3206F">
        <w:rPr>
          <w:rFonts w:cs="Times New Roman"/>
          <w:spacing w:val="2"/>
          <w:sz w:val="28"/>
          <w:szCs w:val="28"/>
        </w:rPr>
        <w:t>.</w:t>
      </w:r>
    </w:p>
    <w:p w:rsidR="00237EB3" w:rsidRPr="00D3206F" w:rsidRDefault="00237EB3" w:rsidP="00825D56">
      <w:pPr>
        <w:tabs>
          <w:tab w:val="left" w:pos="4500"/>
          <w:tab w:val="left" w:pos="9180"/>
          <w:tab w:val="left" w:pos="9360"/>
        </w:tabs>
        <w:spacing w:line="360" w:lineRule="auto"/>
        <w:ind w:firstLine="575"/>
        <w:jc w:val="both"/>
        <w:rPr>
          <w:rFonts w:cs="Times New Roman"/>
          <w:spacing w:val="2"/>
          <w:sz w:val="28"/>
          <w:szCs w:val="28"/>
        </w:rPr>
      </w:pPr>
      <w:r w:rsidRPr="00D3206F">
        <w:rPr>
          <w:rFonts w:cs="Times New Roman"/>
          <w:spacing w:val="2"/>
          <w:sz w:val="28"/>
          <w:szCs w:val="28"/>
        </w:rPr>
        <w:t xml:space="preserve">В период каникул используются возможности организаций отдыха детей и их оздоровления, тематических лагерных смен, летних школ, создаваемых на базе </w:t>
      </w:r>
      <w:r>
        <w:rPr>
          <w:rFonts w:cs="Times New Roman"/>
          <w:spacing w:val="2"/>
          <w:sz w:val="28"/>
          <w:szCs w:val="28"/>
        </w:rPr>
        <w:t>организаций и организаций</w:t>
      </w:r>
      <w:r w:rsidRPr="00D3206F">
        <w:rPr>
          <w:rFonts w:cs="Times New Roman"/>
          <w:spacing w:val="2"/>
          <w:sz w:val="28"/>
          <w:szCs w:val="28"/>
        </w:rPr>
        <w:t xml:space="preserve"> дополнительного образования.</w:t>
      </w:r>
    </w:p>
    <w:p w:rsidR="00237EB3" w:rsidRPr="00D3206F" w:rsidRDefault="00237EB3" w:rsidP="00825D56">
      <w:pPr>
        <w:tabs>
          <w:tab w:val="left" w:pos="4500"/>
          <w:tab w:val="left" w:pos="9180"/>
          <w:tab w:val="left" w:pos="9360"/>
        </w:tabs>
        <w:spacing w:line="360" w:lineRule="auto"/>
        <w:ind w:firstLine="575"/>
        <w:jc w:val="both"/>
        <w:rPr>
          <w:rFonts w:cs="Times New Roman"/>
          <w:spacing w:val="2"/>
          <w:sz w:val="28"/>
          <w:szCs w:val="28"/>
        </w:rPr>
      </w:pPr>
      <w:r w:rsidRPr="00D3206F">
        <w:rPr>
          <w:rFonts w:cs="Times New Roman"/>
          <w:spacing w:val="2"/>
          <w:sz w:val="28"/>
          <w:szCs w:val="28"/>
        </w:rPr>
        <w:t>В целях обеспечения индивидуальных потребностей обучающихся с</w:t>
      </w:r>
      <w:r>
        <w:rPr>
          <w:rFonts w:cs="Times New Roman"/>
          <w:spacing w:val="2"/>
          <w:sz w:val="28"/>
          <w:szCs w:val="28"/>
        </w:rPr>
        <w:t xml:space="preserve"> умственной отсталостью (интеллектуальными нарушениями) </w:t>
      </w:r>
      <w:r w:rsidRPr="00D3206F">
        <w:rPr>
          <w:rFonts w:cs="Times New Roman"/>
          <w:spacing w:val="2"/>
          <w:sz w:val="28"/>
          <w:szCs w:val="28"/>
        </w:rPr>
        <w:t>в АООП предусматриваются:</w:t>
      </w:r>
    </w:p>
    <w:p w:rsidR="00237EB3" w:rsidRPr="00D3206F" w:rsidRDefault="00237EB3" w:rsidP="00825D56">
      <w:pPr>
        <w:tabs>
          <w:tab w:val="left" w:pos="4500"/>
          <w:tab w:val="left" w:pos="9180"/>
          <w:tab w:val="left" w:pos="9360"/>
        </w:tabs>
        <w:spacing w:line="360" w:lineRule="auto"/>
        <w:ind w:firstLine="575"/>
        <w:jc w:val="both"/>
        <w:rPr>
          <w:rFonts w:cs="Times New Roman"/>
          <w:spacing w:val="2"/>
          <w:sz w:val="28"/>
          <w:szCs w:val="28"/>
        </w:rPr>
      </w:pPr>
      <w:r w:rsidRPr="00D3206F">
        <w:rPr>
          <w:rFonts w:cs="Times New Roman"/>
          <w:spacing w:val="2"/>
          <w:sz w:val="28"/>
          <w:szCs w:val="28"/>
        </w:rPr>
        <w:t>учебные курсы, обеспечивающие различные интересы обучающихся, в том числе этнокультурные;</w:t>
      </w:r>
    </w:p>
    <w:p w:rsidR="00237EB3" w:rsidRDefault="00237EB3" w:rsidP="00825D56">
      <w:pPr>
        <w:tabs>
          <w:tab w:val="left" w:pos="4500"/>
          <w:tab w:val="left" w:pos="9180"/>
          <w:tab w:val="left" w:pos="9360"/>
        </w:tabs>
        <w:spacing w:line="360" w:lineRule="auto"/>
        <w:ind w:firstLine="575"/>
        <w:jc w:val="both"/>
        <w:rPr>
          <w:rFonts w:cs="Times New Roman"/>
          <w:spacing w:val="2"/>
          <w:sz w:val="28"/>
          <w:szCs w:val="28"/>
        </w:rPr>
      </w:pPr>
      <w:r w:rsidRPr="00D3206F">
        <w:rPr>
          <w:rFonts w:cs="Times New Roman"/>
          <w:spacing w:val="2"/>
          <w:sz w:val="28"/>
          <w:szCs w:val="28"/>
        </w:rPr>
        <w:t>внеурочная деятельность.</w:t>
      </w:r>
    </w:p>
    <w:p w:rsidR="00237EB3" w:rsidRPr="00D3206F" w:rsidRDefault="00237EB3" w:rsidP="00825D56">
      <w:pPr>
        <w:tabs>
          <w:tab w:val="left" w:pos="4500"/>
          <w:tab w:val="left" w:pos="9180"/>
          <w:tab w:val="left" w:pos="9360"/>
        </w:tabs>
        <w:spacing w:line="360" w:lineRule="auto"/>
        <w:ind w:firstLine="575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2.11. </w:t>
      </w:r>
      <w:r w:rsidRPr="00D3206F">
        <w:rPr>
          <w:rFonts w:cs="Times New Roman"/>
          <w:spacing w:val="2"/>
          <w:sz w:val="28"/>
          <w:szCs w:val="28"/>
        </w:rPr>
        <w:t xml:space="preserve">АООП </w:t>
      </w:r>
      <w:r>
        <w:rPr>
          <w:rFonts w:cs="Times New Roman"/>
          <w:spacing w:val="2"/>
          <w:sz w:val="28"/>
          <w:szCs w:val="28"/>
        </w:rPr>
        <w:t>должна учитывать тип о</w:t>
      </w:r>
      <w:r w:rsidRPr="00D3206F">
        <w:rPr>
          <w:rFonts w:cs="Times New Roman"/>
          <w:spacing w:val="2"/>
          <w:sz w:val="28"/>
          <w:szCs w:val="28"/>
        </w:rPr>
        <w:t>рганизации, а также образовательные потребности и запросы</w:t>
      </w:r>
      <w:r>
        <w:rPr>
          <w:rFonts w:cs="Times New Roman"/>
          <w:spacing w:val="2"/>
          <w:sz w:val="28"/>
          <w:szCs w:val="28"/>
        </w:rPr>
        <w:t xml:space="preserve"> обучающихся с умственной отсталостью (интеллектуальными нарушениями)</w:t>
      </w:r>
      <w:r w:rsidRPr="00D3206F">
        <w:rPr>
          <w:rFonts w:cs="Times New Roman"/>
          <w:spacing w:val="2"/>
          <w:sz w:val="28"/>
          <w:szCs w:val="28"/>
        </w:rPr>
        <w:t>.</w:t>
      </w:r>
    </w:p>
    <w:p w:rsidR="00237EB3" w:rsidRPr="00D3206F" w:rsidRDefault="00237EB3" w:rsidP="00825D56">
      <w:pPr>
        <w:spacing w:line="360" w:lineRule="auto"/>
        <w:ind w:firstLine="575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2.12. </w:t>
      </w:r>
      <w:r w:rsidRPr="00D3206F">
        <w:rPr>
          <w:sz w:val="28"/>
          <w:szCs w:val="28"/>
        </w:rPr>
        <w:t xml:space="preserve">Организация временного режима обучения обучающихся с </w:t>
      </w:r>
      <w:r>
        <w:rPr>
          <w:rFonts w:cs="Times New Roman"/>
          <w:spacing w:val="2"/>
          <w:sz w:val="28"/>
          <w:szCs w:val="28"/>
        </w:rPr>
        <w:t xml:space="preserve">умственной отсталостью (интеллектуальными нарушениями) </w:t>
      </w:r>
      <w:r w:rsidRPr="00D3206F">
        <w:rPr>
          <w:rFonts w:cs="Times New Roman"/>
          <w:sz w:val="28"/>
          <w:szCs w:val="28"/>
        </w:rPr>
        <w:t>по АООП</w:t>
      </w:r>
      <w:r>
        <w:rPr>
          <w:rFonts w:cs="Times New Roman"/>
          <w:sz w:val="28"/>
          <w:szCs w:val="28"/>
        </w:rPr>
        <w:t xml:space="preserve"> </w:t>
      </w:r>
      <w:r w:rsidRPr="00D3206F">
        <w:rPr>
          <w:sz w:val="28"/>
          <w:szCs w:val="28"/>
        </w:rPr>
        <w:t>должна соответствовать их особым образовательным потребностям и учитывать их индивидуальные возможности.</w:t>
      </w:r>
    </w:p>
    <w:p w:rsidR="00237EB3" w:rsidRPr="00327A07" w:rsidRDefault="00237EB3" w:rsidP="00825D56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sz w:val="28"/>
          <w:szCs w:val="28"/>
        </w:rPr>
        <w:t>2</w:t>
      </w:r>
      <w:r w:rsidRPr="00D3206F">
        <w:rPr>
          <w:rFonts w:cs="Times New Roman"/>
          <w:sz w:val="28"/>
          <w:szCs w:val="28"/>
        </w:rPr>
        <w:t xml:space="preserve">.12.1. </w:t>
      </w:r>
      <w:r w:rsidRPr="00D3206F">
        <w:rPr>
          <w:sz w:val="28"/>
          <w:szCs w:val="28"/>
        </w:rPr>
        <w:t xml:space="preserve">Для профилактики переутомления обучающихся в годовом календарном учебном плане должны быть предусмотрены равномерно </w:t>
      </w:r>
      <w:r w:rsidRPr="00327A07">
        <w:rPr>
          <w:sz w:val="28"/>
          <w:szCs w:val="28"/>
        </w:rPr>
        <w:t>распределенные периоды учебного времени и каникул.</w:t>
      </w:r>
    </w:p>
    <w:p w:rsidR="00237EB3" w:rsidRPr="00327A07" w:rsidRDefault="00237EB3" w:rsidP="00825D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327A07">
        <w:rPr>
          <w:sz w:val="28"/>
          <w:szCs w:val="28"/>
        </w:rPr>
        <w:t>Продолжительность занятий, продолжительность перемен между уроками и коррекционно-развивающими занятиями и внеурочной деятельностью определяется действующим</w:t>
      </w:r>
      <w:r>
        <w:rPr>
          <w:sz w:val="28"/>
          <w:szCs w:val="28"/>
        </w:rPr>
        <w:t>и</w:t>
      </w:r>
      <w:r w:rsidRPr="00327A07"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санитарно-эпидемиологическими требованиями</w:t>
      </w:r>
      <w:r w:rsidRPr="00327A07">
        <w:rPr>
          <w:rFonts w:cs="Times New Roman"/>
          <w:sz w:val="28"/>
          <w:szCs w:val="28"/>
        </w:rPr>
        <w:t xml:space="preserve"> к условиям и </w:t>
      </w:r>
      <w:r>
        <w:rPr>
          <w:rFonts w:cs="Times New Roman"/>
          <w:sz w:val="28"/>
          <w:szCs w:val="28"/>
        </w:rPr>
        <w:t xml:space="preserve">организации обучения обучающихся с </w:t>
      </w:r>
      <w:r>
        <w:rPr>
          <w:rFonts w:cs="Times New Roman"/>
          <w:spacing w:val="2"/>
          <w:sz w:val="28"/>
          <w:szCs w:val="28"/>
        </w:rPr>
        <w:t>умственной отсталостью (интеллектуальными нарушениями)</w:t>
      </w:r>
      <w:r>
        <w:rPr>
          <w:rFonts w:cs="Times New Roman"/>
          <w:sz w:val="28"/>
          <w:szCs w:val="28"/>
        </w:rPr>
        <w:t>.</w:t>
      </w:r>
    </w:p>
    <w:p w:rsidR="00237EB3" w:rsidRDefault="00237EB3" w:rsidP="00373FC9">
      <w:pPr>
        <w:pStyle w:val="BodyText"/>
        <w:spacing w:after="0" w:line="360" w:lineRule="auto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2</w:t>
      </w:r>
      <w:r w:rsidRPr="00825D56">
        <w:rPr>
          <w:sz w:val="28"/>
          <w:szCs w:val="28"/>
        </w:rPr>
        <w:t>.13</w:t>
      </w:r>
      <w:r w:rsidRPr="00D3206F">
        <w:t>.</w:t>
      </w:r>
      <w:r>
        <w:t> </w:t>
      </w:r>
      <w:r w:rsidRPr="00F85344">
        <w:rPr>
          <w:spacing w:val="2"/>
          <w:sz w:val="28"/>
          <w:szCs w:val="28"/>
        </w:rPr>
        <w:t xml:space="preserve">Определение варианта АООП </w:t>
      </w:r>
      <w:r w:rsidRPr="00E23404">
        <w:rPr>
          <w:spacing w:val="2"/>
          <w:sz w:val="28"/>
          <w:szCs w:val="28"/>
        </w:rPr>
        <w:t xml:space="preserve">осуществляется на основе рекомендаций ПМПК, сформулированных по результатам его комплексного психолого-медико-педагогического обследования, </w:t>
      </w:r>
      <w:r>
        <w:rPr>
          <w:spacing w:val="2"/>
          <w:sz w:val="28"/>
          <w:szCs w:val="28"/>
        </w:rPr>
        <w:t xml:space="preserve">в случае наличия у обучающегося инвалидности </w:t>
      </w:r>
      <w:r w:rsidRPr="00E23404">
        <w:rPr>
          <w:spacing w:val="2"/>
          <w:sz w:val="28"/>
          <w:szCs w:val="28"/>
        </w:rPr>
        <w:t>с</w:t>
      </w:r>
      <w:r>
        <w:rPr>
          <w:spacing w:val="2"/>
          <w:sz w:val="28"/>
          <w:szCs w:val="28"/>
        </w:rPr>
        <w:t> </w:t>
      </w:r>
      <w:r w:rsidRPr="00E23404">
        <w:rPr>
          <w:spacing w:val="2"/>
          <w:sz w:val="28"/>
          <w:szCs w:val="28"/>
        </w:rPr>
        <w:t>учетом ИПР</w:t>
      </w:r>
      <w:r>
        <w:rPr>
          <w:spacing w:val="2"/>
          <w:sz w:val="28"/>
          <w:szCs w:val="28"/>
        </w:rPr>
        <w:t xml:space="preserve"> и мнения родителей (законных представителей).</w:t>
      </w:r>
    </w:p>
    <w:p w:rsidR="00237EB3" w:rsidRPr="00D3206F" w:rsidRDefault="00237EB3" w:rsidP="00F85344">
      <w:pPr>
        <w:pStyle w:val="Standard"/>
        <w:ind w:firstLine="575"/>
      </w:pPr>
      <w:r w:rsidRPr="00D3206F">
        <w:t>В</w:t>
      </w:r>
      <w:r>
        <w:t xml:space="preserve"> </w:t>
      </w:r>
      <w:r w:rsidRPr="00D3206F">
        <w:t>процессе освоения АООП сохраняется возможность перехода обучающегося</w:t>
      </w:r>
      <w:r>
        <w:t xml:space="preserve"> с одного варианта АООП</w:t>
      </w:r>
      <w:r>
        <w:rPr>
          <w:spacing w:val="2"/>
        </w:rPr>
        <w:t xml:space="preserve"> </w:t>
      </w:r>
      <w:r w:rsidRPr="00D3206F">
        <w:t>на другой.</w:t>
      </w:r>
      <w:r>
        <w:t xml:space="preserve"> </w:t>
      </w:r>
      <w:r w:rsidRPr="00D3206F">
        <w:t xml:space="preserve">Основанием для этого является заключение ПМПК. Перевод обучающегося с </w:t>
      </w:r>
      <w:r>
        <w:t xml:space="preserve">умственной отсталостью (интеллектуальными нарушениями) </w:t>
      </w:r>
      <w:r w:rsidRPr="00D3206F">
        <w:t>с одного варианта прог</w:t>
      </w:r>
      <w:r>
        <w:t>раммы на другой осуществляется о</w:t>
      </w:r>
      <w:r w:rsidRPr="00D3206F">
        <w:t>рганизацией на основании комплексной о</w:t>
      </w:r>
      <w:r>
        <w:t>ценки результатов освоения АООП</w:t>
      </w:r>
      <w:r w:rsidRPr="00D3206F">
        <w:t xml:space="preserve"> по</w:t>
      </w:r>
      <w:r>
        <w:t> </w:t>
      </w:r>
      <w:r w:rsidRPr="00D3206F">
        <w:t>рекомендации ПМПК и с учетом мнения родителей (законных представителей) в</w:t>
      </w:r>
      <w:r>
        <w:t> </w:t>
      </w:r>
      <w:r w:rsidRPr="00D3206F">
        <w:t>порядке, установленном законодательством Российской Федерации.</w:t>
      </w:r>
    </w:p>
    <w:p w:rsidR="00237EB3" w:rsidRDefault="00237EB3" w:rsidP="00D85405">
      <w:pPr>
        <w:widowControl/>
        <w:tabs>
          <w:tab w:val="left" w:pos="0"/>
        </w:tabs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</w:p>
    <w:p w:rsidR="00237EB3" w:rsidRDefault="00237EB3" w:rsidP="00D85405">
      <w:pPr>
        <w:widowControl/>
        <w:tabs>
          <w:tab w:val="left" w:pos="0"/>
        </w:tabs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</w:p>
    <w:p w:rsidR="00237EB3" w:rsidRDefault="00237EB3" w:rsidP="00D85405">
      <w:pPr>
        <w:widowControl/>
        <w:tabs>
          <w:tab w:val="left" w:pos="0"/>
        </w:tabs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</w:p>
    <w:p w:rsidR="00237EB3" w:rsidRDefault="00237EB3" w:rsidP="00D85405">
      <w:pPr>
        <w:widowControl/>
        <w:tabs>
          <w:tab w:val="left" w:pos="0"/>
        </w:tabs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</w:p>
    <w:p w:rsidR="00237EB3" w:rsidRDefault="00237EB3" w:rsidP="00D85405">
      <w:pPr>
        <w:widowControl/>
        <w:tabs>
          <w:tab w:val="left" w:pos="0"/>
        </w:tabs>
        <w:spacing w:line="360" w:lineRule="auto"/>
        <w:ind w:firstLine="575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3</w:t>
      </w:r>
      <w:r w:rsidRPr="00E23404">
        <w:rPr>
          <w:rFonts w:cs="Times New Roman"/>
          <w:b/>
          <w:bCs/>
          <w:sz w:val="28"/>
          <w:szCs w:val="28"/>
        </w:rPr>
        <w:t xml:space="preserve">. Требования к условиям реализации </w:t>
      </w:r>
      <w:r>
        <w:rPr>
          <w:rFonts w:cs="Times New Roman"/>
          <w:b/>
          <w:bCs/>
          <w:sz w:val="28"/>
          <w:szCs w:val="28"/>
        </w:rPr>
        <w:t>АООП</w:t>
      </w:r>
    </w:p>
    <w:p w:rsidR="00237EB3" w:rsidRPr="00E23404" w:rsidRDefault="00237EB3" w:rsidP="00D85405">
      <w:pPr>
        <w:widowControl/>
        <w:tabs>
          <w:tab w:val="left" w:pos="0"/>
        </w:tabs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>.1. Стандарт определяет требования к кадровым, финансовым, материально-техническим и иным условиям</w:t>
      </w:r>
      <w:r w:rsidRPr="00E23404">
        <w:rPr>
          <w:rStyle w:val="2"/>
          <w:rFonts w:cs="Times New Roman"/>
          <w:sz w:val="28"/>
          <w:szCs w:val="28"/>
        </w:rPr>
        <w:footnoteReference w:id="18"/>
      </w:r>
      <w:r w:rsidRPr="00E23404">
        <w:rPr>
          <w:rFonts w:cs="Times New Roman"/>
          <w:sz w:val="28"/>
          <w:szCs w:val="28"/>
        </w:rPr>
        <w:t xml:space="preserve"> получения образования обучающимися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).</w:t>
      </w:r>
    </w:p>
    <w:p w:rsidR="00237EB3" w:rsidRPr="00E23404" w:rsidRDefault="00237EB3" w:rsidP="00D85405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B62B62">
        <w:rPr>
          <w:rFonts w:cs="Times New Roman"/>
          <w:sz w:val="28"/>
          <w:szCs w:val="28"/>
        </w:rPr>
        <w:t>3.2. Требования</w:t>
      </w:r>
      <w:r w:rsidRPr="00E23404">
        <w:rPr>
          <w:rFonts w:cs="Times New Roman"/>
          <w:sz w:val="28"/>
          <w:szCs w:val="28"/>
        </w:rPr>
        <w:t xml:space="preserve"> к условиям получения образования обучающимися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 представляют собой интегративное описание совокупности условий, необходимых для реализации АООП</w:t>
      </w:r>
      <w:r>
        <w:rPr>
          <w:rFonts w:cs="Times New Roman"/>
          <w:sz w:val="28"/>
          <w:szCs w:val="28"/>
        </w:rPr>
        <w:t>,</w:t>
      </w:r>
      <w:r w:rsidRPr="00E23404">
        <w:rPr>
          <w:rFonts w:cs="Times New Roman"/>
          <w:sz w:val="28"/>
          <w:szCs w:val="28"/>
        </w:rPr>
        <w:t xml:space="preserve"> и структурируются по сферам ресурсного обеспечения. Интегративным результатом реализации указанных требований является создание комфортной коррекционно-развивающей образовательной среды для обучающихся, построенной с учетом их образовательных потребностей, которая обеспечивает высокое качество образования, его доступность, открытость и привлекательность для обучающихся, их родителей (законных представителей), нравст</w:t>
      </w:r>
      <w:r>
        <w:rPr>
          <w:rFonts w:cs="Times New Roman"/>
          <w:sz w:val="28"/>
          <w:szCs w:val="28"/>
        </w:rPr>
        <w:t>венное развитие обучающихся,</w:t>
      </w:r>
      <w:r w:rsidRPr="00E23404">
        <w:rPr>
          <w:rFonts w:cs="Times New Roman"/>
          <w:sz w:val="28"/>
          <w:szCs w:val="28"/>
        </w:rPr>
        <w:t xml:space="preserve"> гарантирует охрану и укрепление физического, психического и социального здоровья обучающихся.</w:t>
      </w:r>
      <w:r w:rsidRPr="00E23404">
        <w:rPr>
          <w:rFonts w:cs="Times New Roman"/>
          <w:caps/>
          <w:sz w:val="28"/>
          <w:szCs w:val="28"/>
        </w:rPr>
        <w:t xml:space="preserve"> </w:t>
      </w:r>
    </w:p>
    <w:p w:rsidR="00237EB3" w:rsidRPr="00E23404" w:rsidRDefault="00237EB3">
      <w:pPr>
        <w:shd w:val="clear" w:color="auto" w:fill="FFFFFF"/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>.3. Организация создает условия для реализации АООП, обеспечивающие возможность</w:t>
      </w:r>
      <w:r>
        <w:rPr>
          <w:rStyle w:val="FootnoteReference"/>
          <w:sz w:val="28"/>
          <w:szCs w:val="28"/>
        </w:rPr>
        <w:footnoteReference w:id="19"/>
      </w:r>
      <w:r w:rsidRPr="00E23404">
        <w:rPr>
          <w:rFonts w:cs="Times New Roman"/>
          <w:sz w:val="28"/>
          <w:szCs w:val="28"/>
        </w:rPr>
        <w:t>: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>достижения планируемых результатов освоения обучающимися АООП;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 xml:space="preserve">выявления и развития способностей обучающихся через систему клубов, секций, студий и кружков, организацию общественно-полезной </w:t>
      </w:r>
      <w:r>
        <w:rPr>
          <w:rFonts w:cs="Times New Roman"/>
          <w:caps w:val="0"/>
          <w:sz w:val="28"/>
          <w:szCs w:val="28"/>
        </w:rPr>
        <w:t>деятельности, в том числе</w:t>
      </w:r>
      <w:r w:rsidRPr="00E23404">
        <w:rPr>
          <w:rFonts w:cs="Times New Roman"/>
          <w:caps w:val="0"/>
          <w:sz w:val="28"/>
          <w:szCs w:val="28"/>
        </w:rPr>
        <w:t xml:space="preserve"> с использованием возможностей </w:t>
      </w:r>
      <w:r>
        <w:rPr>
          <w:rFonts w:cs="Times New Roman"/>
          <w:caps w:val="0"/>
          <w:sz w:val="28"/>
          <w:szCs w:val="28"/>
        </w:rPr>
        <w:t xml:space="preserve">организаций </w:t>
      </w:r>
      <w:r w:rsidRPr="00E23404">
        <w:rPr>
          <w:rFonts w:cs="Times New Roman"/>
          <w:caps w:val="0"/>
          <w:sz w:val="28"/>
          <w:szCs w:val="28"/>
        </w:rPr>
        <w:t>дополнительного образования;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>уче</w:t>
      </w:r>
      <w:r>
        <w:rPr>
          <w:rFonts w:cs="Times New Roman"/>
          <w:caps w:val="0"/>
          <w:sz w:val="28"/>
          <w:szCs w:val="28"/>
        </w:rPr>
        <w:t>та образовательных потребностей -</w:t>
      </w:r>
      <w:r w:rsidRPr="00E23404">
        <w:rPr>
          <w:rFonts w:cs="Times New Roman"/>
          <w:caps w:val="0"/>
          <w:sz w:val="28"/>
          <w:szCs w:val="28"/>
        </w:rPr>
        <w:t xml:space="preserve"> общих для всех обучающихся с умственной отсталостью (</w:t>
      </w:r>
      <w:r w:rsidRPr="00E23404">
        <w:rPr>
          <w:rFonts w:cs="Times New Roman"/>
          <w:bCs/>
          <w:caps w:val="0"/>
          <w:sz w:val="28"/>
          <w:szCs w:val="28"/>
        </w:rPr>
        <w:t>интеллектуальными нарушениями</w:t>
      </w:r>
      <w:r>
        <w:rPr>
          <w:rFonts w:cs="Times New Roman"/>
          <w:caps w:val="0"/>
          <w:sz w:val="28"/>
          <w:szCs w:val="28"/>
        </w:rPr>
        <w:t>)</w:t>
      </w:r>
      <w:r w:rsidRPr="00E23404">
        <w:rPr>
          <w:rFonts w:cs="Times New Roman"/>
          <w:caps w:val="0"/>
          <w:sz w:val="28"/>
          <w:szCs w:val="28"/>
        </w:rPr>
        <w:t xml:space="preserve"> и специфических </w:t>
      </w:r>
      <w:r>
        <w:rPr>
          <w:rFonts w:cs="Times New Roman"/>
          <w:caps w:val="0"/>
          <w:sz w:val="28"/>
          <w:szCs w:val="28"/>
        </w:rPr>
        <w:t xml:space="preserve">- </w:t>
      </w:r>
      <w:r w:rsidRPr="00E23404">
        <w:rPr>
          <w:rFonts w:cs="Times New Roman"/>
          <w:caps w:val="0"/>
          <w:sz w:val="28"/>
          <w:szCs w:val="28"/>
        </w:rPr>
        <w:t>для отдельных групп;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>расширения социального опыта и социальных контактов обучающихся, в том числе со сверстниками, не имеющими ограничений здоровья;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>участия педагогических работников, родителей (законных представителей) обучающихся и общественности в разработке АООП, проектировании и развитии социальной среды</w:t>
      </w:r>
      <w:r>
        <w:rPr>
          <w:rFonts w:cs="Times New Roman"/>
          <w:caps w:val="0"/>
          <w:sz w:val="28"/>
          <w:szCs w:val="28"/>
        </w:rPr>
        <w:t xml:space="preserve"> организации</w:t>
      </w:r>
      <w:r w:rsidRPr="00E23404">
        <w:rPr>
          <w:rFonts w:cs="Times New Roman"/>
          <w:caps w:val="0"/>
          <w:sz w:val="28"/>
          <w:szCs w:val="28"/>
        </w:rPr>
        <w:t>, а также в формировании и реализации индивидуальных образовательных маршрутов обучающихся</w:t>
      </w:r>
      <w:r>
        <w:rPr>
          <w:rFonts w:cs="Times New Roman"/>
          <w:caps w:val="0"/>
          <w:sz w:val="28"/>
          <w:szCs w:val="28"/>
        </w:rPr>
        <w:t xml:space="preserve">, </w:t>
      </w:r>
      <w:r>
        <w:rPr>
          <w:caps w:val="0"/>
          <w:sz w:val="28"/>
          <w:szCs w:val="28"/>
        </w:rPr>
        <w:t>поддержке</w:t>
      </w:r>
      <w:r w:rsidRPr="00D3206F">
        <w:rPr>
          <w:caps w:val="0"/>
          <w:sz w:val="28"/>
          <w:szCs w:val="28"/>
        </w:rPr>
        <w:t xml:space="preserve"> родителей (законных представителей) в воспитании обучающихся, охране и ук</w:t>
      </w:r>
      <w:r>
        <w:rPr>
          <w:caps w:val="0"/>
          <w:sz w:val="28"/>
          <w:szCs w:val="28"/>
        </w:rPr>
        <w:t>реплении их здоровья, вовлечении</w:t>
      </w:r>
      <w:r w:rsidRPr="00D3206F">
        <w:rPr>
          <w:caps w:val="0"/>
          <w:sz w:val="28"/>
          <w:szCs w:val="28"/>
        </w:rPr>
        <w:t xml:space="preserve"> семей непосредственно в образовательную деятельность</w:t>
      </w:r>
      <w:r w:rsidRPr="00E23404">
        <w:rPr>
          <w:rFonts w:cs="Times New Roman"/>
          <w:caps w:val="0"/>
          <w:sz w:val="28"/>
          <w:szCs w:val="28"/>
        </w:rPr>
        <w:t>;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>эффективного использования времени, отведенного на реализацию обязательной части АООП</w:t>
      </w:r>
      <w:r>
        <w:rPr>
          <w:rFonts w:cs="Times New Roman"/>
          <w:caps w:val="0"/>
          <w:sz w:val="28"/>
          <w:szCs w:val="28"/>
        </w:rPr>
        <w:t xml:space="preserve"> </w:t>
      </w:r>
      <w:r w:rsidRPr="00E23404">
        <w:rPr>
          <w:rFonts w:cs="Times New Roman"/>
          <w:caps w:val="0"/>
          <w:sz w:val="28"/>
          <w:szCs w:val="28"/>
        </w:rPr>
        <w:t>и части, формируемой участниками образовательных отношений, в соответствии с запросами обучающихся и их родителей (законных представит</w:t>
      </w:r>
      <w:r>
        <w:rPr>
          <w:rFonts w:cs="Times New Roman"/>
          <w:caps w:val="0"/>
          <w:sz w:val="28"/>
          <w:szCs w:val="28"/>
        </w:rPr>
        <w:t>елей), спецификой деятельности организации</w:t>
      </w:r>
      <w:r w:rsidRPr="00E23404">
        <w:rPr>
          <w:rFonts w:cs="Times New Roman"/>
          <w:caps w:val="0"/>
          <w:sz w:val="28"/>
          <w:szCs w:val="28"/>
        </w:rPr>
        <w:t xml:space="preserve"> и с учетом особенностей субъекта Российской Федерации;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>использо</w:t>
      </w:r>
      <w:r>
        <w:rPr>
          <w:rFonts w:cs="Times New Roman"/>
          <w:caps w:val="0"/>
          <w:sz w:val="28"/>
          <w:szCs w:val="28"/>
        </w:rPr>
        <w:t>вания в образовательной деятельности</w:t>
      </w:r>
      <w:r w:rsidRPr="00E23404">
        <w:rPr>
          <w:rFonts w:cs="Times New Roman"/>
          <w:caps w:val="0"/>
          <w:sz w:val="28"/>
          <w:szCs w:val="28"/>
        </w:rPr>
        <w:t xml:space="preserve"> современных образовательных технологий деятельностного типа, в том числе информационных;</w:t>
      </w:r>
    </w:p>
    <w:p w:rsidR="00237EB3" w:rsidRPr="00E23404" w:rsidRDefault="00237EB3">
      <w:pPr>
        <w:pStyle w:val="ListParagraph"/>
        <w:ind w:left="0" w:firstLine="575"/>
        <w:jc w:val="both"/>
        <w:rPr>
          <w:rFonts w:cs="Times New Roman"/>
          <w:caps w:val="0"/>
          <w:sz w:val="28"/>
          <w:szCs w:val="28"/>
        </w:rPr>
      </w:pPr>
      <w:r w:rsidRPr="00E23404">
        <w:rPr>
          <w:rFonts w:cs="Times New Roman"/>
          <w:caps w:val="0"/>
          <w:sz w:val="28"/>
          <w:szCs w:val="28"/>
        </w:rPr>
        <w:t>обновления содержания АООП, а также методик и технологий их реализации в соответствии с динамикой развития системы образования, запросов и потребностей обучающихся и их родителей (законных представителей), а также с учетом особенностей субъекта Российской Федерации;</w:t>
      </w:r>
    </w:p>
    <w:p w:rsidR="00237EB3" w:rsidRPr="00E23404" w:rsidRDefault="00237EB3">
      <w:pPr>
        <w:pStyle w:val="ListParagraph"/>
        <w:widowControl/>
        <w:tabs>
          <w:tab w:val="left" w:pos="0"/>
        </w:tabs>
        <w:ind w:left="0"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caps w:val="0"/>
          <w:sz w:val="28"/>
          <w:szCs w:val="28"/>
        </w:rPr>
        <w:t>эффективного управления о</w:t>
      </w:r>
      <w:r w:rsidRPr="00E23404">
        <w:rPr>
          <w:rFonts w:cs="Times New Roman"/>
          <w:caps w:val="0"/>
          <w:sz w:val="28"/>
          <w:szCs w:val="28"/>
        </w:rPr>
        <w:t>рганизацией с использованием информационно-коммуникационных технологий, а также современных механизмов финансирования.</w:t>
      </w:r>
    </w:p>
    <w:p w:rsidR="00237EB3" w:rsidRPr="00E23404" w:rsidRDefault="00237EB3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>.4. Требования к кадровым условиям</w:t>
      </w:r>
      <w:r>
        <w:rPr>
          <w:rFonts w:cs="Times New Roman"/>
          <w:sz w:val="28"/>
          <w:szCs w:val="28"/>
        </w:rPr>
        <w:t>.</w:t>
      </w:r>
    </w:p>
    <w:p w:rsidR="00237EB3" w:rsidRDefault="00237EB3" w:rsidP="005C3C13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3.4.1.</w:t>
      </w:r>
      <w:r w:rsidRPr="00E23404">
        <w:rPr>
          <w:rFonts w:cs="Times New Roman"/>
          <w:sz w:val="28"/>
          <w:szCs w:val="28"/>
        </w:rPr>
        <w:t> </w:t>
      </w:r>
      <w:r>
        <w:rPr>
          <w:sz w:val="28"/>
          <w:szCs w:val="28"/>
        </w:rPr>
        <w:t xml:space="preserve">В реализации АООП </w:t>
      </w:r>
      <w:r w:rsidRPr="00D3206F">
        <w:rPr>
          <w:sz w:val="28"/>
          <w:szCs w:val="28"/>
        </w:rPr>
        <w:t>участв</w:t>
      </w:r>
      <w:r>
        <w:rPr>
          <w:sz w:val="28"/>
          <w:szCs w:val="28"/>
        </w:rPr>
        <w:t>уют руководящие, педагогические</w:t>
      </w:r>
      <w:r w:rsidRPr="00D3206F">
        <w:rPr>
          <w:sz w:val="28"/>
          <w:szCs w:val="28"/>
        </w:rPr>
        <w:t xml:space="preserve"> и иные работники, имеющие необходимый уро</w:t>
      </w:r>
      <w:r>
        <w:rPr>
          <w:sz w:val="28"/>
          <w:szCs w:val="28"/>
        </w:rPr>
        <w:t xml:space="preserve">вень образования и квалификации </w:t>
      </w:r>
      <w:r w:rsidRPr="0023262B">
        <w:rPr>
          <w:rFonts w:cs="Times New Roman"/>
          <w:sz w:val="28"/>
          <w:szCs w:val="28"/>
        </w:rPr>
        <w:t>для каждой занимаемой должности</w:t>
      </w:r>
      <w:r>
        <w:rPr>
          <w:rFonts w:cs="Times New Roman"/>
          <w:sz w:val="28"/>
          <w:szCs w:val="28"/>
        </w:rPr>
        <w:t>, который</w:t>
      </w:r>
      <w:r w:rsidRPr="0023262B">
        <w:rPr>
          <w:rFonts w:cs="Times New Roman"/>
          <w:sz w:val="28"/>
          <w:szCs w:val="28"/>
        </w:rPr>
        <w:t xml:space="preserve"> должен соответствовать </w:t>
      </w:r>
      <w:r w:rsidRPr="00FF1CF6">
        <w:rPr>
          <w:rFonts w:cs="Times New Roman"/>
          <w:sz w:val="28"/>
          <w:szCs w:val="28"/>
        </w:rPr>
        <w:t xml:space="preserve">квалификационным требованиям, указанным </w:t>
      </w:r>
      <w:r>
        <w:rPr>
          <w:rFonts w:cs="Times New Roman"/>
          <w:sz w:val="28"/>
          <w:szCs w:val="28"/>
        </w:rPr>
        <w:t>в квалификационных справочниках</w:t>
      </w:r>
      <w:r w:rsidRPr="00FF1CF6">
        <w:rPr>
          <w:rFonts w:cs="Times New Roman"/>
          <w:sz w:val="28"/>
          <w:szCs w:val="28"/>
        </w:rPr>
        <w:t xml:space="preserve"> и (или) професси</w:t>
      </w:r>
      <w:r>
        <w:rPr>
          <w:rFonts w:cs="Times New Roman"/>
          <w:sz w:val="28"/>
          <w:szCs w:val="28"/>
        </w:rPr>
        <w:t>ональных стандартах,</w:t>
      </w:r>
      <w:r>
        <w:rPr>
          <w:sz w:val="28"/>
          <w:szCs w:val="28"/>
        </w:rPr>
        <w:t xml:space="preserve"> с учетом особых образовательных потребностей разных групп обучающихся с умственной отсталостью (интеллектуальными нарушениями). </w:t>
      </w:r>
    </w:p>
    <w:p w:rsidR="00237EB3" w:rsidRDefault="00237EB3" w:rsidP="005C3C13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При необходимости в процессе реализации АООП возможно врем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енное или постоянное участие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тьютора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и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(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или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)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ассистента (помощника). </w:t>
      </w:r>
    </w:p>
    <w:p w:rsidR="00237EB3" w:rsidRDefault="00237EB3" w:rsidP="005C3C13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В процессе психолого-медико-педагогического сопровождения обучающихся с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умственной отсталостью (интеллектуальными нарушениями) 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принимают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участие медицинские работники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, имеющие необходимый уровень образования и квалификации.</w:t>
      </w:r>
    </w:p>
    <w:p w:rsidR="00237EB3" w:rsidRPr="00D3206F" w:rsidRDefault="00237EB3" w:rsidP="00CA4670">
      <w:pPr>
        <w:widowControl/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t>3</w:t>
      </w:r>
      <w:r w:rsidRPr="00D3206F">
        <w:rPr>
          <w:sz w:val="28"/>
          <w:szCs w:val="28"/>
        </w:rPr>
        <w:t>.4.2</w:t>
      </w:r>
      <w:r>
        <w:rPr>
          <w:sz w:val="28"/>
          <w:szCs w:val="28"/>
        </w:rPr>
        <w:t xml:space="preserve">. 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В реализации АООП могут также участвоват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ь научные работники организации, иные работники о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рганизации, в том числе осуществляющие финансовую, хозяйственную деятельность, охрану жизни и здоровья обучающихся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и информационную поддержку АООП.</w:t>
      </w:r>
    </w:p>
    <w:p w:rsidR="00237EB3" w:rsidRPr="00D3206F" w:rsidRDefault="00237EB3" w:rsidP="00CA4670">
      <w:pPr>
        <w:widowControl/>
        <w:tabs>
          <w:tab w:val="left" w:pos="0"/>
        </w:tabs>
        <w:spacing w:line="360" w:lineRule="auto"/>
        <w:ind w:firstLine="57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3206F">
        <w:rPr>
          <w:sz w:val="28"/>
          <w:szCs w:val="28"/>
        </w:rPr>
        <w:t>.4.3</w:t>
      </w:r>
      <w:r>
        <w:rPr>
          <w:sz w:val="28"/>
          <w:szCs w:val="28"/>
        </w:rPr>
        <w:t>. </w:t>
      </w:r>
      <w:r w:rsidRPr="00D3206F">
        <w:rPr>
          <w:sz w:val="28"/>
          <w:szCs w:val="28"/>
        </w:rPr>
        <w:t>Организация обеспечивает работникам возможность повышения профессиональной квалификации, ведения методической работы, применения, обобщения и распространения опыта использования современных образовательных технологий обучения и воспитания.</w:t>
      </w:r>
    </w:p>
    <w:p w:rsidR="00237EB3" w:rsidRPr="00E23404" w:rsidRDefault="00237EB3" w:rsidP="006A7EAF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47309">
        <w:rPr>
          <w:rFonts w:ascii="Times New Roman" w:hAnsi="Times New Roman"/>
          <w:sz w:val="28"/>
          <w:szCs w:val="28"/>
        </w:rPr>
        <w:t>.4.</w:t>
      </w:r>
      <w:r>
        <w:rPr>
          <w:rFonts w:ascii="Times New Roman" w:hAnsi="Times New Roman"/>
          <w:sz w:val="28"/>
          <w:szCs w:val="28"/>
        </w:rPr>
        <w:t>4.</w:t>
      </w:r>
      <w:r w:rsidRPr="00C47309">
        <w:rPr>
          <w:rFonts w:ascii="Times New Roman" w:hAnsi="Times New Roman"/>
          <w:sz w:val="28"/>
          <w:szCs w:val="28"/>
        </w:rPr>
        <w:t xml:space="preserve"> Для обучающихся, которые по состоянию здоровья не </w:t>
      </w:r>
      <w:r>
        <w:rPr>
          <w:rFonts w:ascii="Times New Roman" w:hAnsi="Times New Roman"/>
          <w:sz w:val="28"/>
          <w:szCs w:val="28"/>
        </w:rPr>
        <w:t>могут посещать образователь</w:t>
      </w:r>
      <w:r w:rsidRPr="00C47309">
        <w:rPr>
          <w:rFonts w:ascii="Times New Roman" w:hAnsi="Times New Roman"/>
          <w:sz w:val="28"/>
          <w:szCs w:val="28"/>
        </w:rPr>
        <w:t>ные организации</w:t>
      </w:r>
      <w:r>
        <w:rPr>
          <w:rFonts w:ascii="Times New Roman" w:hAnsi="Times New Roman"/>
          <w:sz w:val="28"/>
          <w:szCs w:val="28"/>
        </w:rPr>
        <w:t>, на основании заключения медици</w:t>
      </w:r>
      <w:r w:rsidRPr="00C47309">
        <w:rPr>
          <w:rFonts w:ascii="Times New Roman" w:hAnsi="Times New Roman"/>
          <w:sz w:val="28"/>
          <w:szCs w:val="28"/>
        </w:rPr>
        <w:t>нской организации и пись</w:t>
      </w:r>
      <w:r w:rsidRPr="00C47309">
        <w:rPr>
          <w:rFonts w:ascii="Times New Roman" w:hAnsi="Times New Roman"/>
          <w:sz w:val="28"/>
          <w:szCs w:val="28"/>
        </w:rPr>
        <w:softHyphen/>
        <w:t>менного обр</w:t>
      </w:r>
      <w:r>
        <w:rPr>
          <w:rFonts w:ascii="Times New Roman" w:hAnsi="Times New Roman"/>
          <w:sz w:val="28"/>
          <w:szCs w:val="28"/>
        </w:rPr>
        <w:t>ащения родителей (законных предста</w:t>
      </w:r>
      <w:r w:rsidRPr="00C47309">
        <w:rPr>
          <w:rFonts w:ascii="Times New Roman" w:hAnsi="Times New Roman"/>
          <w:sz w:val="28"/>
          <w:szCs w:val="28"/>
        </w:rPr>
        <w:t>вителей) обучение организуется по СИПР на дому или в медицин</w:t>
      </w:r>
      <w:r>
        <w:rPr>
          <w:rFonts w:ascii="Times New Roman" w:hAnsi="Times New Roman"/>
          <w:sz w:val="28"/>
          <w:szCs w:val="28"/>
        </w:rPr>
        <w:t>ских организациях</w:t>
      </w:r>
      <w:r w:rsidRPr="00E23404">
        <w:rPr>
          <w:rStyle w:val="a2"/>
          <w:rFonts w:ascii="Times New Roman" w:hAnsi="Times New Roman"/>
          <w:sz w:val="28"/>
          <w:szCs w:val="28"/>
        </w:rPr>
        <w:footnoteReference w:id="20"/>
      </w:r>
      <w:r w:rsidRPr="00E23404">
        <w:rPr>
          <w:rFonts w:ascii="Times New Roman" w:hAnsi="Times New Roman"/>
          <w:sz w:val="28"/>
          <w:szCs w:val="28"/>
        </w:rPr>
        <w:t xml:space="preserve">. Администрацией </w:t>
      </w:r>
      <w:r>
        <w:rPr>
          <w:rFonts w:ascii="Times New Roman" w:hAnsi="Times New Roman"/>
          <w:sz w:val="28"/>
          <w:szCs w:val="28"/>
        </w:rPr>
        <w:t>организаций должны быть предусмотре</w:t>
      </w:r>
      <w:r w:rsidRPr="00E23404">
        <w:rPr>
          <w:rFonts w:ascii="Times New Roman" w:hAnsi="Times New Roman"/>
          <w:sz w:val="28"/>
          <w:szCs w:val="28"/>
        </w:rPr>
        <w:t xml:space="preserve">ны занятия различных специалистов на дому, консультирование </w:t>
      </w:r>
      <w:r>
        <w:rPr>
          <w:rFonts w:ascii="Times New Roman" w:hAnsi="Times New Roman"/>
          <w:sz w:val="28"/>
          <w:szCs w:val="28"/>
        </w:rPr>
        <w:t>родителей (законных представителей).</w:t>
      </w:r>
    </w:p>
    <w:p w:rsidR="00237EB3" w:rsidRPr="00E23404" w:rsidRDefault="00237EB3" w:rsidP="00520A17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23404">
        <w:rPr>
          <w:sz w:val="28"/>
          <w:szCs w:val="28"/>
        </w:rPr>
        <w:t>.4.</w:t>
      </w:r>
      <w:r>
        <w:rPr>
          <w:sz w:val="28"/>
          <w:szCs w:val="28"/>
        </w:rPr>
        <w:t>5.</w:t>
      </w:r>
      <w:r w:rsidRPr="00E23404">
        <w:rPr>
          <w:sz w:val="28"/>
          <w:szCs w:val="28"/>
        </w:rPr>
        <w:t> В системе образования должны быть созданы условия для комплексного взаимодействия</w:t>
      </w:r>
      <w:r>
        <w:rPr>
          <w:sz w:val="28"/>
          <w:szCs w:val="28"/>
        </w:rPr>
        <w:t xml:space="preserve"> организаций</w:t>
      </w:r>
      <w:r w:rsidRPr="00E23404">
        <w:rPr>
          <w:sz w:val="28"/>
          <w:szCs w:val="28"/>
        </w:rPr>
        <w:t>, обеспечивающие возможность восполнения недостающих кадровых ресурсов, ведения постоянной методической поддержки, получения оперативных консультаций по вопросам реализации АООП, использования инновационного опыта других</w:t>
      </w:r>
      <w:r>
        <w:rPr>
          <w:sz w:val="28"/>
          <w:szCs w:val="28"/>
        </w:rPr>
        <w:t xml:space="preserve"> организаций</w:t>
      </w:r>
      <w:r w:rsidRPr="00E23404">
        <w:rPr>
          <w:sz w:val="28"/>
          <w:szCs w:val="28"/>
        </w:rPr>
        <w:t>, проведения комплексных мониторинговых исследований результатов образовательного процесса и эффективности инноваций.</w:t>
      </w:r>
    </w:p>
    <w:p w:rsidR="00237EB3" w:rsidRPr="00E23404" w:rsidRDefault="00237EB3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>.5. Требования к финансовым условиям</w:t>
      </w:r>
      <w:r>
        <w:rPr>
          <w:rFonts w:cs="Times New Roman"/>
          <w:sz w:val="28"/>
          <w:szCs w:val="28"/>
        </w:rPr>
        <w:t>.</w:t>
      </w:r>
      <w:r w:rsidRPr="00E23404">
        <w:rPr>
          <w:rFonts w:cs="Times New Roman"/>
          <w:sz w:val="28"/>
          <w:szCs w:val="28"/>
        </w:rPr>
        <w:t xml:space="preserve"> </w:t>
      </w:r>
    </w:p>
    <w:p w:rsidR="00237EB3" w:rsidRDefault="00237EB3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>.5.1. Финансовое обеспечение государственных гарантий на получение обучающимися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 общедоступного и бесплатного образования за счет средств соответствующих бюджетов бюджетной системы Российской Федерации в государственных, муниципальных и частных организациях осуществляется на основе нормативов, определяемых органами государственной власти субъектов Российской Федерации, обе</w:t>
      </w:r>
      <w:r>
        <w:rPr>
          <w:rFonts w:cs="Times New Roman"/>
          <w:sz w:val="28"/>
          <w:szCs w:val="28"/>
        </w:rPr>
        <w:t>спечивающих реализацию АООП</w:t>
      </w:r>
      <w:r w:rsidRPr="00E23404">
        <w:rPr>
          <w:rFonts w:cs="Times New Roman"/>
          <w:sz w:val="28"/>
          <w:szCs w:val="28"/>
        </w:rPr>
        <w:t xml:space="preserve"> в соответствии со Стандартом.</w:t>
      </w:r>
    </w:p>
    <w:p w:rsidR="00237EB3" w:rsidRPr="005F7B1B" w:rsidRDefault="00237EB3" w:rsidP="008B3871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 w:rsidRPr="005F7B1B">
        <w:rPr>
          <w:rFonts w:cs="Times New Roman"/>
          <w:sz w:val="28"/>
          <w:szCs w:val="28"/>
        </w:rPr>
        <w:t>Финансовые условия реализации АООП должны:</w:t>
      </w:r>
      <w:r w:rsidRPr="005F7B1B">
        <w:rPr>
          <w:rStyle w:val="FootnoteReference"/>
          <w:sz w:val="28"/>
          <w:szCs w:val="28"/>
        </w:rPr>
        <w:footnoteReference w:id="21"/>
      </w:r>
    </w:p>
    <w:p w:rsidR="00237EB3" w:rsidRPr="00E23404" w:rsidRDefault="00237EB3" w:rsidP="008B3871">
      <w:pPr>
        <w:shd w:val="clear" w:color="auto" w:fill="FFFFFF"/>
        <w:spacing w:line="360" w:lineRule="auto"/>
        <w:ind w:firstLine="575"/>
        <w:jc w:val="both"/>
        <w:textAlignment w:val="baseline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 </w:t>
      </w:r>
      <w:r w:rsidRPr="00E23404">
        <w:rPr>
          <w:rFonts w:cs="Times New Roman"/>
          <w:sz w:val="28"/>
          <w:szCs w:val="28"/>
        </w:rPr>
        <w:t>обеспечивать государственные гарантии прав обучающихся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интеллектуальными нарушениями</w:t>
      </w:r>
      <w:r w:rsidRPr="00E23404">
        <w:rPr>
          <w:rFonts w:cs="Times New Roman"/>
          <w:sz w:val="28"/>
          <w:szCs w:val="28"/>
        </w:rPr>
        <w:t>) на получение бесплатного общедоступного</w:t>
      </w:r>
      <w:r>
        <w:rPr>
          <w:rFonts w:cs="Times New Roman"/>
          <w:sz w:val="28"/>
          <w:szCs w:val="28"/>
        </w:rPr>
        <w:t xml:space="preserve"> образования</w:t>
      </w:r>
      <w:r w:rsidRPr="00E23404">
        <w:rPr>
          <w:rFonts w:cs="Times New Roman"/>
          <w:sz w:val="28"/>
          <w:szCs w:val="28"/>
        </w:rPr>
        <w:t>, включая внеурочную деятельность;</w:t>
      </w:r>
    </w:p>
    <w:p w:rsidR="00237EB3" w:rsidRPr="00E23404" w:rsidRDefault="00237EB3" w:rsidP="008B3871">
      <w:pPr>
        <w:pStyle w:val="ListParagraph"/>
        <w:shd w:val="clear" w:color="auto" w:fill="FFFFFF"/>
        <w:ind w:left="0" w:firstLine="575"/>
        <w:jc w:val="both"/>
        <w:textAlignment w:val="baseline"/>
        <w:rPr>
          <w:rFonts w:cs="Times New Roman"/>
          <w:caps w:val="0"/>
          <w:sz w:val="28"/>
          <w:szCs w:val="28"/>
        </w:rPr>
      </w:pPr>
      <w:r>
        <w:rPr>
          <w:rFonts w:cs="Times New Roman"/>
          <w:caps w:val="0"/>
          <w:sz w:val="28"/>
          <w:szCs w:val="28"/>
        </w:rPr>
        <w:t>2) обеспечивать о</w:t>
      </w:r>
      <w:r w:rsidRPr="00E23404">
        <w:rPr>
          <w:rFonts w:cs="Times New Roman"/>
          <w:caps w:val="0"/>
          <w:sz w:val="28"/>
          <w:szCs w:val="28"/>
        </w:rPr>
        <w:t>рганизации возможность исполнения требований Стандарта;</w:t>
      </w:r>
    </w:p>
    <w:p w:rsidR="00237EB3" w:rsidRPr="00E23404" w:rsidRDefault="00237EB3" w:rsidP="008B3871">
      <w:pPr>
        <w:pStyle w:val="ListParagraph"/>
        <w:shd w:val="clear" w:color="auto" w:fill="FFFFFF"/>
        <w:ind w:left="0" w:firstLine="575"/>
        <w:jc w:val="both"/>
        <w:textAlignment w:val="baseline"/>
        <w:rPr>
          <w:rFonts w:cs="Times New Roman"/>
          <w:caps w:val="0"/>
          <w:sz w:val="28"/>
          <w:szCs w:val="28"/>
        </w:rPr>
      </w:pPr>
      <w:r w:rsidRPr="00840008">
        <w:rPr>
          <w:rFonts w:cs="Times New Roman"/>
          <w:caps w:val="0"/>
          <w:sz w:val="28"/>
          <w:szCs w:val="28"/>
        </w:rPr>
        <w:t>3) обеспечивать реализацию обязательной части АООП и части, формируемой участниками образовательных</w:t>
      </w:r>
      <w:r>
        <w:rPr>
          <w:rFonts w:cs="Times New Roman"/>
          <w:caps w:val="0"/>
          <w:sz w:val="28"/>
          <w:szCs w:val="28"/>
        </w:rPr>
        <w:t xml:space="preserve"> отношений</w:t>
      </w:r>
      <w:r w:rsidRPr="00E23404">
        <w:rPr>
          <w:rFonts w:cs="Times New Roman"/>
          <w:caps w:val="0"/>
          <w:sz w:val="28"/>
          <w:szCs w:val="28"/>
        </w:rPr>
        <w:t xml:space="preserve"> с учетом особых образовательных потребностей обучающихся</w:t>
      </w:r>
      <w:r w:rsidRPr="00E23404">
        <w:rPr>
          <w:rFonts w:cs="Times New Roman"/>
          <w:sz w:val="28"/>
          <w:szCs w:val="28"/>
        </w:rPr>
        <w:t>;</w:t>
      </w:r>
    </w:p>
    <w:p w:rsidR="00237EB3" w:rsidRPr="00E23404" w:rsidRDefault="00237EB3" w:rsidP="008B3871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4) </w:t>
      </w:r>
      <w:r w:rsidRPr="00E23404">
        <w:rPr>
          <w:rFonts w:cs="Times New Roman"/>
          <w:sz w:val="28"/>
          <w:szCs w:val="28"/>
        </w:rPr>
        <w:t xml:space="preserve">отражать </w:t>
      </w:r>
      <w:r w:rsidRPr="00E23404">
        <w:rPr>
          <w:rFonts w:cs="Times New Roman"/>
          <w:iCs/>
          <w:sz w:val="28"/>
          <w:szCs w:val="28"/>
        </w:rPr>
        <w:t>структуру и объем расходов, необходимых для реализации АООП и достижения планируемых результатов, а также механизм их формирования.</w:t>
      </w:r>
    </w:p>
    <w:p w:rsidR="00237EB3" w:rsidRPr="00E23404" w:rsidRDefault="00237EB3" w:rsidP="006D5D90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3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.5.2. Финансирование реализации АООП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общего образования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. Указанные нормативы определяются в соответствии со Стандартом:</w:t>
      </w:r>
    </w:p>
    <w:p w:rsidR="00237EB3" w:rsidRPr="00E23404" w:rsidRDefault="00237EB3" w:rsidP="006D5D90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специальными условиями получения образования (кадровыми, материально-техническими);</w:t>
      </w:r>
    </w:p>
    <w:p w:rsidR="00237EB3" w:rsidRPr="00E23404" w:rsidRDefault="00237EB3" w:rsidP="006D5D90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расходами на оплату труда работников, реализующих АООП;</w:t>
      </w:r>
    </w:p>
    <w:p w:rsidR="00237EB3" w:rsidRPr="00E23404" w:rsidRDefault="00237EB3" w:rsidP="006D5D90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расходами на средства о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бучения и воспитания, коррекции (компенсации)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нарушений развития, включающими расходные и дидактические материалы, оборудование, инвентарь, электронные ресурсы, оплату услуг связи, в том числе расходами, связанными с подключением к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информационно-телекоммуникационной сети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Интернет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237EB3" w:rsidRPr="00E23404" w:rsidRDefault="00237EB3" w:rsidP="006D5D90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расходами, связанными с дополнительным профессиональным образованием руководящих и педагогических работников по профилю их деятельности;</w:t>
      </w:r>
    </w:p>
    <w:p w:rsidR="00237EB3" w:rsidRPr="00E23404" w:rsidRDefault="00237EB3" w:rsidP="006D5D90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иными расходами, связанными с реализацией и обеспечением реализации АООП</w:t>
      </w:r>
      <w:r w:rsidRPr="00E23404">
        <w:rPr>
          <w:rFonts w:cs="Times New Roman"/>
          <w:spacing w:val="2"/>
          <w:sz w:val="28"/>
          <w:szCs w:val="28"/>
        </w:rPr>
        <w:t>, в том числе с круглосуточным п</w:t>
      </w:r>
      <w:r>
        <w:rPr>
          <w:rFonts w:cs="Times New Roman"/>
          <w:spacing w:val="2"/>
          <w:sz w:val="28"/>
          <w:szCs w:val="28"/>
        </w:rPr>
        <w:t>ребыванием обучающихся с ОВЗ в о</w:t>
      </w:r>
      <w:r w:rsidRPr="00E23404">
        <w:rPr>
          <w:rFonts w:cs="Times New Roman"/>
          <w:spacing w:val="2"/>
          <w:sz w:val="28"/>
          <w:szCs w:val="28"/>
        </w:rPr>
        <w:t>рганизации</w:t>
      </w:r>
      <w:r w:rsidRPr="00E23404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237EB3" w:rsidRPr="00D3206F" w:rsidRDefault="00237EB3" w:rsidP="008B3871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 xml:space="preserve">.5.3. </w:t>
      </w:r>
      <w:r w:rsidRPr="00D3206F">
        <w:rPr>
          <w:sz w:val="28"/>
          <w:szCs w:val="28"/>
        </w:rPr>
        <w:t xml:space="preserve">Финансовое обеспечение должно соответствовать специфике кадровых и материально-технических условий, определенных </w:t>
      </w:r>
      <w:r>
        <w:rPr>
          <w:sz w:val="28"/>
          <w:szCs w:val="28"/>
        </w:rPr>
        <w:t>в каждом варианте АООП.</w:t>
      </w:r>
    </w:p>
    <w:p w:rsidR="00237EB3" w:rsidRPr="00E23404" w:rsidRDefault="00237EB3">
      <w:pPr>
        <w:widowControl/>
        <w:shd w:val="clear" w:color="auto" w:fill="FFFFFF"/>
        <w:tabs>
          <w:tab w:val="left" w:pos="0"/>
        </w:tabs>
        <w:autoSpaceDE w:val="0"/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>.6. Требования к материально-техническим условиям</w:t>
      </w:r>
      <w:r>
        <w:rPr>
          <w:rFonts w:cs="Times New Roman"/>
          <w:sz w:val="28"/>
          <w:szCs w:val="28"/>
        </w:rPr>
        <w:t>.</w:t>
      </w:r>
    </w:p>
    <w:p w:rsidR="00237EB3" w:rsidRPr="00E23404" w:rsidRDefault="00237EB3">
      <w:pPr>
        <w:spacing w:line="360" w:lineRule="auto"/>
        <w:ind w:firstLine="5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23404">
        <w:rPr>
          <w:rFonts w:cs="Times New Roman"/>
          <w:sz w:val="28"/>
          <w:szCs w:val="28"/>
        </w:rPr>
        <w:t>.6.1. Материально-техническое обеспечение – это общие характеристики инфраструктуры</w:t>
      </w:r>
      <w:r>
        <w:rPr>
          <w:rFonts w:cs="Times New Roman"/>
          <w:sz w:val="28"/>
          <w:szCs w:val="28"/>
        </w:rPr>
        <w:t xml:space="preserve"> организации</w:t>
      </w:r>
      <w:r w:rsidRPr="00E23404">
        <w:rPr>
          <w:rFonts w:cs="Times New Roman"/>
          <w:sz w:val="28"/>
          <w:szCs w:val="28"/>
        </w:rPr>
        <w:t>, включая параметры информационно-образовательной среды.</w:t>
      </w:r>
    </w:p>
    <w:p w:rsidR="00237EB3" w:rsidRPr="00E23404" w:rsidRDefault="00237EB3" w:rsidP="00892C1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Материально-технические условия реализации АООП</w:t>
      </w:r>
      <w:r>
        <w:rPr>
          <w:sz w:val="28"/>
          <w:szCs w:val="28"/>
        </w:rPr>
        <w:t xml:space="preserve"> </w:t>
      </w:r>
      <w:r w:rsidRPr="00E23404">
        <w:rPr>
          <w:sz w:val="28"/>
          <w:szCs w:val="28"/>
        </w:rPr>
        <w:t>должны обеспечивать</w:t>
      </w:r>
      <w:r>
        <w:rPr>
          <w:rStyle w:val="FootnoteReference"/>
          <w:sz w:val="28"/>
          <w:szCs w:val="28"/>
        </w:rPr>
        <w:footnoteReference w:id="22"/>
      </w:r>
      <w:r>
        <w:rPr>
          <w:sz w:val="28"/>
          <w:szCs w:val="28"/>
        </w:rPr>
        <w:t xml:space="preserve"> </w:t>
      </w:r>
      <w:r w:rsidRPr="00E23404">
        <w:rPr>
          <w:sz w:val="28"/>
          <w:szCs w:val="28"/>
        </w:rPr>
        <w:t>возможность достижения обучающимися установленных Стандартом требований к результатам (возможным результатам) освоения АООП</w:t>
      </w:r>
      <w:r>
        <w:rPr>
          <w:sz w:val="28"/>
          <w:szCs w:val="28"/>
        </w:rPr>
        <w:t>.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 xml:space="preserve">Материально-техническая база реализации АООП </w:t>
      </w:r>
      <w:r>
        <w:rPr>
          <w:sz w:val="28"/>
          <w:szCs w:val="28"/>
        </w:rPr>
        <w:t>должна со</w:t>
      </w:r>
      <w:r w:rsidRPr="00E23404">
        <w:rPr>
          <w:sz w:val="28"/>
          <w:szCs w:val="28"/>
        </w:rPr>
        <w:t>ответствовать действующим санитарным и противопожарным нормам, нормам охраны труда работников</w:t>
      </w:r>
      <w:r>
        <w:rPr>
          <w:sz w:val="28"/>
          <w:szCs w:val="28"/>
        </w:rPr>
        <w:t xml:space="preserve"> организаций</w:t>
      </w:r>
      <w:r w:rsidRPr="00E23404">
        <w:rPr>
          <w:sz w:val="28"/>
          <w:szCs w:val="28"/>
        </w:rPr>
        <w:t>, предъявляемым к: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 xml:space="preserve">участку (территории) </w:t>
      </w:r>
      <w:r>
        <w:rPr>
          <w:sz w:val="28"/>
          <w:szCs w:val="28"/>
        </w:rPr>
        <w:t xml:space="preserve">организации </w:t>
      </w:r>
      <w:r w:rsidRPr="00E23404">
        <w:rPr>
          <w:sz w:val="28"/>
          <w:szCs w:val="28"/>
        </w:rPr>
        <w:t xml:space="preserve">(площадь, инсоляция, освещение, размещение, необходимый набор зон для обеспечения образовательной и хозяйственной деятельности </w:t>
      </w:r>
      <w:r>
        <w:rPr>
          <w:sz w:val="28"/>
          <w:szCs w:val="28"/>
        </w:rPr>
        <w:t>организации</w:t>
      </w:r>
      <w:r w:rsidRPr="00E23404">
        <w:rPr>
          <w:sz w:val="28"/>
          <w:szCs w:val="28"/>
        </w:rPr>
        <w:t xml:space="preserve"> и их оборудование);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 xml:space="preserve">зданию </w:t>
      </w:r>
      <w:r>
        <w:rPr>
          <w:sz w:val="28"/>
          <w:szCs w:val="28"/>
        </w:rPr>
        <w:t xml:space="preserve">организации </w:t>
      </w:r>
      <w:r w:rsidRPr="00E23404">
        <w:rPr>
          <w:sz w:val="28"/>
          <w:szCs w:val="28"/>
        </w:rPr>
        <w:t>(высота и архитектура здания, необходимый набор и размещение помещений для осуществления образовательного процесса, их площадь, освещенность, расположение и размеры рабочих, игровых зон и зон для индивидуальных занятий в учебных кабинетах</w:t>
      </w:r>
      <w:r>
        <w:rPr>
          <w:sz w:val="28"/>
          <w:szCs w:val="28"/>
        </w:rPr>
        <w:t xml:space="preserve"> организации</w:t>
      </w:r>
      <w:r w:rsidRPr="00E23404">
        <w:rPr>
          <w:sz w:val="28"/>
          <w:szCs w:val="28"/>
        </w:rPr>
        <w:t>, для активной деятельности, сна и отдыха, структура которых должна обеспечивать возможность для организации урочной и внеурочной учебной деятельности);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 xml:space="preserve">помещениям библиотек (площадь, размещение рабочих зон, наличие читального зала, </w:t>
      </w:r>
      <w:r w:rsidRPr="0071412A">
        <w:rPr>
          <w:sz w:val="28"/>
          <w:szCs w:val="28"/>
        </w:rPr>
        <w:t>медиатеки</w:t>
      </w:r>
      <w:r>
        <w:rPr>
          <w:sz w:val="28"/>
          <w:szCs w:val="28"/>
        </w:rPr>
        <w:t>, число читательских мест</w:t>
      </w:r>
      <w:r w:rsidRPr="00E23404">
        <w:rPr>
          <w:sz w:val="28"/>
          <w:szCs w:val="28"/>
        </w:rPr>
        <w:t>);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помещениям для питания обучающихся, а также для хранения и приготовления пищи, обеспечивающим возможность организации качественного горячего питания, в том числе горячих завтраков;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помещениям, предназначенным для занятий музыкой, изобразительным искусством, хореографией, моделированием, техническим творчеством, естественнонаучными исследованиями;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актовому залу;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спортивным залам, бассейнам, игровому и спортивному оборудованию;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помещениям для медицинского персонала;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мебели, офисному оснащению и хозяйственному инвентарю;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расходным материалам и канцелярским принадлежностям (бумага для ручного и машинного письма,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информации).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Материально-техническое и информационное оснащение образовательного процесса должно обеспечивать возможность: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создания и использования информации (в том числе запись и обработка изображений и зв</w:t>
      </w:r>
      <w:r>
        <w:rPr>
          <w:sz w:val="28"/>
          <w:szCs w:val="28"/>
        </w:rPr>
        <w:t>ука, выступления с аудио-, видео-</w:t>
      </w:r>
      <w:r w:rsidRPr="00E23404">
        <w:rPr>
          <w:sz w:val="28"/>
          <w:szCs w:val="28"/>
        </w:rPr>
        <w:t xml:space="preserve"> и графическим сопровождением, общение в сети </w:t>
      </w:r>
      <w:r>
        <w:rPr>
          <w:sz w:val="28"/>
          <w:szCs w:val="28"/>
        </w:rPr>
        <w:t>«</w:t>
      </w:r>
      <w:r w:rsidRPr="00E23404">
        <w:rPr>
          <w:sz w:val="28"/>
          <w:szCs w:val="28"/>
        </w:rPr>
        <w:t>Интернет</w:t>
      </w:r>
      <w:r>
        <w:rPr>
          <w:sz w:val="28"/>
          <w:szCs w:val="28"/>
        </w:rPr>
        <w:t>» и другое</w:t>
      </w:r>
      <w:r w:rsidRPr="00E23404">
        <w:rPr>
          <w:sz w:val="28"/>
          <w:szCs w:val="28"/>
        </w:rPr>
        <w:t>);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физического развития, участия в спортивных соревнованиях и играх;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планирования учебной деятельности</w:t>
      </w:r>
      <w:r w:rsidRPr="00E23404">
        <w:rPr>
          <w:sz w:val="28"/>
          <w:szCs w:val="28"/>
        </w:rPr>
        <w:t>, фиксирования его реализации в целом и отдельных этапов (выступлений, дискуссий, экспериментов);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размещения материалов и работ в информационной среде</w:t>
      </w:r>
      <w:r>
        <w:rPr>
          <w:sz w:val="28"/>
          <w:szCs w:val="28"/>
        </w:rPr>
        <w:t xml:space="preserve"> организации</w:t>
      </w:r>
      <w:r w:rsidRPr="00E23404">
        <w:rPr>
          <w:sz w:val="28"/>
          <w:szCs w:val="28"/>
        </w:rPr>
        <w:t>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проведения массовых мероприятий, собраний, представлений;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организации отдыха и питания;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</w:t>
      </w:r>
      <w:r w:rsidRPr="00E23404">
        <w:rPr>
          <w:sz w:val="28"/>
          <w:szCs w:val="28"/>
        </w:rPr>
        <w:t>полнения, сочинения и аранжировки му</w:t>
      </w:r>
      <w:r w:rsidRPr="00E23404">
        <w:rPr>
          <w:sz w:val="28"/>
          <w:szCs w:val="28"/>
        </w:rPr>
        <w:softHyphen/>
        <w:t>зы</w:t>
      </w:r>
      <w:r w:rsidRPr="00E23404">
        <w:rPr>
          <w:sz w:val="28"/>
          <w:szCs w:val="28"/>
        </w:rPr>
        <w:softHyphen/>
        <w:t>каль</w:t>
      </w:r>
      <w:r w:rsidRPr="00E23404">
        <w:rPr>
          <w:sz w:val="28"/>
          <w:szCs w:val="28"/>
        </w:rPr>
        <w:softHyphen/>
        <w:t>ных</w:t>
      </w:r>
      <w:r>
        <w:rPr>
          <w:sz w:val="28"/>
          <w:szCs w:val="28"/>
        </w:rPr>
        <w:t xml:space="preserve"> произведений с применением традицион</w:t>
      </w:r>
      <w:r w:rsidRPr="00E23404">
        <w:rPr>
          <w:sz w:val="28"/>
          <w:szCs w:val="28"/>
        </w:rPr>
        <w:t>ных инструментов и цифровых технологий;</w:t>
      </w:r>
    </w:p>
    <w:p w:rsidR="00237EB3" w:rsidRPr="00E23404" w:rsidRDefault="00237EB3" w:rsidP="0037149E">
      <w:pPr>
        <w:pStyle w:val="BodyText"/>
        <w:spacing w:after="0" w:line="360" w:lineRule="auto"/>
        <w:ind w:firstLine="709"/>
        <w:jc w:val="both"/>
        <w:rPr>
          <w:sz w:val="28"/>
          <w:szCs w:val="28"/>
        </w:rPr>
      </w:pPr>
      <w:r w:rsidRPr="00E23404">
        <w:rPr>
          <w:sz w:val="28"/>
          <w:szCs w:val="28"/>
        </w:rPr>
        <w:t>обработ</w:t>
      </w:r>
      <w:r>
        <w:rPr>
          <w:sz w:val="28"/>
          <w:szCs w:val="28"/>
        </w:rPr>
        <w:t>ки материалов и информации с использова</w:t>
      </w:r>
      <w:r w:rsidRPr="00E23404">
        <w:rPr>
          <w:sz w:val="28"/>
          <w:szCs w:val="28"/>
        </w:rPr>
        <w:t>нием технологических инструментов.</w:t>
      </w:r>
    </w:p>
    <w:p w:rsidR="00237EB3" w:rsidRPr="00E23404" w:rsidRDefault="00237EB3" w:rsidP="0037149E">
      <w:pPr>
        <w:pStyle w:val="14TexstOSNOVA1012"/>
        <w:spacing w:line="360" w:lineRule="auto"/>
        <w:ind w:firstLine="709"/>
        <w:rPr>
          <w:rFonts w:ascii="Times New Roman" w:hAnsi="Times New Roman" w:cs="Times New Roman"/>
          <w:caps w:val="0"/>
          <w:color w:val="auto"/>
          <w:kern w:val="28"/>
          <w:sz w:val="28"/>
          <w:szCs w:val="28"/>
        </w:rPr>
      </w:pPr>
      <w:r>
        <w:rPr>
          <w:rFonts w:ascii="Times New Roman" w:hAnsi="Times New Roman" w:cs="Times New Roman"/>
          <w:caps w:val="0"/>
          <w:color w:val="auto"/>
          <w:kern w:val="28"/>
          <w:sz w:val="28"/>
          <w:szCs w:val="28"/>
        </w:rPr>
        <w:t xml:space="preserve">Организации </w:t>
      </w:r>
      <w:r w:rsidRPr="00E23404">
        <w:rPr>
          <w:rFonts w:ascii="Times New Roman" w:hAnsi="Times New Roman" w:cs="Times New Roman"/>
          <w:caps w:val="0"/>
          <w:color w:val="auto"/>
          <w:kern w:val="28"/>
          <w:sz w:val="28"/>
          <w:szCs w:val="28"/>
        </w:rPr>
        <w:t>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</w:t>
      </w:r>
      <w:r>
        <w:rPr>
          <w:rFonts w:ascii="Times New Roman" w:hAnsi="Times New Roman" w:cs="Times New Roman"/>
          <w:caps w:val="0"/>
          <w:color w:val="auto"/>
          <w:kern w:val="28"/>
          <w:sz w:val="28"/>
          <w:szCs w:val="28"/>
        </w:rPr>
        <w:t>ащение образовательной деятельности</w:t>
      </w:r>
      <w:r w:rsidRPr="00E23404">
        <w:rPr>
          <w:rFonts w:ascii="Times New Roman" w:hAnsi="Times New Roman" w:cs="Times New Roman"/>
          <w:caps w:val="0"/>
          <w:color w:val="auto"/>
          <w:kern w:val="28"/>
          <w:sz w:val="28"/>
          <w:szCs w:val="28"/>
        </w:rPr>
        <w:t>.</w:t>
      </w:r>
    </w:p>
    <w:p w:rsidR="00237EB3" w:rsidRDefault="00237EB3">
      <w:pPr>
        <w:pStyle w:val="14TexstOSNOVA1012"/>
        <w:spacing w:line="360" w:lineRule="auto"/>
        <w:ind w:firstLine="575"/>
        <w:rPr>
          <w:rFonts w:ascii="Times New Roman" w:hAnsi="Times New Roman" w:cs="Times New Roman"/>
          <w:caps w:val="0"/>
          <w:color w:val="auto"/>
          <w:sz w:val="28"/>
          <w:szCs w:val="28"/>
        </w:rPr>
      </w:pPr>
      <w:r>
        <w:rPr>
          <w:rFonts w:ascii="Times New Roman" w:hAnsi="Times New Roman" w:cs="Times New Roman"/>
          <w:caps w:val="0"/>
          <w:color w:val="auto"/>
          <w:sz w:val="28"/>
          <w:szCs w:val="28"/>
        </w:rPr>
        <w:t>3.6.2. </w:t>
      </w: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>Материально</w:t>
      </w:r>
      <w:r w:rsidRPr="00E23404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 xml:space="preserve">техническое обеспечение реализации АООП должно соответствовать не только общим, но и особым образовательным потребностям обучающихся </w:t>
      </w:r>
      <w:r w:rsidRPr="00E23404">
        <w:rPr>
          <w:rFonts w:ascii="Times New Roman" w:hAnsi="Times New Roman" w:cs="Times New Roman"/>
          <w:caps w:val="0"/>
          <w:kern w:val="24"/>
          <w:sz w:val="28"/>
          <w:szCs w:val="28"/>
        </w:rPr>
        <w:t>с умственной отсталостью (</w:t>
      </w:r>
      <w:r w:rsidRPr="00E23404">
        <w:rPr>
          <w:rFonts w:ascii="Times New Roman" w:hAnsi="Times New Roman" w:cs="Times New Roman"/>
          <w:bCs/>
          <w:caps w:val="0"/>
          <w:kern w:val="24"/>
          <w:sz w:val="28"/>
          <w:szCs w:val="28"/>
        </w:rPr>
        <w:t>интеллектуальными нарушениями</w:t>
      </w:r>
      <w:r w:rsidRPr="00E23404">
        <w:rPr>
          <w:rFonts w:ascii="Times New Roman" w:hAnsi="Times New Roman" w:cs="Times New Roman"/>
          <w:caps w:val="0"/>
          <w:kern w:val="24"/>
          <w:sz w:val="28"/>
          <w:szCs w:val="28"/>
        </w:rPr>
        <w:t>)</w:t>
      </w: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 xml:space="preserve">. </w:t>
      </w:r>
    </w:p>
    <w:p w:rsidR="00237EB3" w:rsidRPr="00E23404" w:rsidRDefault="00237EB3">
      <w:pPr>
        <w:pStyle w:val="14TexstOSNOVA1012"/>
        <w:spacing w:line="360" w:lineRule="auto"/>
        <w:ind w:firstLine="575"/>
        <w:rPr>
          <w:rFonts w:ascii="Times New Roman" w:hAnsi="Times New Roman" w:cs="Times New Roman"/>
          <w:caps w:val="0"/>
          <w:color w:val="auto"/>
          <w:sz w:val="28"/>
          <w:szCs w:val="28"/>
        </w:rPr>
      </w:pP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>Структура требований к материально-техническим условиям включает требования к:</w:t>
      </w:r>
    </w:p>
    <w:p w:rsidR="00237EB3" w:rsidRPr="00E23404" w:rsidRDefault="00237EB3">
      <w:pPr>
        <w:pStyle w:val="14TexstOSNOVA1012"/>
        <w:spacing w:line="360" w:lineRule="auto"/>
        <w:ind w:firstLine="575"/>
        <w:rPr>
          <w:rFonts w:ascii="Times New Roman" w:hAnsi="Times New Roman" w:cs="Times New Roman"/>
          <w:caps w:val="0"/>
          <w:color w:val="auto"/>
          <w:sz w:val="28"/>
          <w:szCs w:val="28"/>
        </w:rPr>
      </w:pP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>организации пространства, в котором осуществляется реализация АООП;</w:t>
      </w:r>
    </w:p>
    <w:p w:rsidR="00237EB3" w:rsidRPr="00E23404" w:rsidRDefault="00237EB3">
      <w:pPr>
        <w:pStyle w:val="14TexstOSNOVA1012"/>
        <w:spacing w:line="360" w:lineRule="auto"/>
        <w:ind w:firstLine="575"/>
        <w:rPr>
          <w:rFonts w:ascii="Times New Roman" w:hAnsi="Times New Roman" w:cs="Times New Roman"/>
          <w:caps w:val="0"/>
          <w:color w:val="auto"/>
          <w:sz w:val="28"/>
          <w:szCs w:val="28"/>
        </w:rPr>
      </w:pP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>организации временного режима обучения;</w:t>
      </w:r>
    </w:p>
    <w:p w:rsidR="00237EB3" w:rsidRPr="00E23404" w:rsidRDefault="00237EB3">
      <w:pPr>
        <w:pStyle w:val="14TexstOSNOVA1012"/>
        <w:spacing w:line="360" w:lineRule="auto"/>
        <w:ind w:firstLine="575"/>
        <w:rPr>
          <w:rFonts w:ascii="Times New Roman" w:hAnsi="Times New Roman" w:cs="Times New Roman"/>
          <w:caps w:val="0"/>
          <w:color w:val="auto"/>
          <w:sz w:val="28"/>
          <w:szCs w:val="28"/>
        </w:rPr>
      </w:pP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>техническим средствам обучения;</w:t>
      </w:r>
    </w:p>
    <w:p w:rsidR="00237EB3" w:rsidRPr="00E23404" w:rsidRDefault="00237EB3">
      <w:pPr>
        <w:pStyle w:val="14TexstOSNOVA1012"/>
        <w:shd w:val="clear" w:color="auto" w:fill="FFFFFF"/>
        <w:tabs>
          <w:tab w:val="left" w:pos="0"/>
        </w:tabs>
        <w:autoSpaceDE w:val="0"/>
        <w:spacing w:line="360" w:lineRule="auto"/>
        <w:ind w:firstLine="575"/>
        <w:rPr>
          <w:rFonts w:ascii="Times New Roman" w:hAnsi="Times New Roman" w:cs="Times New Roman"/>
          <w:color w:val="auto"/>
          <w:sz w:val="28"/>
          <w:szCs w:val="28"/>
        </w:rPr>
      </w:pPr>
      <w:r w:rsidRPr="00E23404">
        <w:rPr>
          <w:rFonts w:ascii="Times New Roman" w:hAnsi="Times New Roman" w:cs="Times New Roman"/>
          <w:caps w:val="0"/>
          <w:color w:val="auto"/>
          <w:sz w:val="28"/>
          <w:szCs w:val="28"/>
        </w:rPr>
        <w:t>специальным учебникам, рабочим тетрадям, дидактическим материалам, компьютерным инструментам обучения, отвечающим особым образовательным потребностям обучающихся и позволяющим реализовывать выбранный вариант программы.</w:t>
      </w:r>
    </w:p>
    <w:p w:rsidR="00237EB3" w:rsidRPr="00E23404" w:rsidRDefault="00237EB3">
      <w:pPr>
        <w:pStyle w:val="Default"/>
        <w:spacing w:line="360" w:lineRule="auto"/>
        <w:ind w:firstLine="57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3.6.3. </w:t>
      </w:r>
      <w:r w:rsidRPr="00E23404">
        <w:rPr>
          <w:color w:val="auto"/>
          <w:sz w:val="28"/>
          <w:szCs w:val="28"/>
        </w:rPr>
        <w:t>Пространство, в котором осуществляется образование обучающихся с умственной отсталостью (интеллектуальными нарушениями), должно соответствовать общим требованиям, предъявляемым к организациям, в области:</w:t>
      </w:r>
    </w:p>
    <w:p w:rsidR="00237EB3" w:rsidRPr="00E23404" w:rsidRDefault="00237EB3">
      <w:pPr>
        <w:pStyle w:val="Default"/>
        <w:tabs>
          <w:tab w:val="left" w:pos="851"/>
        </w:tabs>
        <w:autoSpaceDE/>
        <w:spacing w:line="360" w:lineRule="auto"/>
        <w:ind w:firstLine="575"/>
        <w:jc w:val="both"/>
        <w:textAlignment w:val="baseline"/>
        <w:rPr>
          <w:color w:val="auto"/>
          <w:sz w:val="28"/>
          <w:szCs w:val="28"/>
        </w:rPr>
      </w:pPr>
      <w:r w:rsidRPr="00E23404">
        <w:rPr>
          <w:color w:val="auto"/>
          <w:sz w:val="28"/>
          <w:szCs w:val="28"/>
        </w:rPr>
        <w:t>соблюдения санитарно-гигиенических норм орган</w:t>
      </w:r>
      <w:r>
        <w:rPr>
          <w:color w:val="auto"/>
          <w:sz w:val="28"/>
          <w:szCs w:val="28"/>
        </w:rPr>
        <w:t>изации образовательной деятельности</w:t>
      </w:r>
      <w:r w:rsidRPr="00E23404">
        <w:rPr>
          <w:color w:val="auto"/>
          <w:sz w:val="28"/>
          <w:szCs w:val="28"/>
        </w:rPr>
        <w:t>;</w:t>
      </w:r>
    </w:p>
    <w:p w:rsidR="00237EB3" w:rsidRPr="00E23404" w:rsidRDefault="00237EB3">
      <w:pPr>
        <w:pStyle w:val="Default"/>
        <w:tabs>
          <w:tab w:val="left" w:pos="851"/>
        </w:tabs>
        <w:autoSpaceDE/>
        <w:spacing w:line="360" w:lineRule="auto"/>
        <w:ind w:firstLine="575"/>
        <w:jc w:val="both"/>
        <w:textAlignment w:val="baseline"/>
        <w:rPr>
          <w:color w:val="auto"/>
          <w:sz w:val="28"/>
          <w:szCs w:val="28"/>
        </w:rPr>
      </w:pPr>
      <w:r w:rsidRPr="00E23404">
        <w:rPr>
          <w:color w:val="auto"/>
          <w:sz w:val="28"/>
          <w:szCs w:val="28"/>
        </w:rPr>
        <w:t>обеспечения санитарно-бытовых и социально-бытовых условий;</w:t>
      </w:r>
    </w:p>
    <w:p w:rsidR="00237EB3" w:rsidRPr="00E23404" w:rsidRDefault="00237EB3">
      <w:pPr>
        <w:pStyle w:val="Default"/>
        <w:tabs>
          <w:tab w:val="left" w:pos="851"/>
        </w:tabs>
        <w:autoSpaceDE/>
        <w:spacing w:line="360" w:lineRule="auto"/>
        <w:ind w:firstLine="575"/>
        <w:jc w:val="both"/>
        <w:textAlignment w:val="baseline"/>
        <w:rPr>
          <w:color w:val="auto"/>
          <w:sz w:val="28"/>
          <w:szCs w:val="28"/>
        </w:rPr>
      </w:pPr>
      <w:r w:rsidRPr="00E23404">
        <w:rPr>
          <w:color w:val="auto"/>
          <w:sz w:val="28"/>
          <w:szCs w:val="28"/>
        </w:rPr>
        <w:t>соблюдения пожарной и электробезопасности;</w:t>
      </w:r>
    </w:p>
    <w:p w:rsidR="00237EB3" w:rsidRPr="00E23404" w:rsidRDefault="00237EB3">
      <w:pPr>
        <w:pStyle w:val="Default"/>
        <w:tabs>
          <w:tab w:val="left" w:pos="851"/>
        </w:tabs>
        <w:autoSpaceDE/>
        <w:spacing w:line="360" w:lineRule="auto"/>
        <w:ind w:firstLine="575"/>
        <w:jc w:val="both"/>
        <w:textAlignment w:val="baseline"/>
        <w:rPr>
          <w:color w:val="auto"/>
          <w:sz w:val="28"/>
          <w:szCs w:val="28"/>
        </w:rPr>
      </w:pPr>
      <w:r w:rsidRPr="00E23404">
        <w:rPr>
          <w:color w:val="auto"/>
          <w:sz w:val="28"/>
          <w:szCs w:val="28"/>
        </w:rPr>
        <w:t>соблюдения требований охраны труда;</w:t>
      </w:r>
    </w:p>
    <w:p w:rsidR="00237EB3" w:rsidRPr="00E23404" w:rsidRDefault="00237EB3">
      <w:pPr>
        <w:pStyle w:val="Default"/>
        <w:tabs>
          <w:tab w:val="left" w:pos="851"/>
        </w:tabs>
        <w:autoSpaceDE/>
        <w:spacing w:line="360" w:lineRule="auto"/>
        <w:ind w:firstLine="575"/>
        <w:jc w:val="both"/>
        <w:textAlignment w:val="baseline"/>
        <w:rPr>
          <w:color w:val="auto"/>
          <w:sz w:val="28"/>
          <w:szCs w:val="28"/>
        </w:rPr>
      </w:pPr>
      <w:r w:rsidRPr="00E23404">
        <w:rPr>
          <w:color w:val="auto"/>
          <w:sz w:val="28"/>
          <w:szCs w:val="28"/>
        </w:rPr>
        <w:t>соблюдения своевременных сроков и необходимых объемов текущего и капитального ремонта и др.</w:t>
      </w:r>
    </w:p>
    <w:p w:rsidR="00237EB3" w:rsidRPr="00E23404" w:rsidRDefault="00237EB3">
      <w:pPr>
        <w:pStyle w:val="Standard"/>
        <w:widowControl w:val="0"/>
        <w:tabs>
          <w:tab w:val="left" w:pos="0"/>
        </w:tabs>
        <w:ind w:firstLine="575"/>
      </w:pPr>
      <w:r>
        <w:t>3.6.4. </w:t>
      </w:r>
      <w:r w:rsidRPr="00E23404">
        <w:t>Организация обеспечивает отдельные специально оборудованные помещения для проведения занятий с педагогом-дефектологом, педагогом-психологом, учителем-логопедом и другими специалистами, отвечающие задачам программы коррекционной работы психолого-педагогического сопровождения обучающегося.</w:t>
      </w:r>
    </w:p>
    <w:p w:rsidR="00237EB3" w:rsidRDefault="00237EB3" w:rsidP="00FF5FA7">
      <w:pPr>
        <w:pStyle w:val="Standard"/>
      </w:pPr>
      <w:r>
        <w:t>3.6.5.</w:t>
      </w:r>
      <w:r w:rsidRPr="00E23404">
        <w:t> </w:t>
      </w:r>
      <w:r w:rsidRPr="00D3206F">
        <w:t>Требования к материально-техническому обеспечению ориентированы на всех участников процесса образования. Все во</w:t>
      </w:r>
      <w:r>
        <w:t xml:space="preserve">влечённые в образовательную деятельность </w:t>
      </w:r>
      <w:r w:rsidRPr="00D3206F">
        <w:t>должны иметь доступ к организационной технике либо специальному ресурсному центру в</w:t>
      </w:r>
      <w:r>
        <w:t xml:space="preserve"> о</w:t>
      </w:r>
      <w:r w:rsidRPr="00D3206F">
        <w:t xml:space="preserve">рганизации. Предусматривается материально-техническая поддержка, в том числе сетевая, координации и взаимодействия специалистов разного профиля, вовлечённых в процесс образования, родителей (законных представителей) обучающегося с </w:t>
      </w:r>
      <w:r>
        <w:t>умственной отсталостью (интеллектуальными нарушениями)</w:t>
      </w:r>
      <w:r w:rsidRPr="00D3206F">
        <w:t>. В случае необходимос</w:t>
      </w:r>
      <w:r>
        <w:t>ти организации удаленной работы</w:t>
      </w:r>
      <w:r w:rsidRPr="00D3206F">
        <w:t xml:space="preserve"> специалисты обеспечиваются пол</w:t>
      </w:r>
      <w:r>
        <w:t xml:space="preserve">ным комплектом компьютерного и периферийного </w:t>
      </w:r>
      <w:r w:rsidRPr="00D3206F">
        <w:t>оборудования.</w:t>
      </w:r>
    </w:p>
    <w:p w:rsidR="00237EB3" w:rsidRPr="00D3206F" w:rsidRDefault="00237EB3" w:rsidP="004D3BE9">
      <w:pPr>
        <w:pStyle w:val="Standard"/>
        <w:widowControl w:val="0"/>
        <w:tabs>
          <w:tab w:val="left" w:pos="0"/>
        </w:tabs>
        <w:ind w:firstLine="575"/>
      </w:pPr>
      <w:r>
        <w:t>3</w:t>
      </w:r>
      <w:r w:rsidRPr="00D3206F">
        <w:t>.6.</w:t>
      </w:r>
      <w:r>
        <w:t>6. </w:t>
      </w:r>
      <w:r w:rsidRPr="00D3206F">
        <w:t>Организация обеспечивает выделение отдельных специально оборудованных помещений для реализации курсов коррекционно-развивающей области и  психолого-медико-педагогического сопровождения обучающихся с</w:t>
      </w:r>
      <w:r>
        <w:t> умственной отсталостью (интеллектуальными нарушениями)</w:t>
      </w:r>
      <w:r w:rsidRPr="00D3206F">
        <w:t xml:space="preserve">. </w:t>
      </w:r>
    </w:p>
    <w:p w:rsidR="00237EB3" w:rsidRPr="00D3206F" w:rsidRDefault="00237EB3" w:rsidP="004D3BE9">
      <w:pPr>
        <w:widowControl/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3.6.7. </w:t>
      </w:r>
      <w:r w:rsidRPr="00D3206F">
        <w:rPr>
          <w:rFonts w:eastAsia="Times New Roman" w:cs="Times New Roman"/>
          <w:kern w:val="0"/>
          <w:sz w:val="28"/>
          <w:szCs w:val="28"/>
          <w:lang w:eastAsia="ru-RU" w:bidi="ar-SA"/>
        </w:rPr>
        <w:t>Организация самостоятельно определяет средства обучения,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реализации АООП.</w:t>
      </w:r>
    </w:p>
    <w:p w:rsidR="00237EB3" w:rsidRPr="00E23404" w:rsidRDefault="00237EB3" w:rsidP="00FF5FA7">
      <w:pPr>
        <w:pStyle w:val="Standard"/>
      </w:pPr>
    </w:p>
    <w:p w:rsidR="00237EB3" w:rsidRPr="00E23404" w:rsidRDefault="00237EB3" w:rsidP="00BB116B">
      <w:pPr>
        <w:pStyle w:val="Standard"/>
        <w:tabs>
          <w:tab w:val="left" w:pos="0"/>
        </w:tabs>
        <w:ind w:firstLine="575"/>
        <w:jc w:val="center"/>
      </w:pPr>
      <w:r>
        <w:rPr>
          <w:b/>
          <w:bCs/>
        </w:rPr>
        <w:t>4</w:t>
      </w:r>
      <w:r w:rsidRPr="00E23404">
        <w:rPr>
          <w:b/>
          <w:bCs/>
        </w:rPr>
        <w:t xml:space="preserve">. Требования к результатам освоения </w:t>
      </w:r>
      <w:r>
        <w:rPr>
          <w:b/>
          <w:bCs/>
        </w:rPr>
        <w:t>АООП</w:t>
      </w:r>
    </w:p>
    <w:p w:rsidR="00237EB3" w:rsidRDefault="00237EB3">
      <w:pPr>
        <w:spacing w:line="360" w:lineRule="auto"/>
        <w:ind w:firstLine="575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4</w:t>
      </w:r>
      <w:r w:rsidRPr="00E23404">
        <w:rPr>
          <w:rFonts w:cs="Times New Roman"/>
          <w:bCs/>
          <w:sz w:val="28"/>
          <w:szCs w:val="28"/>
        </w:rPr>
        <w:t xml:space="preserve">.1. </w:t>
      </w:r>
      <w:r w:rsidRPr="00E23404">
        <w:rPr>
          <w:rFonts w:cs="Times New Roman"/>
          <w:sz w:val="28"/>
          <w:szCs w:val="28"/>
        </w:rPr>
        <w:t>Стандарт устанавливает требования к</w:t>
      </w:r>
      <w:r w:rsidRPr="00E23404">
        <w:rPr>
          <w:rFonts w:cs="Times New Roman"/>
          <w:bCs/>
          <w:sz w:val="28"/>
          <w:szCs w:val="28"/>
        </w:rPr>
        <w:t xml:space="preserve"> личностным</w:t>
      </w:r>
      <w:r w:rsidRPr="00E23404">
        <w:rPr>
          <w:rFonts w:cs="Times New Roman"/>
          <w:sz w:val="28"/>
          <w:szCs w:val="28"/>
        </w:rPr>
        <w:t xml:space="preserve"> </w:t>
      </w:r>
      <w:r w:rsidRPr="00E23404">
        <w:rPr>
          <w:rFonts w:cs="Times New Roman"/>
          <w:bCs/>
          <w:sz w:val="28"/>
          <w:szCs w:val="28"/>
        </w:rPr>
        <w:t>и предметным результатам</w:t>
      </w:r>
      <w:r w:rsidRPr="00E23404">
        <w:rPr>
          <w:rFonts w:cs="Times New Roman"/>
          <w:sz w:val="28"/>
          <w:szCs w:val="28"/>
        </w:rPr>
        <w:t xml:space="preserve"> освоения обучающимися с умственной отсталостью (</w:t>
      </w:r>
      <w:r w:rsidRPr="00E23404">
        <w:rPr>
          <w:rFonts w:cs="Times New Roman"/>
          <w:bCs/>
          <w:sz w:val="28"/>
          <w:szCs w:val="28"/>
        </w:rPr>
        <w:t>интеллектуальны</w:t>
      </w:r>
      <w:r>
        <w:rPr>
          <w:rFonts w:cs="Times New Roman"/>
          <w:bCs/>
          <w:sz w:val="28"/>
          <w:szCs w:val="28"/>
        </w:rPr>
        <w:t>м</w:t>
      </w:r>
      <w:r w:rsidRPr="00E23404">
        <w:rPr>
          <w:rFonts w:cs="Times New Roman"/>
          <w:bCs/>
          <w:sz w:val="28"/>
          <w:szCs w:val="28"/>
        </w:rPr>
        <w:t>и нарушениями</w:t>
      </w:r>
      <w:r w:rsidRPr="00E23404">
        <w:rPr>
          <w:rFonts w:cs="Times New Roman"/>
          <w:sz w:val="28"/>
          <w:szCs w:val="28"/>
        </w:rPr>
        <w:t>) двух ва</w:t>
      </w:r>
      <w:r>
        <w:rPr>
          <w:rFonts w:cs="Times New Roman"/>
          <w:sz w:val="28"/>
          <w:szCs w:val="28"/>
        </w:rPr>
        <w:t>риантов АООП (в соответствии с п</w:t>
      </w:r>
      <w:r w:rsidRPr="00E23404">
        <w:rPr>
          <w:rFonts w:cs="Times New Roman"/>
          <w:sz w:val="28"/>
          <w:szCs w:val="28"/>
        </w:rPr>
        <w:t>риложением</w:t>
      </w:r>
      <w:r>
        <w:rPr>
          <w:rFonts w:cs="Times New Roman"/>
          <w:sz w:val="28"/>
          <w:szCs w:val="28"/>
        </w:rPr>
        <w:t xml:space="preserve"> к настоящему Стандарту</w:t>
      </w:r>
      <w:r w:rsidRPr="00E23404">
        <w:rPr>
          <w:rFonts w:cs="Times New Roman"/>
          <w:sz w:val="28"/>
          <w:szCs w:val="28"/>
        </w:rPr>
        <w:t>)</w:t>
      </w:r>
      <w:r w:rsidRPr="00E23404">
        <w:rPr>
          <w:rFonts w:cs="Times New Roman"/>
          <w:bCs/>
          <w:sz w:val="28"/>
          <w:szCs w:val="28"/>
        </w:rPr>
        <w:t>.</w:t>
      </w:r>
      <w:r>
        <w:rPr>
          <w:rFonts w:cs="Times New Roman"/>
          <w:bCs/>
          <w:sz w:val="28"/>
          <w:szCs w:val="28"/>
        </w:rPr>
        <w:t xml:space="preserve"> </w:t>
      </w:r>
    </w:p>
    <w:p w:rsidR="00237EB3" w:rsidRPr="00E1023B" w:rsidRDefault="00237EB3">
      <w:pPr>
        <w:spacing w:line="360" w:lineRule="auto"/>
        <w:ind w:firstLine="575"/>
        <w:jc w:val="both"/>
        <w:rPr>
          <w:rFonts w:cs="Times New Roman"/>
          <w:bCs/>
          <w:sz w:val="32"/>
          <w:szCs w:val="28"/>
        </w:rPr>
      </w:pPr>
      <w:r w:rsidRPr="00E1023B">
        <w:rPr>
          <w:rFonts w:cs="Times New Roman"/>
          <w:bCs/>
          <w:sz w:val="28"/>
          <w:szCs w:val="28"/>
        </w:rPr>
        <w:t xml:space="preserve">Совокупность </w:t>
      </w:r>
      <w:r w:rsidRPr="00E1023B">
        <w:rPr>
          <w:bCs/>
          <w:sz w:val="28"/>
        </w:rPr>
        <w:t>л</w:t>
      </w:r>
      <w:r w:rsidRPr="00E1023B">
        <w:rPr>
          <w:rFonts w:cs="Times New Roman"/>
          <w:bCs/>
          <w:sz w:val="28"/>
          <w:szCs w:val="28"/>
        </w:rPr>
        <w:t>ичностных и предметных результатов составляет содержание ж</w:t>
      </w:r>
      <w:r w:rsidRPr="00E1023B">
        <w:rPr>
          <w:bCs/>
          <w:sz w:val="28"/>
        </w:rPr>
        <w:t>изненных компетенций обучающихся</w:t>
      </w:r>
      <w:r w:rsidRPr="00E1023B">
        <w:rPr>
          <w:rFonts w:cs="Times New Roman"/>
          <w:bCs/>
          <w:sz w:val="28"/>
          <w:szCs w:val="28"/>
        </w:rPr>
        <w:t>.</w:t>
      </w:r>
    </w:p>
    <w:p w:rsidR="00237EB3" w:rsidRPr="00E1023B" w:rsidRDefault="00237EB3">
      <w:pPr>
        <w:spacing w:line="360" w:lineRule="auto"/>
        <w:ind w:firstLine="575"/>
        <w:jc w:val="both"/>
        <w:rPr>
          <w:rFonts w:cs="Times New Roman"/>
          <w:bCs/>
          <w:sz w:val="28"/>
          <w:szCs w:val="28"/>
        </w:rPr>
      </w:pPr>
      <w:r w:rsidRPr="00E1023B">
        <w:rPr>
          <w:rFonts w:cs="Times New Roman"/>
          <w:bCs/>
          <w:sz w:val="28"/>
          <w:szCs w:val="28"/>
        </w:rPr>
        <w:t>Личностные результаты включают овладение обучающимися социальными (жиз</w:t>
      </w:r>
      <w:r w:rsidRPr="00E1023B">
        <w:rPr>
          <w:rFonts w:cs="Times New Roman"/>
          <w:bCs/>
          <w:sz w:val="28"/>
          <w:szCs w:val="28"/>
        </w:rPr>
        <w:softHyphen/>
        <w:t xml:space="preserve">ненными) компетенциями, необходимыми для решения </w:t>
      </w:r>
      <w:r>
        <w:rPr>
          <w:rFonts w:cs="Times New Roman"/>
          <w:bCs/>
          <w:sz w:val="28"/>
          <w:szCs w:val="28"/>
        </w:rPr>
        <w:br/>
      </w:r>
      <w:r w:rsidRPr="00E1023B">
        <w:rPr>
          <w:rFonts w:cs="Times New Roman"/>
          <w:bCs/>
          <w:sz w:val="28"/>
          <w:szCs w:val="28"/>
        </w:rPr>
        <w:t xml:space="preserve">практико-ориентированных задач и обеспечивающими становление социальных отношений обучающихся в различных средах, </w:t>
      </w:r>
      <w:r w:rsidRPr="00E1023B">
        <w:rPr>
          <w:rFonts w:cs="Times New Roman"/>
          <w:sz w:val="28"/>
          <w:szCs w:val="28"/>
        </w:rPr>
        <w:t>сформированность мотивации к</w:t>
      </w:r>
      <w:r>
        <w:rPr>
          <w:rFonts w:cs="Times New Roman"/>
          <w:sz w:val="28"/>
          <w:szCs w:val="28"/>
        </w:rPr>
        <w:t> </w:t>
      </w:r>
      <w:r w:rsidRPr="00E1023B">
        <w:rPr>
          <w:rFonts w:cs="Times New Roman"/>
          <w:sz w:val="28"/>
          <w:szCs w:val="28"/>
        </w:rPr>
        <w:t>обучению и познанию.</w:t>
      </w:r>
    </w:p>
    <w:p w:rsidR="00237EB3" w:rsidRPr="00E1023B" w:rsidRDefault="00237EB3">
      <w:pPr>
        <w:spacing w:line="360" w:lineRule="auto"/>
        <w:ind w:firstLine="575"/>
        <w:jc w:val="both"/>
        <w:rPr>
          <w:rFonts w:cs="Times New Roman"/>
          <w:bCs/>
          <w:sz w:val="28"/>
          <w:szCs w:val="28"/>
        </w:rPr>
      </w:pPr>
      <w:r w:rsidRPr="00E1023B">
        <w:rPr>
          <w:rFonts w:cs="Times New Roman"/>
          <w:bCs/>
          <w:sz w:val="28"/>
          <w:szCs w:val="28"/>
        </w:rPr>
        <w:t>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деятельности.</w:t>
      </w:r>
    </w:p>
    <w:p w:rsidR="00237EB3" w:rsidRPr="00E1023B" w:rsidRDefault="00237EB3" w:rsidP="004E32AD">
      <w:pPr>
        <w:spacing w:line="360" w:lineRule="auto"/>
        <w:ind w:firstLine="575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4</w:t>
      </w:r>
      <w:r w:rsidRPr="00E1023B">
        <w:rPr>
          <w:rFonts w:cs="Times New Roman"/>
          <w:bCs/>
          <w:sz w:val="28"/>
          <w:szCs w:val="28"/>
        </w:rPr>
        <w:t>.2. </w:t>
      </w:r>
      <w:r w:rsidRPr="00E1023B">
        <w:rPr>
          <w:rFonts w:cs="Times New Roman"/>
          <w:sz w:val="28"/>
          <w:szCs w:val="28"/>
        </w:rPr>
        <w:t>Достижение личностных результатов обеспечивается содержанием отдельных учебных пред</w:t>
      </w:r>
      <w:r>
        <w:rPr>
          <w:rFonts w:cs="Times New Roman"/>
          <w:sz w:val="28"/>
          <w:szCs w:val="28"/>
        </w:rPr>
        <w:t>метов и внеурочной деятельности,</w:t>
      </w:r>
      <w:r w:rsidRPr="00E1023B">
        <w:rPr>
          <w:rFonts w:cs="Times New Roman"/>
          <w:sz w:val="28"/>
          <w:szCs w:val="28"/>
        </w:rPr>
        <w:t xml:space="preserve"> овладением доступны</w:t>
      </w:r>
      <w:r w:rsidRPr="00E1023B">
        <w:rPr>
          <w:rFonts w:cs="Times New Roman"/>
          <w:sz w:val="28"/>
          <w:szCs w:val="28"/>
        </w:rPr>
        <w:softHyphen/>
      </w:r>
      <w:r>
        <w:rPr>
          <w:rFonts w:cs="Times New Roman"/>
          <w:sz w:val="28"/>
          <w:szCs w:val="28"/>
        </w:rPr>
        <w:t>ми видами деятельности,</w:t>
      </w:r>
      <w:r w:rsidRPr="00E1023B">
        <w:rPr>
          <w:rFonts w:cs="Times New Roman"/>
          <w:sz w:val="28"/>
          <w:szCs w:val="28"/>
        </w:rPr>
        <w:t xml:space="preserve"> опытом социального взаимодействия.</w:t>
      </w:r>
    </w:p>
    <w:p w:rsidR="00237EB3" w:rsidRPr="00D2502D" w:rsidRDefault="00237EB3" w:rsidP="00D2502D">
      <w:pPr>
        <w:pStyle w:val="Standard"/>
        <w:tabs>
          <w:tab w:val="left" w:pos="0"/>
        </w:tabs>
        <w:ind w:firstLine="575"/>
        <w:rPr>
          <w:bCs/>
        </w:rPr>
      </w:pPr>
      <w:r>
        <w:rPr>
          <w:bCs/>
        </w:rPr>
        <w:t>4.3</w:t>
      </w:r>
      <w:r w:rsidRPr="00E1023B">
        <w:rPr>
          <w:bCs/>
        </w:rPr>
        <w:t>. Предметные результаты связаны с овладением обучающимися соде</w:t>
      </w:r>
      <w:r w:rsidRPr="00E23404">
        <w:rPr>
          <w:bCs/>
        </w:rPr>
        <w:t>ржанием каждой предметной области, характеризуют опыт специфической для предметной области деятельности по получению нового знания, достижения обучающихся в</w:t>
      </w:r>
      <w:r>
        <w:rPr>
          <w:bCs/>
        </w:rPr>
        <w:t> </w:t>
      </w:r>
      <w:r w:rsidRPr="00E23404">
        <w:rPr>
          <w:bCs/>
        </w:rPr>
        <w:t xml:space="preserve">усвоении знаний и умений, возможности их применения в практической деятельности и жизни. </w:t>
      </w:r>
    </w:p>
    <w:p w:rsidR="00237EB3" w:rsidRDefault="00237EB3" w:rsidP="001E0EAC">
      <w:pPr>
        <w:pStyle w:val="Standard"/>
        <w:tabs>
          <w:tab w:val="left" w:pos="0"/>
        </w:tabs>
        <w:ind w:firstLine="575"/>
      </w:pPr>
      <w:r>
        <w:rPr>
          <w:bCs/>
        </w:rPr>
        <w:t>4.4</w:t>
      </w:r>
      <w:r w:rsidRPr="00E23404">
        <w:rPr>
          <w:bCs/>
        </w:rPr>
        <w:t>. </w:t>
      </w:r>
      <w:r w:rsidRPr="00E23404">
        <w:t xml:space="preserve">Стандарт определяет для каждой предметной области дифференцированные требования к </w:t>
      </w:r>
      <w:r w:rsidRPr="00E23404">
        <w:rPr>
          <w:bCs/>
        </w:rPr>
        <w:t>личностным</w:t>
      </w:r>
      <w:r w:rsidRPr="00E23404">
        <w:t xml:space="preserve"> </w:t>
      </w:r>
      <w:r w:rsidRPr="00E23404">
        <w:rPr>
          <w:bCs/>
        </w:rPr>
        <w:t>и предметным результатам</w:t>
      </w:r>
      <w:r w:rsidRPr="00E23404">
        <w:t xml:space="preserve"> с учетом особенностей и возможностей развития разных групп обучающихся с умственной отсталостью</w:t>
      </w:r>
      <w:r w:rsidRPr="00E23404">
        <w:rPr>
          <w:sz w:val="20"/>
          <w:szCs w:val="20"/>
        </w:rPr>
        <w:t xml:space="preserve"> </w:t>
      </w:r>
      <w:r w:rsidRPr="001E0EAC">
        <w:t>(интеллектуальными нарушениями).</w:t>
      </w:r>
    </w:p>
    <w:p w:rsidR="00237EB3" w:rsidRPr="001E0EAC" w:rsidRDefault="00237EB3" w:rsidP="001E0EAC">
      <w:pPr>
        <w:pStyle w:val="Standard"/>
        <w:tabs>
          <w:tab w:val="left" w:pos="0"/>
        </w:tabs>
        <w:ind w:firstLine="575"/>
        <w:rPr>
          <w:szCs w:val="20"/>
        </w:rPr>
        <w:sectPr w:rsidR="00237EB3" w:rsidRPr="001E0EAC" w:rsidSect="00D72F1A">
          <w:headerReference w:type="default" r:id="rId8"/>
          <w:footerReference w:type="default" r:id="rId9"/>
          <w:footerReference w:type="first" r:id="rId10"/>
          <w:pgSz w:w="11906" w:h="16838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37EB3" w:rsidRPr="00E23404" w:rsidRDefault="00237EB3" w:rsidP="00577400">
      <w:pPr>
        <w:spacing w:after="120"/>
        <w:jc w:val="right"/>
        <w:rPr>
          <w:rFonts w:cs="Times New Roman"/>
          <w:b/>
          <w:sz w:val="20"/>
          <w:szCs w:val="20"/>
        </w:rPr>
      </w:pPr>
      <w:r w:rsidRPr="00E23404">
        <w:rPr>
          <w:rFonts w:cs="Times New Roman"/>
          <w:b/>
          <w:sz w:val="20"/>
          <w:szCs w:val="20"/>
        </w:rPr>
        <w:t>ПРИЛОЖЕНИЕ</w:t>
      </w:r>
    </w:p>
    <w:p w:rsidR="00237EB3" w:rsidRPr="00E23404" w:rsidRDefault="00237EB3" w:rsidP="00577400">
      <w:pPr>
        <w:spacing w:after="120"/>
        <w:jc w:val="center"/>
        <w:rPr>
          <w:rFonts w:cs="Times New Roman"/>
          <w:b/>
          <w:bCs/>
          <w:color w:val="000000"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ТРЕБОВАНИЯ К АООП </w:t>
      </w:r>
      <w:r w:rsidRPr="00E23404">
        <w:rPr>
          <w:rFonts w:cs="Times New Roman"/>
          <w:b/>
          <w:bCs/>
          <w:color w:val="000000"/>
          <w:sz w:val="20"/>
          <w:szCs w:val="20"/>
        </w:rPr>
        <w:t>ОБУЧАЮЩИХСЯ С УМСТВЕННОЙ ОТСТАЛОСТЬЮ (ИНТЕЛЛЕКТУАЛЬНЫМИ НАРУШЕНИЯМИ)</w:t>
      </w:r>
    </w:p>
    <w:p w:rsidR="00237EB3" w:rsidRPr="00E23404" w:rsidRDefault="00237EB3" w:rsidP="00577400">
      <w:pPr>
        <w:spacing w:after="120"/>
        <w:jc w:val="right"/>
        <w:rPr>
          <w:rFonts w:cs="Times New Roman"/>
          <w:b/>
          <w:bCs/>
          <w:color w:val="000000"/>
          <w:sz w:val="20"/>
          <w:szCs w:val="20"/>
        </w:rPr>
      </w:pPr>
      <w:r w:rsidRPr="00E23404">
        <w:rPr>
          <w:rFonts w:cs="Times New Roman"/>
          <w:b/>
          <w:bCs/>
          <w:color w:val="000000"/>
          <w:sz w:val="20"/>
          <w:szCs w:val="20"/>
        </w:rPr>
        <w:t>Таблица 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30"/>
        <w:gridCol w:w="7512"/>
      </w:tblGrid>
      <w:tr w:rsidR="00237EB3" w:rsidRPr="00E23404" w:rsidTr="000F2240">
        <w:tc>
          <w:tcPr>
            <w:tcW w:w="14742" w:type="dxa"/>
            <w:gridSpan w:val="2"/>
          </w:tcPr>
          <w:p w:rsidR="00237EB3" w:rsidRPr="00ED7384" w:rsidRDefault="00237EB3" w:rsidP="00DD1432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2. Требования к структуре АООП.</w:t>
            </w:r>
          </w:p>
        </w:tc>
      </w:tr>
      <w:tr w:rsidR="00237EB3" w:rsidRPr="00E23404" w:rsidTr="000F2240">
        <w:tc>
          <w:tcPr>
            <w:tcW w:w="7230" w:type="dxa"/>
          </w:tcPr>
          <w:p w:rsidR="00237EB3" w:rsidRPr="00E23404" w:rsidRDefault="00237EB3" w:rsidP="002A1D4C">
            <w:pPr>
              <w:pStyle w:val="Standard"/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Вариант 1</w:t>
            </w:r>
          </w:p>
        </w:tc>
        <w:tc>
          <w:tcPr>
            <w:tcW w:w="7512" w:type="dxa"/>
          </w:tcPr>
          <w:p w:rsidR="00237EB3" w:rsidRPr="00E23404" w:rsidRDefault="00237EB3" w:rsidP="002A1D4C">
            <w:pPr>
              <w:pStyle w:val="Standard"/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Вариант 2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820756" w:rsidRDefault="00237EB3" w:rsidP="002A1D4C">
            <w:pPr>
              <w:ind w:firstLine="284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2.2. АООП</w:t>
            </w:r>
            <w:r w:rsidRPr="004D7A99">
              <w:rPr>
                <w:rFonts w:cs="Times New Roman"/>
                <w:sz w:val="20"/>
                <w:szCs w:val="20"/>
              </w:rPr>
              <w:t xml:space="preserve"> определяет содержание и организацию образовате</w:t>
            </w:r>
            <w:r>
              <w:rPr>
                <w:rFonts w:cs="Times New Roman"/>
                <w:sz w:val="20"/>
                <w:szCs w:val="20"/>
              </w:rPr>
              <w:t>льной деятельности обучающихся с умственной отсталостью (интеллектуальными нарушениями)</w:t>
            </w:r>
            <w:r w:rsidRPr="004D7A99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237EB3" w:rsidRPr="00E23404" w:rsidTr="000F2240">
        <w:tc>
          <w:tcPr>
            <w:tcW w:w="7230" w:type="dxa"/>
          </w:tcPr>
          <w:p w:rsidR="00237EB3" w:rsidRDefault="00237EB3" w:rsidP="00544520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1</w:t>
            </w:r>
            <w:r w:rsidRPr="00544520">
              <w:rPr>
                <w:sz w:val="20"/>
                <w:szCs w:val="20"/>
              </w:rPr>
              <w:t xml:space="preserve"> предполагает, что обучающийся с легкой умственной отсталостью (интеллектуальными нарушениями) получает образование,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ограничений здоровья</w:t>
            </w:r>
            <w:r>
              <w:rPr>
                <w:sz w:val="20"/>
                <w:szCs w:val="20"/>
              </w:rPr>
              <w:t>, в пролонгированные сроки</w:t>
            </w:r>
            <w:r w:rsidRPr="00544520">
              <w:rPr>
                <w:sz w:val="20"/>
                <w:szCs w:val="20"/>
              </w:rPr>
              <w:t xml:space="preserve">.  </w:t>
            </w:r>
          </w:p>
          <w:p w:rsidR="00237EB3" w:rsidRPr="00E23404" w:rsidRDefault="00237EB3" w:rsidP="00E521BD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E23404">
              <w:rPr>
                <w:sz w:val="20"/>
                <w:szCs w:val="20"/>
              </w:rPr>
              <w:t>Обязательной является орг</w:t>
            </w:r>
            <w:r>
              <w:rPr>
                <w:sz w:val="20"/>
                <w:szCs w:val="20"/>
              </w:rPr>
              <w:t>анизация спе</w:t>
            </w:r>
            <w:r w:rsidRPr="00E23404">
              <w:rPr>
                <w:sz w:val="20"/>
                <w:szCs w:val="20"/>
              </w:rPr>
              <w:t>ц</w:t>
            </w:r>
            <w:r>
              <w:rPr>
                <w:sz w:val="20"/>
                <w:szCs w:val="20"/>
              </w:rPr>
              <w:t>иальных условий обучения и воспитания для реализации как общих, так и особых образователь</w:t>
            </w:r>
            <w:r w:rsidRPr="00E23404">
              <w:rPr>
                <w:sz w:val="20"/>
                <w:szCs w:val="20"/>
              </w:rPr>
              <w:t>ных потребностей.</w:t>
            </w:r>
          </w:p>
          <w:p w:rsidR="00237EB3" w:rsidRPr="00E23404" w:rsidRDefault="00237EB3" w:rsidP="00E521BD">
            <w:pPr>
              <w:pStyle w:val="Standard"/>
              <w:spacing w:line="240" w:lineRule="auto"/>
              <w:ind w:firstLine="284"/>
              <w:rPr>
                <w:b/>
                <w:bCs/>
                <w:color w:val="000000"/>
                <w:sz w:val="20"/>
                <w:szCs w:val="20"/>
              </w:rPr>
            </w:pPr>
            <w:r w:rsidRPr="00E23404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рганизация должна обеспе</w:t>
            </w:r>
            <w:r w:rsidRPr="00E23404">
              <w:rPr>
                <w:sz w:val="20"/>
                <w:szCs w:val="20"/>
              </w:rPr>
              <w:t>чить т</w:t>
            </w:r>
            <w:r>
              <w:rPr>
                <w:sz w:val="20"/>
                <w:szCs w:val="20"/>
              </w:rPr>
              <w:t>ребуемые для этой категории обучающихся условия обучения и воспитания. Одним из важ</w:t>
            </w:r>
            <w:r w:rsidRPr="00E23404">
              <w:rPr>
                <w:sz w:val="20"/>
                <w:szCs w:val="20"/>
              </w:rPr>
              <w:t>нейших условий обучения ребенка с</w:t>
            </w:r>
            <w:r>
              <w:rPr>
                <w:sz w:val="20"/>
                <w:szCs w:val="20"/>
              </w:rPr>
              <w:t xml:space="preserve"> легкой умствен</w:t>
            </w:r>
            <w:r w:rsidRPr="00E23404">
              <w:rPr>
                <w:sz w:val="20"/>
                <w:szCs w:val="20"/>
              </w:rPr>
              <w:t>ной отс</w:t>
            </w:r>
            <w:r>
              <w:rPr>
                <w:sz w:val="20"/>
                <w:szCs w:val="20"/>
              </w:rPr>
              <w:t>талостью  (интеллектуальными нарушени</w:t>
            </w:r>
            <w:r w:rsidRPr="00E23404">
              <w:rPr>
                <w:sz w:val="20"/>
                <w:szCs w:val="20"/>
              </w:rPr>
              <w:t>ями) в среде других обуча</w:t>
            </w:r>
            <w:r>
              <w:rPr>
                <w:sz w:val="20"/>
                <w:szCs w:val="20"/>
              </w:rPr>
              <w:t xml:space="preserve">ющихся является готовность к эмоциональному и </w:t>
            </w:r>
            <w:r>
              <w:rPr>
                <w:sz w:val="20"/>
                <w:szCs w:val="20"/>
              </w:rPr>
              <w:br/>
              <w:t>коммуника</w:t>
            </w:r>
            <w:r>
              <w:rPr>
                <w:sz w:val="20"/>
                <w:szCs w:val="20"/>
              </w:rPr>
              <w:softHyphen/>
              <w:t>тивно</w:t>
            </w:r>
            <w:r w:rsidRPr="00E23404">
              <w:rPr>
                <w:sz w:val="20"/>
                <w:szCs w:val="20"/>
              </w:rPr>
              <w:t>му взаимодействию с ними.</w:t>
            </w:r>
          </w:p>
        </w:tc>
        <w:tc>
          <w:tcPr>
            <w:tcW w:w="7512" w:type="dxa"/>
          </w:tcPr>
          <w:p w:rsidR="00237EB3" w:rsidRDefault="00237EB3" w:rsidP="00544520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2</w:t>
            </w:r>
            <w:r w:rsidRPr="00544520">
              <w:rPr>
                <w:sz w:val="20"/>
                <w:szCs w:val="20"/>
              </w:rPr>
              <w:t xml:space="preserve"> предполагает, что обучающийся с умственной отсталостью (умеренной, тяжелой, глубокой, тяжелыми и множественными нарушениями развития) получает образование,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ограничений здоровья</w:t>
            </w:r>
            <w:r>
              <w:rPr>
                <w:sz w:val="20"/>
                <w:szCs w:val="20"/>
              </w:rPr>
              <w:t>, в пролонгированные сроки</w:t>
            </w:r>
            <w:r w:rsidRPr="00544520">
              <w:rPr>
                <w:sz w:val="20"/>
                <w:szCs w:val="20"/>
              </w:rPr>
              <w:t xml:space="preserve">.  </w:t>
            </w:r>
          </w:p>
          <w:p w:rsidR="00237EB3" w:rsidRDefault="00237EB3" w:rsidP="00F4458B">
            <w:pPr>
              <w:ind w:firstLine="284"/>
              <w:contextualSpacing/>
              <w:jc w:val="both"/>
              <w:rPr>
                <w:sz w:val="20"/>
                <w:szCs w:val="20"/>
              </w:rPr>
            </w:pPr>
            <w:r w:rsidRPr="00E23404"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ля обучающихся, получающих образова</w:t>
            </w:r>
            <w:r w:rsidRPr="00E23404">
              <w:rPr>
                <w:rFonts w:cs="Times New Roman"/>
                <w:sz w:val="20"/>
                <w:szCs w:val="20"/>
              </w:rPr>
              <w:t xml:space="preserve">ние по </w:t>
            </w:r>
            <w:r>
              <w:rPr>
                <w:rFonts w:cs="Times New Roman"/>
                <w:sz w:val="20"/>
                <w:szCs w:val="20"/>
              </w:rPr>
              <w:t>варианту 2 АООП. характерно интеллектуальное и пси</w:t>
            </w:r>
            <w:r>
              <w:rPr>
                <w:rFonts w:cs="Times New Roman"/>
                <w:sz w:val="20"/>
                <w:szCs w:val="20"/>
              </w:rPr>
              <w:softHyphen/>
              <w:t>хофизическое недораз</w:t>
            </w:r>
            <w:r w:rsidRPr="00E23404">
              <w:rPr>
                <w:rFonts w:cs="Times New Roman"/>
                <w:sz w:val="20"/>
                <w:szCs w:val="20"/>
              </w:rPr>
              <w:t xml:space="preserve">витие </w:t>
            </w:r>
            <w:r>
              <w:rPr>
                <w:rFonts w:cs="Times New Roman"/>
                <w:sz w:val="20"/>
                <w:szCs w:val="20"/>
              </w:rPr>
              <w:t>в умеренной, тяжелой или глубокой степени, которое может сочетать</w:t>
            </w:r>
            <w:r w:rsidRPr="00E23404">
              <w:rPr>
                <w:rFonts w:cs="Times New Roman"/>
                <w:sz w:val="20"/>
                <w:szCs w:val="20"/>
              </w:rPr>
              <w:t>ся с лок</w:t>
            </w:r>
            <w:r>
              <w:rPr>
                <w:rFonts w:cs="Times New Roman"/>
                <w:sz w:val="20"/>
                <w:szCs w:val="20"/>
              </w:rPr>
              <w:t>альными или системными наруше</w:t>
            </w:r>
            <w:r w:rsidRPr="00E23404">
              <w:rPr>
                <w:rFonts w:cs="Times New Roman"/>
                <w:sz w:val="20"/>
                <w:szCs w:val="20"/>
              </w:rPr>
              <w:t>ниями зрения, слуха, опор</w:t>
            </w:r>
            <w:r>
              <w:rPr>
                <w:rFonts w:cs="Times New Roman"/>
                <w:sz w:val="20"/>
                <w:szCs w:val="20"/>
              </w:rPr>
              <w:t>но-двигательного аппарата, расстройст</w:t>
            </w:r>
            <w:r w:rsidRPr="00E23404"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ами аутистического спектра, эмоцио</w:t>
            </w:r>
            <w:r>
              <w:rPr>
                <w:rFonts w:cs="Times New Roman"/>
                <w:sz w:val="20"/>
                <w:szCs w:val="20"/>
              </w:rPr>
              <w:softHyphen/>
              <w:t>нально-волевой сферы, выраженны</w:t>
            </w:r>
            <w:r w:rsidRPr="00E23404">
              <w:rPr>
                <w:rFonts w:cs="Times New Roman"/>
                <w:sz w:val="20"/>
                <w:szCs w:val="20"/>
              </w:rPr>
              <w:t xml:space="preserve">ми в различной степени тяжести. У </w:t>
            </w:r>
            <w:r>
              <w:rPr>
                <w:rFonts w:cs="Times New Roman"/>
                <w:sz w:val="20"/>
                <w:szCs w:val="20"/>
              </w:rPr>
              <w:t>не</w:t>
            </w:r>
            <w:r>
              <w:rPr>
                <w:rFonts w:cs="Times New Roman"/>
                <w:sz w:val="20"/>
                <w:szCs w:val="20"/>
              </w:rPr>
              <w:softHyphen/>
              <w:t>которых обучающихся могут выявляться текущие психические и сомати</w:t>
            </w:r>
            <w:r>
              <w:rPr>
                <w:rFonts w:cs="Times New Roman"/>
                <w:sz w:val="20"/>
                <w:szCs w:val="20"/>
              </w:rPr>
              <w:softHyphen/>
              <w:t>ческие заболевания.</w:t>
            </w:r>
            <w:r w:rsidRPr="00E23404">
              <w:rPr>
                <w:sz w:val="20"/>
                <w:szCs w:val="20"/>
              </w:rPr>
              <w:t xml:space="preserve"> </w:t>
            </w:r>
          </w:p>
          <w:p w:rsidR="00237EB3" w:rsidRDefault="00237EB3" w:rsidP="00F4458B">
            <w:pPr>
              <w:ind w:firstLine="284"/>
              <w:contextualSpacing/>
              <w:jc w:val="both"/>
              <w:rPr>
                <w:sz w:val="20"/>
                <w:szCs w:val="20"/>
              </w:rPr>
            </w:pPr>
            <w:r w:rsidRPr="00E23404">
              <w:rPr>
                <w:sz w:val="20"/>
                <w:szCs w:val="20"/>
              </w:rPr>
              <w:t xml:space="preserve">При реализации АООП </w:t>
            </w:r>
            <w:r>
              <w:rPr>
                <w:sz w:val="20"/>
                <w:szCs w:val="20"/>
              </w:rPr>
              <w:t>в форме обучения ребенка на дому или семейного образо</w:t>
            </w:r>
            <w:r w:rsidRPr="00E23404">
              <w:rPr>
                <w:sz w:val="20"/>
                <w:szCs w:val="20"/>
              </w:rPr>
              <w:t>ва</w:t>
            </w:r>
            <w:r w:rsidRPr="00E23404">
              <w:rPr>
                <w:sz w:val="20"/>
                <w:szCs w:val="20"/>
              </w:rPr>
              <w:softHyphen/>
              <w:t>ния обязатель</w:t>
            </w:r>
            <w:r>
              <w:rPr>
                <w:sz w:val="20"/>
                <w:szCs w:val="20"/>
              </w:rPr>
              <w:t>ным является расширение его жиз</w:t>
            </w:r>
            <w:r w:rsidRPr="00E23404">
              <w:rPr>
                <w:sz w:val="20"/>
                <w:szCs w:val="20"/>
              </w:rPr>
              <w:t xml:space="preserve">ненного опыта и социальных </w:t>
            </w:r>
            <w:r>
              <w:rPr>
                <w:sz w:val="20"/>
                <w:szCs w:val="20"/>
              </w:rPr>
              <w:t>контактов в до</w:t>
            </w:r>
            <w:r w:rsidRPr="00E23404">
              <w:rPr>
                <w:sz w:val="20"/>
                <w:szCs w:val="20"/>
              </w:rPr>
              <w:t>ступных для него пределах</w:t>
            </w:r>
            <w:r>
              <w:rPr>
                <w:sz w:val="20"/>
                <w:szCs w:val="20"/>
              </w:rPr>
              <w:t>.</w:t>
            </w:r>
            <w:r w:rsidRPr="00E23404">
              <w:rPr>
                <w:sz w:val="20"/>
                <w:szCs w:val="20"/>
              </w:rPr>
              <w:t xml:space="preserve"> </w:t>
            </w:r>
          </w:p>
          <w:p w:rsidR="00237EB3" w:rsidRPr="00F4458B" w:rsidRDefault="00237EB3" w:rsidP="00F4458B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E23404">
              <w:rPr>
                <w:sz w:val="20"/>
                <w:szCs w:val="20"/>
              </w:rPr>
              <w:t>Обязательной является специаль</w:t>
            </w:r>
            <w:r>
              <w:rPr>
                <w:sz w:val="20"/>
                <w:szCs w:val="20"/>
              </w:rPr>
              <w:t>ная организация среды для реализации особых образова</w:t>
            </w:r>
            <w:r w:rsidRPr="00E23404">
              <w:rPr>
                <w:sz w:val="20"/>
                <w:szCs w:val="20"/>
              </w:rPr>
              <w:t>тельных</w:t>
            </w:r>
            <w:r>
              <w:rPr>
                <w:sz w:val="20"/>
                <w:szCs w:val="20"/>
              </w:rPr>
              <w:t xml:space="preserve"> потребностей обучающегося, развитие его жизнен</w:t>
            </w:r>
            <w:r>
              <w:rPr>
                <w:sz w:val="20"/>
                <w:szCs w:val="20"/>
              </w:rPr>
              <w:softHyphen/>
              <w:t>ной компетенции в разных социальных сферах (образовательной, семейной, досуговой, трудовой и других</w:t>
            </w:r>
            <w:r w:rsidRPr="00E23404">
              <w:rPr>
                <w:sz w:val="20"/>
                <w:szCs w:val="20"/>
              </w:rPr>
              <w:t>).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F4458B" w:rsidRDefault="00237EB3" w:rsidP="009930A1">
            <w:pPr>
              <w:ind w:firstLine="284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2.3. На основе стандарта о</w:t>
            </w:r>
            <w:r w:rsidRPr="004D7A99">
              <w:rPr>
                <w:rFonts w:cs="Times New Roman"/>
                <w:sz w:val="20"/>
                <w:szCs w:val="20"/>
              </w:rPr>
              <w:t>рганизация может разработать в соответствии со спецификой св</w:t>
            </w:r>
            <w:r>
              <w:rPr>
                <w:rFonts w:cs="Times New Roman"/>
                <w:sz w:val="20"/>
                <w:szCs w:val="20"/>
              </w:rPr>
              <w:t>оей образовательной</w:t>
            </w:r>
            <w:r w:rsidRPr="004D7A99">
              <w:rPr>
                <w:rFonts w:cs="Times New Roman"/>
                <w:sz w:val="20"/>
                <w:szCs w:val="20"/>
              </w:rPr>
              <w:t xml:space="preserve"> деятельности один </w:t>
            </w:r>
            <w:r>
              <w:rPr>
                <w:rFonts w:cs="Times New Roman"/>
                <w:sz w:val="20"/>
                <w:szCs w:val="20"/>
              </w:rPr>
              <w:t xml:space="preserve">или несколько вариантов АООП </w:t>
            </w:r>
            <w:r w:rsidRPr="004D7A99">
              <w:rPr>
                <w:rFonts w:cs="Times New Roman"/>
                <w:sz w:val="20"/>
                <w:szCs w:val="20"/>
              </w:rPr>
              <w:t>с учетом особых образовательных потребностей обучающихся</w:t>
            </w:r>
            <w:r>
              <w:rPr>
                <w:rFonts w:cs="Times New Roman"/>
                <w:sz w:val="20"/>
                <w:szCs w:val="20"/>
              </w:rPr>
              <w:t xml:space="preserve"> с умственной отсталостью (интеллектуальными нарушениями)</w:t>
            </w:r>
            <w:r w:rsidRPr="004D7A99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237EB3" w:rsidRPr="00E23404" w:rsidTr="000F2240">
        <w:tc>
          <w:tcPr>
            <w:tcW w:w="7230" w:type="dxa"/>
          </w:tcPr>
          <w:p w:rsidR="00237EB3" w:rsidRPr="00E23404" w:rsidRDefault="00237EB3" w:rsidP="00F4458B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E23404">
              <w:rPr>
                <w:sz w:val="20"/>
                <w:szCs w:val="20"/>
              </w:rPr>
              <w:t>На ос</w:t>
            </w:r>
            <w:r>
              <w:rPr>
                <w:sz w:val="20"/>
                <w:szCs w:val="20"/>
              </w:rPr>
              <w:t>нове Стандарта создается АООП</w:t>
            </w:r>
            <w:r w:rsidRPr="00E2340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которая при необходимости индивидуализирует</w:t>
            </w:r>
            <w:r w:rsidRPr="00E23404">
              <w:rPr>
                <w:sz w:val="20"/>
                <w:szCs w:val="20"/>
              </w:rPr>
              <w:t>ся (</w:t>
            </w:r>
            <w:r w:rsidRPr="00A25416">
              <w:rPr>
                <w:sz w:val="20"/>
                <w:szCs w:val="20"/>
              </w:rPr>
              <w:t>СИПР</w:t>
            </w:r>
            <w:r w:rsidRPr="00E23404">
              <w:rPr>
                <w:sz w:val="20"/>
                <w:szCs w:val="20"/>
              </w:rPr>
              <w:t>), к которой может быть с</w:t>
            </w:r>
            <w:r>
              <w:rPr>
                <w:sz w:val="20"/>
                <w:szCs w:val="20"/>
              </w:rPr>
              <w:t>оздано несколь</w:t>
            </w:r>
            <w:r w:rsidRPr="00E23404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 xml:space="preserve"> учебных планов, в том числе индивидуаль</w:t>
            </w:r>
            <w:r w:rsidRPr="00E23404">
              <w:rPr>
                <w:sz w:val="20"/>
                <w:szCs w:val="20"/>
              </w:rPr>
              <w:t>ны</w:t>
            </w:r>
            <w:r>
              <w:rPr>
                <w:sz w:val="20"/>
                <w:szCs w:val="20"/>
              </w:rPr>
              <w:t>е учебные планы, учитывающие образовательные потребности групп или отдельных обучающих</w:t>
            </w:r>
            <w:r w:rsidRPr="00E23404">
              <w:rPr>
                <w:sz w:val="20"/>
                <w:szCs w:val="20"/>
              </w:rPr>
              <w:t>ся с умственной отсталостью.</w:t>
            </w:r>
          </w:p>
          <w:p w:rsidR="00237EB3" w:rsidRPr="004D7A99" w:rsidRDefault="00237EB3" w:rsidP="00F4458B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12" w:type="dxa"/>
          </w:tcPr>
          <w:p w:rsidR="00237EB3" w:rsidRPr="004D7A99" w:rsidRDefault="00237EB3" w:rsidP="001A79FF">
            <w:pPr>
              <w:pStyle w:val="NoSpacing"/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Обучающийся с умственной отстало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стью (интеллекту</w:t>
            </w:r>
            <w:r>
              <w:rPr>
                <w:rFonts w:ascii="Times New Roman" w:hAnsi="Times New Roman"/>
                <w:sz w:val="20"/>
                <w:szCs w:val="20"/>
              </w:rPr>
              <w:t>альными наруше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ниями), интеллектуальное развитие которого не позволя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ет освоить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вариант 1 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АООП</w:t>
            </w:r>
            <w:r>
              <w:rPr>
                <w:rFonts w:ascii="Times New Roman" w:hAnsi="Times New Roman"/>
                <w:sz w:val="20"/>
                <w:szCs w:val="20"/>
              </w:rPr>
              <w:t>, получает об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разование по </w:t>
            </w:r>
            <w:r>
              <w:rPr>
                <w:rFonts w:ascii="Times New Roman" w:hAnsi="Times New Roman"/>
                <w:sz w:val="20"/>
                <w:szCs w:val="20"/>
              </w:rPr>
              <w:t>варианту 2 АООП, на основе которой организация разра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батывает </w:t>
            </w:r>
            <w:r w:rsidRPr="00A25416">
              <w:rPr>
                <w:rFonts w:ascii="Times New Roman" w:hAnsi="Times New Roman"/>
                <w:sz w:val="20"/>
                <w:szCs w:val="20"/>
              </w:rPr>
              <w:t>СИПР</w:t>
            </w:r>
            <w:r>
              <w:rPr>
                <w:rFonts w:ascii="Times New Roman" w:hAnsi="Times New Roman"/>
                <w:sz w:val="20"/>
                <w:szCs w:val="20"/>
              </w:rPr>
              <w:t>, учитывающую индивидуаль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ные образова</w:t>
            </w:r>
            <w:r>
              <w:rPr>
                <w:rFonts w:ascii="Times New Roman" w:hAnsi="Times New Roman"/>
                <w:sz w:val="20"/>
                <w:szCs w:val="20"/>
              </w:rPr>
              <w:t>тельные потребности обучающегося. В случае, если у обучающегося имеется готовность к освоению содержания варианта 1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 АООП, то в </w:t>
            </w:r>
            <w:r w:rsidRPr="00A25416">
              <w:rPr>
                <w:rFonts w:ascii="Times New Roman" w:hAnsi="Times New Roman"/>
                <w:sz w:val="20"/>
                <w:szCs w:val="20"/>
              </w:rPr>
              <w:t>СИПР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могут быть включены от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дельные темы, разделы, предметы данного варианта АООП.</w:t>
            </w:r>
            <w:bookmarkStart w:id="15" w:name="_GoBack"/>
            <w:bookmarkEnd w:id="15"/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F4458B" w:rsidRDefault="00237EB3" w:rsidP="00F10D17">
            <w:pPr>
              <w:ind w:firstLine="284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Pr="00F4458B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6. </w:t>
            </w:r>
            <w:r w:rsidRPr="00F4458B">
              <w:rPr>
                <w:rFonts w:cs="Times New Roman"/>
                <w:sz w:val="20"/>
                <w:szCs w:val="20"/>
              </w:rPr>
              <w:t>АООП</w:t>
            </w:r>
            <w:r w:rsidRPr="004D7A99">
              <w:rPr>
                <w:rFonts w:cs="Times New Roman"/>
                <w:sz w:val="20"/>
                <w:szCs w:val="20"/>
              </w:rPr>
              <w:t xml:space="preserve"> включает обязательную часть и часть, формируемую участниками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D7A99">
              <w:rPr>
                <w:rFonts w:cs="Times New Roman"/>
                <w:sz w:val="20"/>
                <w:szCs w:val="20"/>
              </w:rPr>
              <w:t>образовательного процесса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237EB3" w:rsidRPr="00E23404" w:rsidTr="000F2240">
        <w:tc>
          <w:tcPr>
            <w:tcW w:w="7230" w:type="dxa"/>
          </w:tcPr>
          <w:p w:rsidR="00237EB3" w:rsidRPr="00E23404" w:rsidRDefault="00237EB3" w:rsidP="002A1D4C">
            <w:pPr>
              <w:pStyle w:val="14TexstOSNOVA1012"/>
              <w:spacing w:line="240" w:lineRule="auto"/>
              <w:ind w:firstLine="284"/>
              <w:rPr>
                <w:rFonts w:ascii="Times New Roman" w:hAnsi="Times New Roman" w:cs="Times New Roman"/>
              </w:rPr>
            </w:pPr>
            <w:r w:rsidRPr="00E23404">
              <w:rPr>
                <w:rFonts w:ascii="Times New Roman" w:hAnsi="Times New Roman" w:cs="Times New Roman"/>
                <w:caps w:val="0"/>
                <w:color w:val="00000A"/>
              </w:rPr>
              <w:t>Обязательная часть АООП</w:t>
            </w:r>
            <w:r>
              <w:rPr>
                <w:rFonts w:ascii="Times New Roman" w:hAnsi="Times New Roman" w:cs="Times New Roman"/>
                <w:caps w:val="0"/>
                <w:color w:val="00000A"/>
              </w:rPr>
              <w:t xml:space="preserve"> для обучающихся с легкой умственной от</w:t>
            </w:r>
            <w:r>
              <w:rPr>
                <w:rFonts w:ascii="Times New Roman" w:hAnsi="Times New Roman" w:cs="Times New Roman"/>
                <w:caps w:val="0"/>
                <w:color w:val="00000A"/>
              </w:rPr>
              <w:softHyphen/>
              <w:t>сталос</w:t>
            </w:r>
            <w:r w:rsidRPr="00E23404">
              <w:rPr>
                <w:rFonts w:ascii="Times New Roman" w:hAnsi="Times New Roman" w:cs="Times New Roman"/>
                <w:caps w:val="0"/>
                <w:color w:val="00000A"/>
              </w:rPr>
              <w:t xml:space="preserve">тью </w:t>
            </w:r>
            <w:r>
              <w:rPr>
                <w:rFonts w:ascii="Times New Roman" w:hAnsi="Times New Roman" w:cs="Times New Roman"/>
                <w:caps w:val="0"/>
              </w:rPr>
              <w:t>(интеллектуальными нарушения</w:t>
            </w:r>
            <w:r w:rsidRPr="00E23404">
              <w:rPr>
                <w:rFonts w:ascii="Times New Roman" w:hAnsi="Times New Roman" w:cs="Times New Roman"/>
                <w:caps w:val="0"/>
              </w:rPr>
              <w:t xml:space="preserve">ми) </w:t>
            </w:r>
            <w:r w:rsidRPr="00E23404">
              <w:rPr>
                <w:rFonts w:ascii="Times New Roman" w:hAnsi="Times New Roman" w:cs="Times New Roman"/>
                <w:caps w:val="0"/>
                <w:color w:val="00000A"/>
              </w:rPr>
              <w:t>составляет не менее 70%, а часть, формируемая участн</w:t>
            </w:r>
            <w:r>
              <w:rPr>
                <w:rFonts w:ascii="Times New Roman" w:hAnsi="Times New Roman" w:cs="Times New Roman"/>
                <w:caps w:val="0"/>
                <w:color w:val="00000A"/>
              </w:rPr>
              <w:t>иками образователь</w:t>
            </w:r>
            <w:r w:rsidRPr="00E23404">
              <w:rPr>
                <w:rFonts w:ascii="Times New Roman" w:hAnsi="Times New Roman" w:cs="Times New Roman"/>
                <w:caps w:val="0"/>
                <w:color w:val="00000A"/>
              </w:rPr>
              <w:t>ны</w:t>
            </w:r>
            <w:r>
              <w:rPr>
                <w:rFonts w:ascii="Times New Roman" w:hAnsi="Times New Roman" w:cs="Times New Roman"/>
                <w:caps w:val="0"/>
                <w:color w:val="00000A"/>
              </w:rPr>
              <w:t>х отношений, не более 30% от об</w:t>
            </w:r>
            <w:r w:rsidRPr="00E23404">
              <w:rPr>
                <w:rFonts w:ascii="Times New Roman" w:hAnsi="Times New Roman" w:cs="Times New Roman"/>
                <w:caps w:val="0"/>
                <w:color w:val="00000A"/>
              </w:rPr>
              <w:t>щего объема АООП.</w:t>
            </w:r>
          </w:p>
        </w:tc>
        <w:tc>
          <w:tcPr>
            <w:tcW w:w="7512" w:type="dxa"/>
          </w:tcPr>
          <w:p w:rsidR="00237EB3" w:rsidRDefault="00237EB3" w:rsidP="00811B1F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E23404">
              <w:rPr>
                <w:rFonts w:cs="Times New Roman"/>
                <w:sz w:val="20"/>
                <w:szCs w:val="20"/>
              </w:rPr>
              <w:t xml:space="preserve">Обязательная часть </w:t>
            </w:r>
            <w:r>
              <w:rPr>
                <w:rFonts w:cs="Times New Roman"/>
                <w:sz w:val="20"/>
                <w:szCs w:val="20"/>
              </w:rPr>
              <w:t>АООП для обучающихся с умеренной, тяжелой, глубокой умственной отсталостью (интеллектуальными нарушениями) и тяжелыми и множественными нарушениями развития составляет не менее 60%, а часть, формируемая участниками об</w:t>
            </w:r>
            <w:r w:rsidRPr="00E23404">
              <w:rPr>
                <w:rFonts w:cs="Times New Roman"/>
                <w:sz w:val="20"/>
                <w:szCs w:val="20"/>
              </w:rPr>
              <w:t>ра</w:t>
            </w:r>
            <w:r>
              <w:rPr>
                <w:rFonts w:cs="Times New Roman"/>
                <w:sz w:val="20"/>
                <w:szCs w:val="20"/>
              </w:rPr>
              <w:t>зовательных отношений не более 40% от общего объ</w:t>
            </w:r>
            <w:r w:rsidRPr="00E23404">
              <w:rPr>
                <w:rFonts w:cs="Times New Roman"/>
                <w:sz w:val="20"/>
                <w:szCs w:val="20"/>
              </w:rPr>
              <w:t>ема АООП.</w:t>
            </w:r>
          </w:p>
          <w:p w:rsidR="00237EB3" w:rsidRPr="00F10D17" w:rsidRDefault="00237EB3" w:rsidP="00811B1F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F10D17">
              <w:rPr>
                <w:rFonts w:cs="Times New Roman"/>
                <w:sz w:val="20"/>
                <w:szCs w:val="20"/>
              </w:rPr>
              <w:t>В отдельных случаях соотношение объема обязательной части СИПР и части, формируемой участ</w:t>
            </w:r>
            <w:r>
              <w:rPr>
                <w:rFonts w:cs="Times New Roman"/>
                <w:sz w:val="20"/>
                <w:szCs w:val="20"/>
              </w:rPr>
              <w:t>никами образовательных отношений</w:t>
            </w:r>
            <w:r w:rsidRPr="00F10D17">
              <w:rPr>
                <w:rFonts w:cs="Times New Roman"/>
                <w:sz w:val="20"/>
                <w:szCs w:val="20"/>
              </w:rPr>
              <w:t>, определяется индивидуальными образовательными возможностями обучающегося.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F4458B" w:rsidRDefault="00237EB3" w:rsidP="0056763C">
            <w:pPr>
              <w:pStyle w:val="NoSpacing"/>
              <w:tabs>
                <w:tab w:val="left" w:pos="709"/>
              </w:tabs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2.8.</w:t>
            </w:r>
            <w:r w:rsidRPr="00F4458B">
              <w:rPr>
                <w:rFonts w:ascii="Times New Roman" w:hAnsi="Times New Roman"/>
                <w:sz w:val="20"/>
                <w:szCs w:val="20"/>
              </w:rPr>
              <w:t> </w:t>
            </w:r>
            <w:r w:rsidRPr="00F4458B">
              <w:rPr>
                <w:rFonts w:ascii="Times New Roman" w:hAnsi="Times New Roman"/>
                <w:sz w:val="20"/>
                <w:szCs w:val="20"/>
                <w:lang w:eastAsia="ru-RU"/>
              </w:rPr>
              <w:t>АООП должна содержать три раздела: целевой, содержательный и организационный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237EB3" w:rsidRPr="00E23404" w:rsidTr="000F2240">
        <w:trPr>
          <w:trHeight w:val="400"/>
        </w:trPr>
        <w:tc>
          <w:tcPr>
            <w:tcW w:w="7230" w:type="dxa"/>
          </w:tcPr>
          <w:p w:rsidR="00237EB3" w:rsidRPr="00E521BD" w:rsidRDefault="00237EB3" w:rsidP="00F10D17">
            <w:pPr>
              <w:pStyle w:val="14TexstOSNOVA1012"/>
              <w:spacing w:line="240" w:lineRule="auto"/>
              <w:ind w:firstLine="284"/>
              <w:rPr>
                <w:rFonts w:ascii="Times New Roman" w:hAnsi="Times New Roman" w:cs="Times New Roman"/>
                <w:caps w:val="0"/>
                <w:color w:val="auto"/>
              </w:rPr>
            </w:pPr>
            <w:r>
              <w:rPr>
                <w:rFonts w:ascii="Times New Roman" w:hAnsi="Times New Roman" w:cs="Times New Roman"/>
                <w:caps w:val="0"/>
                <w:color w:val="auto"/>
              </w:rPr>
              <w:t xml:space="preserve">Содержательный раздел АООП </w:t>
            </w:r>
            <w:r w:rsidRPr="00E521BD">
              <w:rPr>
                <w:rFonts w:ascii="Times New Roman" w:hAnsi="Times New Roman" w:cs="Times New Roman"/>
                <w:caps w:val="0"/>
                <w:color w:val="auto"/>
              </w:rPr>
              <w:t xml:space="preserve"> включает </w:t>
            </w:r>
            <w:r>
              <w:rPr>
                <w:rFonts w:ascii="Times New Roman" w:hAnsi="Times New Roman" w:cs="Times New Roman"/>
                <w:caps w:val="0"/>
                <w:color w:val="auto"/>
              </w:rPr>
              <w:t>Программу коррекционной работы.</w:t>
            </w:r>
          </w:p>
        </w:tc>
        <w:tc>
          <w:tcPr>
            <w:tcW w:w="7512" w:type="dxa"/>
          </w:tcPr>
          <w:p w:rsidR="00237EB3" w:rsidRPr="00E521BD" w:rsidRDefault="00237EB3" w:rsidP="00F52383">
            <w:pPr>
              <w:pStyle w:val="NoSpacing"/>
              <w:tabs>
                <w:tab w:val="left" w:pos="709"/>
              </w:tabs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Содержательный раздел </w:t>
            </w:r>
            <w:r w:rsidRPr="00E521BD">
              <w:rPr>
                <w:rFonts w:ascii="Times New Roman" w:hAnsi="Times New Roman"/>
                <w:sz w:val="20"/>
                <w:szCs w:val="20"/>
              </w:rPr>
              <w:t>АООП включает Программу сотрудничества с семьей обучающегося.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E521BD" w:rsidRDefault="00237EB3" w:rsidP="00B265AD">
            <w:pPr>
              <w:pStyle w:val="NoSpacing"/>
              <w:tabs>
                <w:tab w:val="left" w:pos="709"/>
              </w:tabs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2.9. </w:t>
            </w:r>
            <w:r w:rsidRPr="00E521BD">
              <w:rPr>
                <w:rFonts w:ascii="Times New Roman" w:hAnsi="Times New Roman"/>
                <w:sz w:val="20"/>
                <w:szCs w:val="20"/>
                <w:lang w:eastAsia="ru-RU"/>
              </w:rPr>
              <w:t>Требов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ания к разделам АООП.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EB66F6" w:rsidRDefault="00237EB3" w:rsidP="00B265AD">
            <w:pPr>
              <w:pStyle w:val="NoSpacing"/>
              <w:tabs>
                <w:tab w:val="left" w:pos="709"/>
              </w:tabs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EB66F6">
              <w:rPr>
                <w:rFonts w:ascii="Times New Roman" w:hAnsi="Times New Roman"/>
                <w:sz w:val="20"/>
                <w:szCs w:val="20"/>
              </w:rPr>
              <w:t>2.9.1. Пояснительная записка.</w:t>
            </w:r>
          </w:p>
        </w:tc>
      </w:tr>
      <w:tr w:rsidR="00237EB3" w:rsidRPr="00E23404" w:rsidTr="000F2240">
        <w:tc>
          <w:tcPr>
            <w:tcW w:w="7230" w:type="dxa"/>
            <w:vMerge w:val="restart"/>
          </w:tcPr>
          <w:p w:rsidR="00237EB3" w:rsidRPr="00EB66F6" w:rsidRDefault="00237EB3" w:rsidP="002A1D4C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EB66F6">
              <w:rPr>
                <w:sz w:val="20"/>
                <w:szCs w:val="20"/>
              </w:rPr>
              <w:t>Не предусматривает</w:t>
            </w:r>
            <w:r>
              <w:rPr>
                <w:sz w:val="20"/>
                <w:szCs w:val="20"/>
              </w:rPr>
              <w:t>ся</w:t>
            </w:r>
          </w:p>
        </w:tc>
        <w:tc>
          <w:tcPr>
            <w:tcW w:w="7512" w:type="dxa"/>
            <w:tcBorders>
              <w:bottom w:val="nil"/>
            </w:tcBorders>
          </w:tcPr>
          <w:p w:rsidR="00237EB3" w:rsidRPr="00E23404" w:rsidRDefault="00237EB3" w:rsidP="00656DD6">
            <w:pPr>
              <w:pStyle w:val="NoSpacing"/>
              <w:tabs>
                <w:tab w:val="left" w:pos="709"/>
              </w:tabs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D32A9">
              <w:rPr>
                <w:rFonts w:ascii="Times New Roman" w:hAnsi="Times New Roman"/>
                <w:sz w:val="20"/>
                <w:szCs w:val="20"/>
              </w:rPr>
              <w:t>Пояснительная записка</w:t>
            </w:r>
            <w:r w:rsidRPr="00E2340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включает о</w:t>
            </w:r>
            <w:r>
              <w:rPr>
                <w:rFonts w:ascii="Times New Roman" w:hAnsi="Times New Roman"/>
                <w:sz w:val="20"/>
                <w:szCs w:val="20"/>
              </w:rPr>
              <w:t>писание структуры и общую характери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стику </w:t>
            </w:r>
            <w:r w:rsidRPr="00A25416">
              <w:rPr>
                <w:rFonts w:ascii="Times New Roman" w:hAnsi="Times New Roman"/>
                <w:sz w:val="20"/>
                <w:szCs w:val="20"/>
              </w:rPr>
              <w:t>СИПР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, разрабатываемой на основе АООП.</w:t>
            </w:r>
          </w:p>
        </w:tc>
      </w:tr>
      <w:tr w:rsidR="00237EB3" w:rsidRPr="00E23404" w:rsidTr="000F2240">
        <w:tc>
          <w:tcPr>
            <w:tcW w:w="7230" w:type="dxa"/>
            <w:vMerge/>
          </w:tcPr>
          <w:p w:rsidR="00237EB3" w:rsidRPr="00E23404" w:rsidRDefault="00237EB3" w:rsidP="002A1D4C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237EB3" w:rsidRPr="00E23404" w:rsidRDefault="00237EB3" w:rsidP="002A1D4C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56DD6">
              <w:rPr>
                <w:rFonts w:ascii="Times New Roman" w:hAnsi="Times New Roman"/>
                <w:sz w:val="20"/>
                <w:szCs w:val="20"/>
              </w:rPr>
              <w:t>Структура СИПР должна включать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общие сведения о ребёнке;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 xml:space="preserve">характеристику, включающую оценку развития обучающегося на момент составления программы и определяющую приоритетные направления воспитания и обучения ребёнка;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индивидуальный учебный план;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 xml:space="preserve">содержание образования в условиях организации и семьи;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 xml:space="preserve">условия реализации потребности в уходе и присмотре;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>перечень специалистов, участвующих в разработке и реализации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5416">
              <w:rPr>
                <w:rFonts w:ascii="Times New Roman" w:hAnsi="Times New Roman"/>
                <w:sz w:val="20"/>
                <w:szCs w:val="20"/>
              </w:rPr>
              <w:t>СИПР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>перечень возможных задач, мероприятий и форм сотрудничества организации и семьи обучающегося;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перечень необходимых технических средств и дидактических материалов; </w:t>
            </w:r>
          </w:p>
          <w:p w:rsidR="00237EB3" w:rsidRPr="00E23404" w:rsidRDefault="00237EB3" w:rsidP="002A1D4C">
            <w:pPr>
              <w:pStyle w:val="NoSpacing"/>
              <w:numPr>
                <w:ilvl w:val="0"/>
                <w:numId w:val="6"/>
              </w:numPr>
              <w:autoSpaceDN/>
              <w:spacing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>средства мониторинга и оценки динамики обучения.</w:t>
            </w:r>
          </w:p>
          <w:p w:rsidR="00237EB3" w:rsidRPr="00E23404" w:rsidRDefault="00237EB3" w:rsidP="002A1D4C">
            <w:pPr>
              <w:pStyle w:val="NoSpacing"/>
              <w:tabs>
                <w:tab w:val="left" w:pos="709"/>
              </w:tabs>
              <w:autoSpaceDN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рограмма может иметь приложение, включающее задания и рекомендации для их выполнения ребёнком в домашних условиях.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472998" w:rsidRDefault="00237EB3" w:rsidP="002A1D4C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2. 9</w:t>
            </w:r>
            <w:r w:rsidRPr="00472998"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.2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.</w:t>
            </w:r>
            <w:r w:rsidRPr="00472998"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 </w:t>
            </w:r>
            <w:r w:rsidRPr="00656DD6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Планируемые результаты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освоения АООП.</w:t>
            </w:r>
          </w:p>
        </w:tc>
      </w:tr>
      <w:tr w:rsidR="00237EB3" w:rsidRPr="00E23404" w:rsidTr="000F2240">
        <w:tc>
          <w:tcPr>
            <w:tcW w:w="7230" w:type="dxa"/>
          </w:tcPr>
          <w:p w:rsidR="00237EB3" w:rsidRPr="00BB45B0" w:rsidRDefault="00237EB3" w:rsidP="000D486A">
            <w:pPr>
              <w:pStyle w:val="Header"/>
              <w:tabs>
                <w:tab w:val="clear" w:pos="4677"/>
                <w:tab w:val="clear" w:pos="9355"/>
                <w:tab w:val="left" w:pos="709"/>
              </w:tabs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>Планируемые результаты ос</w:t>
            </w:r>
            <w:r w:rsidRPr="00BB45B0">
              <w:rPr>
                <w:sz w:val="20"/>
              </w:rPr>
              <w:softHyphen/>
              <w:t>во</w:t>
            </w:r>
            <w:r w:rsidRPr="00BB45B0">
              <w:rPr>
                <w:sz w:val="20"/>
              </w:rPr>
              <w:softHyphen/>
              <w:t xml:space="preserve">ения обучающимися </w:t>
            </w:r>
            <w:r w:rsidRPr="00BB45B0">
              <w:rPr>
                <w:color w:val="00000A"/>
                <w:sz w:val="20"/>
              </w:rPr>
              <w:t>с умственной отсталостью (интеллектуальными на</w:t>
            </w:r>
            <w:r w:rsidRPr="00BB45B0">
              <w:rPr>
                <w:color w:val="00000A"/>
                <w:sz w:val="20"/>
              </w:rPr>
              <w:softHyphen/>
              <w:t>рушениями)</w:t>
            </w:r>
            <w:r w:rsidRPr="00BB45B0">
              <w:rPr>
                <w:sz w:val="20"/>
              </w:rPr>
              <w:t xml:space="preserve"> АООП представлены личностными и предметными результатами. </w:t>
            </w:r>
          </w:p>
          <w:p w:rsidR="00237EB3" w:rsidRPr="00BB45B0" w:rsidRDefault="00237EB3" w:rsidP="000D486A">
            <w:pPr>
              <w:pStyle w:val="Header"/>
              <w:tabs>
                <w:tab w:val="clear" w:pos="4677"/>
                <w:tab w:val="clear" w:pos="9355"/>
                <w:tab w:val="left" w:pos="709"/>
              </w:tabs>
              <w:ind w:firstLine="284"/>
              <w:jc w:val="both"/>
              <w:rPr>
                <w:caps/>
                <w:sz w:val="20"/>
              </w:rPr>
            </w:pPr>
            <w:r w:rsidRPr="00BB45B0">
              <w:rPr>
                <w:sz w:val="20"/>
              </w:rPr>
              <w:t>Структура и содержание планируемых результатов освоения АООП должны адекватно отражать требования Стандарта, передавать специфику целей изучения отдельных учебных предметов, соответствовать возможностям обучающихся.</w:t>
            </w:r>
          </w:p>
          <w:p w:rsidR="00237EB3" w:rsidRPr="00472998" w:rsidRDefault="00237EB3" w:rsidP="002A1D4C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132515">
              <w:rPr>
                <w:rFonts w:cs="Times New Roman"/>
                <w:sz w:val="20"/>
                <w:szCs w:val="20"/>
              </w:rPr>
              <w:t>Личностные результаты</w:t>
            </w:r>
            <w:r w:rsidRPr="00472998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472998">
              <w:rPr>
                <w:rFonts w:cs="Times New Roman"/>
                <w:sz w:val="20"/>
                <w:szCs w:val="20"/>
              </w:rPr>
              <w:t xml:space="preserve">освоения АООП включают индивидуально-личностные качества, жизненные и социальные компетенции обучающегося и ценностные установки. </w:t>
            </w:r>
          </w:p>
          <w:p w:rsidR="00237EB3" w:rsidRPr="00472998" w:rsidRDefault="00237EB3" w:rsidP="002A1D4C">
            <w:pPr>
              <w:ind w:firstLine="284"/>
              <w:jc w:val="both"/>
              <w:rPr>
                <w:rFonts w:cs="Times New Roman"/>
                <w:sz w:val="20"/>
                <w:szCs w:val="20"/>
                <w:highlight w:val="yellow"/>
              </w:rPr>
            </w:pPr>
            <w:r w:rsidRPr="00472998">
              <w:rPr>
                <w:rFonts w:cs="Times New Roman"/>
                <w:sz w:val="20"/>
                <w:szCs w:val="20"/>
              </w:rPr>
              <w:t>Достижение личностных результатов обеспечивается содержанием отдельных учебных предметов и внеурочной деятельности; овладением до</w:t>
            </w:r>
            <w:r w:rsidRPr="00472998">
              <w:rPr>
                <w:rFonts w:cs="Times New Roman"/>
                <w:sz w:val="20"/>
                <w:szCs w:val="20"/>
              </w:rPr>
              <w:softHyphen/>
              <w:t>сту</w:t>
            </w:r>
            <w:r w:rsidRPr="00472998">
              <w:rPr>
                <w:rFonts w:cs="Times New Roman"/>
                <w:sz w:val="20"/>
                <w:szCs w:val="20"/>
              </w:rPr>
              <w:softHyphen/>
              <w:t>п</w:t>
            </w:r>
            <w:r w:rsidRPr="00472998">
              <w:rPr>
                <w:rFonts w:cs="Times New Roman"/>
                <w:sz w:val="20"/>
                <w:szCs w:val="20"/>
              </w:rPr>
              <w:softHyphen/>
              <w:t>ными видами деятельности; опытом социального взаимодействия.</w:t>
            </w:r>
          </w:p>
          <w:p w:rsidR="00237EB3" w:rsidRPr="00472998" w:rsidRDefault="00237EB3" w:rsidP="002A1D4C">
            <w:pPr>
              <w:ind w:firstLine="284"/>
              <w:jc w:val="both"/>
              <w:rPr>
                <w:rFonts w:cs="Times New Roman"/>
                <w:sz w:val="20"/>
                <w:szCs w:val="20"/>
                <w:highlight w:val="yellow"/>
              </w:rPr>
            </w:pPr>
            <w:r w:rsidRPr="00725D3B">
              <w:rPr>
                <w:rFonts w:cs="Times New Roman"/>
                <w:sz w:val="20"/>
                <w:szCs w:val="20"/>
              </w:rPr>
              <w:t>Предметные результаты</w:t>
            </w:r>
            <w:r w:rsidRPr="00472998">
              <w:rPr>
                <w:rFonts w:cs="Times New Roman"/>
                <w:sz w:val="20"/>
                <w:szCs w:val="20"/>
              </w:rPr>
              <w:t xml:space="preserve"> освоения АООП включают освоенные </w:t>
            </w:r>
            <w:r>
              <w:rPr>
                <w:rFonts w:cs="Times New Roman"/>
                <w:sz w:val="20"/>
                <w:szCs w:val="20"/>
              </w:rPr>
              <w:br/>
            </w:r>
            <w:r w:rsidRPr="00472998">
              <w:rPr>
                <w:rFonts w:cs="Times New Roman"/>
                <w:sz w:val="20"/>
                <w:szCs w:val="20"/>
              </w:rPr>
              <w:t>обучающи</w:t>
            </w:r>
            <w:r w:rsidRPr="00472998">
              <w:rPr>
                <w:rFonts w:cs="Times New Roman"/>
                <w:sz w:val="20"/>
                <w:szCs w:val="20"/>
              </w:rPr>
              <w:softHyphen/>
              <w:t>ми</w:t>
            </w:r>
            <w:r w:rsidRPr="00472998">
              <w:rPr>
                <w:rFonts w:cs="Times New Roman"/>
                <w:sz w:val="20"/>
                <w:szCs w:val="20"/>
              </w:rPr>
              <w:softHyphen/>
              <w:t>ся знания и умения, специфичные для каждой предметной области, готовность к их применению. Предметные результаты, достигнутые обучающимися с умственной отсталостью (интеллектуальными нарушениями), не яв</w:t>
            </w:r>
            <w:r w:rsidRPr="00472998">
              <w:rPr>
                <w:rFonts w:cs="Times New Roman"/>
                <w:sz w:val="20"/>
                <w:szCs w:val="20"/>
              </w:rPr>
              <w:softHyphen/>
              <w:t xml:space="preserve">ляются основным критерием при принятии решения о переводе обучающегося в следующий класс и рассматриваются как одна из составляющих при оценке итоговых достижений. </w:t>
            </w:r>
          </w:p>
          <w:p w:rsidR="00237EB3" w:rsidRPr="00472998" w:rsidRDefault="00237EB3" w:rsidP="00BE5CDA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472998">
              <w:rPr>
                <w:sz w:val="20"/>
                <w:szCs w:val="20"/>
              </w:rPr>
              <w:t xml:space="preserve">АООП определяет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</w:t>
            </w:r>
            <w:r w:rsidRPr="00472998">
              <w:rPr>
                <w:caps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интеллектуальны</w:t>
            </w:r>
            <w:r w:rsidRPr="00472998">
              <w:rPr>
                <w:sz w:val="20"/>
                <w:szCs w:val="20"/>
              </w:rPr>
              <w:t>ми нарушениями</w:t>
            </w:r>
            <w:r w:rsidRPr="00472998">
              <w:rPr>
                <w:caps/>
                <w:sz w:val="20"/>
                <w:szCs w:val="20"/>
              </w:rPr>
              <w:t>)</w:t>
            </w:r>
            <w:r w:rsidRPr="00472998">
              <w:rPr>
                <w:sz w:val="20"/>
                <w:szCs w:val="20"/>
              </w:rPr>
              <w:t>. Вместе с</w:t>
            </w:r>
            <w:r>
              <w:rPr>
                <w:sz w:val="20"/>
                <w:szCs w:val="20"/>
              </w:rPr>
              <w:t xml:space="preserve"> тем, отсутствие достижения этого уровня отдельными обучающимися по отдель</w:t>
            </w:r>
            <w:r w:rsidRPr="00472998">
              <w:rPr>
                <w:sz w:val="20"/>
                <w:szCs w:val="20"/>
              </w:rPr>
              <w:t>ным пре</w:t>
            </w:r>
            <w:r>
              <w:rPr>
                <w:sz w:val="20"/>
                <w:szCs w:val="20"/>
              </w:rPr>
              <w:t>дметам не является препятствием к продол</w:t>
            </w:r>
            <w:r w:rsidRPr="00472998">
              <w:rPr>
                <w:sz w:val="20"/>
                <w:szCs w:val="20"/>
              </w:rPr>
              <w:t xml:space="preserve">жению образования по АООП </w:t>
            </w:r>
            <w:r>
              <w:rPr>
                <w:sz w:val="20"/>
                <w:szCs w:val="20"/>
              </w:rPr>
              <w:t>(вариант 1). В том слу</w:t>
            </w:r>
            <w:r w:rsidRPr="00472998">
              <w:rPr>
                <w:sz w:val="20"/>
                <w:szCs w:val="20"/>
              </w:rPr>
              <w:t>чае</w:t>
            </w:r>
            <w:r>
              <w:rPr>
                <w:sz w:val="20"/>
                <w:szCs w:val="20"/>
              </w:rPr>
              <w:t>,</w:t>
            </w:r>
            <w:r w:rsidRPr="00472998">
              <w:rPr>
                <w:sz w:val="20"/>
                <w:szCs w:val="20"/>
              </w:rPr>
              <w:t xml:space="preserve"> если </w:t>
            </w:r>
            <w:r>
              <w:rPr>
                <w:sz w:val="20"/>
                <w:szCs w:val="20"/>
              </w:rPr>
              <w:br/>
              <w:t>обуча</w:t>
            </w:r>
            <w:r>
              <w:rPr>
                <w:sz w:val="20"/>
                <w:szCs w:val="20"/>
              </w:rPr>
              <w:softHyphen/>
              <w:t>ю</w:t>
            </w:r>
            <w:r>
              <w:rPr>
                <w:sz w:val="20"/>
                <w:szCs w:val="20"/>
              </w:rPr>
              <w:softHyphen/>
              <w:t>щи</w:t>
            </w:r>
            <w:r>
              <w:rPr>
                <w:sz w:val="20"/>
                <w:szCs w:val="20"/>
              </w:rPr>
              <w:softHyphen/>
              <w:t>йся не достигает минимального уро</w:t>
            </w:r>
            <w:r w:rsidRPr="00472998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ня овладения по всем или большинству учебных предметов, то по рекомен</w:t>
            </w:r>
            <w:r w:rsidRPr="00472998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ации ПМПК и с согласия родителей (законных представителей) организация может перевести обучающе</w:t>
            </w:r>
            <w:r w:rsidRPr="00472998">
              <w:rPr>
                <w:sz w:val="20"/>
                <w:szCs w:val="20"/>
              </w:rPr>
              <w:t xml:space="preserve">гося на обучение по индивидуальному </w:t>
            </w:r>
            <w:r>
              <w:rPr>
                <w:sz w:val="20"/>
                <w:szCs w:val="20"/>
              </w:rPr>
              <w:t>пла</w:t>
            </w:r>
            <w:r>
              <w:rPr>
                <w:sz w:val="20"/>
                <w:szCs w:val="20"/>
              </w:rPr>
              <w:softHyphen/>
              <w:t>ну (СИПР) или на ва</w:t>
            </w:r>
            <w:r>
              <w:rPr>
                <w:sz w:val="20"/>
                <w:szCs w:val="20"/>
              </w:rPr>
              <w:softHyphen/>
              <w:t>ри</w:t>
            </w:r>
            <w:r>
              <w:rPr>
                <w:sz w:val="20"/>
                <w:szCs w:val="20"/>
              </w:rPr>
              <w:softHyphen/>
              <w:t>ант 2</w:t>
            </w:r>
            <w:r w:rsidRPr="00472998">
              <w:rPr>
                <w:sz w:val="20"/>
                <w:szCs w:val="20"/>
              </w:rPr>
              <w:t xml:space="preserve"> АООП.</w:t>
            </w:r>
          </w:p>
        </w:tc>
        <w:tc>
          <w:tcPr>
            <w:tcW w:w="7512" w:type="dxa"/>
          </w:tcPr>
          <w:p w:rsidR="00237EB3" w:rsidRPr="00472998" w:rsidRDefault="00237EB3" w:rsidP="002A1D4C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Личностные и предметные п</w:t>
            </w:r>
            <w:r w:rsidRPr="00472998">
              <w:rPr>
                <w:rFonts w:ascii="Times New Roman" w:hAnsi="Times New Roman"/>
                <w:sz w:val="20"/>
                <w:szCs w:val="20"/>
              </w:rPr>
              <w:t>ланируемые результаты освоения обучающимися АООП должны рассматриваться в качестве возможных (примерных), соответствующих индивидуальным возможностям и специфическим образовательным потребностям обучающихся.</w:t>
            </w:r>
          </w:p>
          <w:p w:rsidR="00237EB3" w:rsidRPr="00472998" w:rsidRDefault="00237EB3" w:rsidP="002A1D4C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7C6367" w:rsidRDefault="00237EB3" w:rsidP="00941ED3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Cs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2</w:t>
            </w:r>
            <w:r w:rsidRPr="00472998"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. 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9.3. </w:t>
            </w:r>
            <w:r w:rsidRPr="007C6367">
              <w:rPr>
                <w:rFonts w:ascii="Times New Roman" w:hAnsi="Times New Roman"/>
                <w:kern w:val="20"/>
                <w:sz w:val="20"/>
                <w:szCs w:val="20"/>
              </w:rPr>
              <w:t>Учебный план включает обязательные предметные области и коррекционно-развивающую область.</w:t>
            </w:r>
          </w:p>
        </w:tc>
      </w:tr>
      <w:tr w:rsidR="00237EB3" w:rsidRPr="00E23404" w:rsidTr="007C6367">
        <w:tc>
          <w:tcPr>
            <w:tcW w:w="7230" w:type="dxa"/>
          </w:tcPr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Обязательные предметные области учебного плана и основные задачи реализации содержания предметных областей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Предметная область: Язык и речевая практика.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Основные задачи реализации содержания:</w:t>
            </w:r>
          </w:p>
          <w:p w:rsidR="00237EB3" w:rsidRPr="00D5249C" w:rsidRDefault="00237EB3" w:rsidP="00A13B1E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Русский язык. </w:t>
            </w:r>
          </w:p>
          <w:p w:rsidR="00237EB3" w:rsidRDefault="00237EB3" w:rsidP="00A13B1E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E23404">
              <w:rPr>
                <w:sz w:val="20"/>
                <w:szCs w:val="20"/>
              </w:rPr>
              <w:t>Формирование первоначальных навыков чтения и письма в процессе овладения грамотой. Формирование элементарных представлений о русском (родном) языке как средстве общения и источнике получения зна</w:t>
            </w:r>
            <w:r>
              <w:rPr>
                <w:sz w:val="20"/>
                <w:szCs w:val="20"/>
              </w:rPr>
              <w:t>ний. Ис</w:t>
            </w:r>
            <w:r w:rsidRPr="00E23404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ользование письменной комму</w:t>
            </w:r>
            <w:r w:rsidRPr="00E23404">
              <w:rPr>
                <w:sz w:val="20"/>
                <w:szCs w:val="20"/>
              </w:rPr>
              <w:t>никации д</w:t>
            </w:r>
            <w:r>
              <w:rPr>
                <w:sz w:val="20"/>
                <w:szCs w:val="20"/>
              </w:rPr>
              <w:t>ля решения практико-ориенти</w:t>
            </w:r>
            <w:r w:rsidRPr="00E23404">
              <w:rPr>
                <w:sz w:val="20"/>
                <w:szCs w:val="20"/>
              </w:rPr>
              <w:t xml:space="preserve">рованных задач. </w:t>
            </w:r>
          </w:p>
          <w:p w:rsidR="00237EB3" w:rsidRPr="00D5249C" w:rsidRDefault="00237EB3" w:rsidP="00A13B1E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Чтение (Литературное чтение).</w:t>
            </w:r>
          </w:p>
          <w:p w:rsidR="00237EB3" w:rsidRPr="00D5249C" w:rsidRDefault="00237EB3" w:rsidP="00A13B1E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Осознание значения чтения для решения социально значимых задач, развития по</w:t>
            </w:r>
            <w:r w:rsidRPr="00D5249C">
              <w:rPr>
                <w:sz w:val="20"/>
                <w:szCs w:val="20"/>
              </w:rPr>
              <w:softHyphen/>
              <w:t xml:space="preserve">знавательных интересов, воспитания чувства прекрасного, элементарных этических представлений, понятий, чувства долга и правильных жизненных позиций. Формирование и развитие техники чтения, осознанного чтения доступных по содержанию и возрасту литературных текстов. Формирование коммуникативных навыков в процессе чтения литературных произведений. </w:t>
            </w:r>
          </w:p>
          <w:p w:rsidR="00237EB3" w:rsidRDefault="00237EB3" w:rsidP="00A13B1E">
            <w:pPr>
              <w:pStyle w:val="Standard"/>
              <w:widowControl w:val="0"/>
              <w:spacing w:line="240" w:lineRule="auto"/>
              <w:ind w:firstLine="284"/>
              <w:rPr>
                <w:i/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Речевая практика</w:t>
            </w:r>
            <w:r w:rsidRPr="00E23404">
              <w:rPr>
                <w:i/>
                <w:sz w:val="20"/>
                <w:szCs w:val="20"/>
              </w:rPr>
              <w:t xml:space="preserve">. </w:t>
            </w:r>
          </w:p>
          <w:p w:rsidR="00237EB3" w:rsidRPr="00E23404" w:rsidRDefault="00237EB3" w:rsidP="00A13B1E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представлений об окружаю</w:t>
            </w:r>
            <w:r w:rsidRPr="00E23404">
              <w:rPr>
                <w:sz w:val="20"/>
                <w:szCs w:val="20"/>
              </w:rPr>
              <w:t>щей действительности</w:t>
            </w:r>
            <w:r>
              <w:rPr>
                <w:sz w:val="20"/>
                <w:szCs w:val="20"/>
              </w:rPr>
              <w:t>. Обогащение лексической и грамматико-синтаксичес</w:t>
            </w:r>
            <w:r w:rsidRPr="00E23404">
              <w:rPr>
                <w:sz w:val="20"/>
                <w:szCs w:val="20"/>
              </w:rPr>
              <w:t>кой ст</w:t>
            </w:r>
            <w:r>
              <w:rPr>
                <w:sz w:val="20"/>
                <w:szCs w:val="20"/>
              </w:rPr>
              <w:t>орон речи. Развитие навыков свя</w:t>
            </w:r>
            <w:r w:rsidRPr="00E23404">
              <w:rPr>
                <w:sz w:val="20"/>
                <w:szCs w:val="20"/>
              </w:rPr>
              <w:t>зной у</w:t>
            </w:r>
            <w:r>
              <w:rPr>
                <w:sz w:val="20"/>
                <w:szCs w:val="20"/>
              </w:rPr>
              <w:t>стной речи. Развитие навы</w:t>
            </w:r>
            <w:r w:rsidRPr="00E23404">
              <w:rPr>
                <w:sz w:val="20"/>
                <w:szCs w:val="20"/>
              </w:rPr>
              <w:t>ков устной коммуникации и их примен</w:t>
            </w:r>
            <w:r>
              <w:rPr>
                <w:sz w:val="20"/>
                <w:szCs w:val="20"/>
              </w:rPr>
              <w:t>ение в раз</w:t>
            </w:r>
            <w:r>
              <w:rPr>
                <w:sz w:val="20"/>
                <w:szCs w:val="20"/>
              </w:rPr>
              <w:softHyphen/>
              <w:t>лич</w:t>
            </w:r>
            <w:r>
              <w:rPr>
                <w:sz w:val="20"/>
                <w:szCs w:val="20"/>
              </w:rPr>
              <w:softHyphen/>
              <w:t>ных ситуациях общения. Ознакомле</w:t>
            </w:r>
            <w:r w:rsidRPr="00E23404">
              <w:rPr>
                <w:sz w:val="20"/>
                <w:szCs w:val="20"/>
              </w:rPr>
              <w:t>ние со средствами устной</w:t>
            </w:r>
            <w:r>
              <w:rPr>
                <w:sz w:val="20"/>
                <w:szCs w:val="20"/>
              </w:rPr>
              <w:t xml:space="preserve"> выразительности, овладение нормами ре</w:t>
            </w:r>
            <w:r w:rsidRPr="00E23404">
              <w:rPr>
                <w:sz w:val="20"/>
                <w:szCs w:val="20"/>
              </w:rPr>
              <w:t>чевого этикета.</w:t>
            </w:r>
          </w:p>
        </w:tc>
        <w:tc>
          <w:tcPr>
            <w:tcW w:w="7512" w:type="dxa"/>
          </w:tcPr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Обязательные предметные области учебного плана и основные задачи реализации содержания предметных областей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Предметная область: Язык и речевая практика.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Основные задачи реализации содержания:</w:t>
            </w:r>
          </w:p>
          <w:p w:rsidR="00237EB3" w:rsidRPr="00D5249C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D5249C">
              <w:rPr>
                <w:rFonts w:ascii="Times New Roman" w:hAnsi="Times New Roman"/>
                <w:sz w:val="20"/>
                <w:szCs w:val="20"/>
              </w:rPr>
              <w:t xml:space="preserve">Речь и альтернативная коммуникация. </w:t>
            </w:r>
          </w:p>
          <w:p w:rsidR="00237EB3" w:rsidRPr="00E23404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>Развитие речи как средства общения в контексте познания окружающего м</w:t>
            </w:r>
            <w:r>
              <w:rPr>
                <w:rFonts w:ascii="Times New Roman" w:hAnsi="Times New Roman"/>
                <w:sz w:val="20"/>
                <w:szCs w:val="20"/>
              </w:rPr>
              <w:t>ира и личного опыта ребенка. По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нимание обращенной речи и см</w:t>
            </w:r>
            <w:r>
              <w:rPr>
                <w:rFonts w:ascii="Times New Roman" w:hAnsi="Times New Roman"/>
                <w:sz w:val="20"/>
                <w:szCs w:val="20"/>
              </w:rPr>
              <w:t>ысла доступных невербальных графичес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ких зна</w:t>
            </w:r>
            <w:r>
              <w:rPr>
                <w:rFonts w:ascii="Times New Roman" w:hAnsi="Times New Roman"/>
                <w:sz w:val="20"/>
                <w:szCs w:val="20"/>
              </w:rPr>
              <w:t>ков (рисунков, фотографий, пиктог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рам</w:t>
            </w:r>
            <w:r>
              <w:rPr>
                <w:rFonts w:ascii="Times New Roman" w:hAnsi="Times New Roman"/>
                <w:sz w:val="20"/>
                <w:szCs w:val="20"/>
              </w:rPr>
              <w:t>м и др. графических изображений), неспецифических жестов. Пользование воспро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изводящим</w:t>
            </w:r>
            <w:r>
              <w:rPr>
                <w:rFonts w:ascii="Times New Roman" w:hAnsi="Times New Roman"/>
                <w:sz w:val="20"/>
                <w:szCs w:val="20"/>
              </w:rPr>
              <w:t>и заменяющими речь устройствами (коммуникаторы, персональные компьютеры и др.). Овладе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r>
              <w:rPr>
                <w:rFonts w:ascii="Times New Roman" w:hAnsi="Times New Roman"/>
                <w:sz w:val="20"/>
                <w:szCs w:val="20"/>
              </w:rPr>
              <w:t>умением вступать в контакт, поддерживать и за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вершать е</w:t>
            </w:r>
            <w:r>
              <w:rPr>
                <w:rFonts w:ascii="Times New Roman" w:hAnsi="Times New Roman"/>
                <w:sz w:val="20"/>
                <w:szCs w:val="20"/>
              </w:rPr>
              <w:t>го, используя традицион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ные языковые (вербальные)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альтернативные сред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с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ва коммуникации, соблюдая обще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принят</w:t>
            </w:r>
            <w:r>
              <w:rPr>
                <w:rFonts w:ascii="Times New Roman" w:hAnsi="Times New Roman"/>
                <w:sz w:val="20"/>
                <w:szCs w:val="20"/>
              </w:rPr>
              <w:t>ые правила общения. Умение поль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зоваться </w:t>
            </w:r>
            <w:r>
              <w:rPr>
                <w:rFonts w:ascii="Times New Roman" w:hAnsi="Times New Roman"/>
                <w:sz w:val="20"/>
                <w:szCs w:val="20"/>
              </w:rPr>
              <w:t>доступными средствами комму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никации в практике экспресси</w:t>
            </w:r>
            <w:r>
              <w:rPr>
                <w:rFonts w:ascii="Times New Roman" w:hAnsi="Times New Roman"/>
                <w:sz w:val="20"/>
                <w:szCs w:val="20"/>
              </w:rPr>
              <w:t>вной и импрессивной речи для решения со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ответству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ющих возрасту житейских задач. Обучен</w:t>
            </w:r>
            <w:r>
              <w:rPr>
                <w:rFonts w:ascii="Times New Roman" w:hAnsi="Times New Roman"/>
                <w:sz w:val="20"/>
                <w:szCs w:val="20"/>
              </w:rPr>
              <w:t>ие глобальному чтению в досту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пных ребен</w:t>
            </w:r>
            <w:r>
              <w:rPr>
                <w:rFonts w:ascii="Times New Roman" w:hAnsi="Times New Roman"/>
                <w:sz w:val="20"/>
                <w:szCs w:val="20"/>
              </w:rPr>
              <w:t>ку пределах, формирование навы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ка понимания смысла узнаваемого слова; ко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softHyphen/>
              <w:t>пировани</w:t>
            </w:r>
            <w:r>
              <w:rPr>
                <w:rFonts w:ascii="Times New Roman" w:hAnsi="Times New Roman"/>
                <w:sz w:val="20"/>
                <w:szCs w:val="20"/>
              </w:rPr>
              <w:t>е с образца отдельных букв, сло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гов </w:t>
            </w:r>
            <w:r>
              <w:rPr>
                <w:rFonts w:ascii="Times New Roman" w:hAnsi="Times New Roman"/>
                <w:sz w:val="20"/>
                <w:szCs w:val="20"/>
              </w:rPr>
              <w:t>или слов; развитие предпосы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лок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 осмыслен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ному чтению и письму; ов</w:t>
            </w:r>
            <w:r w:rsidRPr="00E23404">
              <w:rPr>
                <w:rFonts w:ascii="Times New Roman" w:hAnsi="Times New Roman"/>
                <w:sz w:val="20"/>
                <w:szCs w:val="20"/>
              </w:rPr>
              <w:softHyphen/>
              <w:t>ла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softHyphen/>
              <w:t>де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softHyphen/>
              <w:t>ние чтением и письмом на доступном уровне.</w:t>
            </w:r>
          </w:p>
        </w:tc>
      </w:tr>
      <w:tr w:rsidR="00237EB3" w:rsidRPr="00E23404" w:rsidTr="007C6367">
        <w:tc>
          <w:tcPr>
            <w:tcW w:w="7230" w:type="dxa"/>
          </w:tcPr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Предметная область: Математика.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Основные задачи реализации содержания: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Математика (Математика и информатика).</w:t>
            </w:r>
          </w:p>
          <w:p w:rsidR="00237EB3" w:rsidRPr="009D090B" w:rsidRDefault="00237EB3" w:rsidP="00170947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Овладение началами математики (понятием числа, вычислени</w:t>
            </w:r>
            <w:r w:rsidRPr="00E23404">
              <w:rPr>
                <w:sz w:val="20"/>
                <w:szCs w:val="20"/>
              </w:rPr>
              <w:t>ями, реше</w:t>
            </w:r>
            <w:r>
              <w:rPr>
                <w:sz w:val="20"/>
                <w:szCs w:val="20"/>
              </w:rPr>
              <w:t>нием арифмети</w:t>
            </w:r>
            <w:r w:rsidRPr="00E23404">
              <w:rPr>
                <w:sz w:val="20"/>
                <w:szCs w:val="20"/>
              </w:rPr>
              <w:t>ческих задач и др.).</w:t>
            </w:r>
            <w:r>
              <w:rPr>
                <w:sz w:val="20"/>
                <w:szCs w:val="20"/>
              </w:rPr>
              <w:t xml:space="preserve"> Овладение способностью пользо</w:t>
            </w:r>
            <w:r w:rsidRPr="00E23404">
              <w:rPr>
                <w:sz w:val="20"/>
                <w:szCs w:val="20"/>
              </w:rPr>
              <w:t>ват</w:t>
            </w:r>
            <w:r>
              <w:rPr>
                <w:sz w:val="20"/>
                <w:szCs w:val="20"/>
              </w:rPr>
              <w:t>ься математическими знаниями при решении соответствующих возрасту житейских за</w:t>
            </w:r>
            <w:r w:rsidRPr="00E23404">
              <w:rPr>
                <w:sz w:val="20"/>
                <w:szCs w:val="20"/>
              </w:rPr>
              <w:t>дач (ориентировать</w:t>
            </w:r>
            <w:r>
              <w:rPr>
                <w:sz w:val="20"/>
                <w:szCs w:val="20"/>
              </w:rPr>
              <w:t>ся и использовать меры измерения простран</w:t>
            </w:r>
            <w:r w:rsidRPr="00E23404">
              <w:rPr>
                <w:sz w:val="20"/>
                <w:szCs w:val="20"/>
              </w:rPr>
              <w:t>ства, времени, темпе</w:t>
            </w:r>
            <w:r w:rsidRPr="00E23404">
              <w:rPr>
                <w:sz w:val="20"/>
                <w:szCs w:val="20"/>
              </w:rPr>
              <w:softHyphen/>
              <w:t>ратуры и др. в раз</w:t>
            </w:r>
            <w:r w:rsidRPr="00E23404">
              <w:rPr>
                <w:caps/>
                <w:sz w:val="20"/>
                <w:szCs w:val="20"/>
              </w:rPr>
              <w:softHyphen/>
            </w:r>
            <w:r w:rsidRPr="00E23404">
              <w:rPr>
                <w:sz w:val="20"/>
                <w:szCs w:val="20"/>
              </w:rPr>
              <w:t>лич</w:t>
            </w:r>
            <w:r w:rsidRPr="00E23404">
              <w:rPr>
                <w:caps/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ных видах практичес</w:t>
            </w:r>
            <w:r w:rsidRPr="00E23404">
              <w:rPr>
                <w:sz w:val="20"/>
                <w:szCs w:val="20"/>
              </w:rPr>
              <w:t>кой деятельности). Развитие способности ис</w:t>
            </w:r>
            <w:r w:rsidRPr="00E23404">
              <w:rPr>
                <w:sz w:val="20"/>
                <w:szCs w:val="20"/>
              </w:rPr>
              <w:softHyphen/>
              <w:t>поль</w:t>
            </w:r>
            <w:r w:rsidRPr="00E23404">
              <w:rPr>
                <w:caps/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зовать некоторые мате</w:t>
            </w:r>
            <w:r w:rsidRPr="00E23404">
              <w:rPr>
                <w:sz w:val="20"/>
                <w:szCs w:val="20"/>
              </w:rPr>
              <w:t>матичес</w:t>
            </w:r>
            <w:r>
              <w:rPr>
                <w:sz w:val="20"/>
                <w:szCs w:val="20"/>
              </w:rPr>
              <w:t xml:space="preserve">кие знания в жизни. </w:t>
            </w:r>
            <w:r w:rsidRPr="009D090B">
              <w:rPr>
                <w:sz w:val="20"/>
                <w:szCs w:val="20"/>
              </w:rPr>
              <w:t>Формирование начальных представлений о компьютерной грамотности.</w:t>
            </w:r>
          </w:p>
        </w:tc>
        <w:tc>
          <w:tcPr>
            <w:tcW w:w="7512" w:type="dxa"/>
          </w:tcPr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Предметная область: Математика. </w:t>
            </w:r>
          </w:p>
          <w:p w:rsidR="00237EB3" w:rsidRPr="00D5249C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D5249C">
              <w:rPr>
                <w:rFonts w:ascii="Times New Roman" w:hAnsi="Times New Roman"/>
                <w:sz w:val="20"/>
                <w:szCs w:val="20"/>
              </w:rPr>
              <w:t xml:space="preserve">Основные задачи реализации содержания: </w:t>
            </w:r>
          </w:p>
          <w:p w:rsidR="00237EB3" w:rsidRPr="00D5249C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D5249C">
              <w:rPr>
                <w:rFonts w:ascii="Times New Roman" w:hAnsi="Times New Roman"/>
                <w:sz w:val="20"/>
                <w:szCs w:val="20"/>
              </w:rPr>
              <w:t>Математические представления.</w:t>
            </w:r>
          </w:p>
          <w:p w:rsidR="00237EB3" w:rsidRPr="00E23404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элемен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тар</w:t>
            </w:r>
            <w:r>
              <w:rPr>
                <w:rFonts w:ascii="Times New Roman" w:hAnsi="Times New Roman"/>
                <w:sz w:val="20"/>
                <w:szCs w:val="20"/>
              </w:rPr>
              <w:t>ных математических представле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форме, величине, количественных (дочисловых), пространстве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нных, вр</w:t>
            </w:r>
            <w:r>
              <w:rPr>
                <w:rFonts w:ascii="Times New Roman" w:hAnsi="Times New Roman"/>
                <w:sz w:val="20"/>
                <w:szCs w:val="20"/>
              </w:rPr>
              <w:t>еменных представлениях. Формирование представлений о количестве, числе, зна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ко</w:t>
            </w:r>
            <w:r>
              <w:rPr>
                <w:rFonts w:ascii="Times New Roman" w:hAnsi="Times New Roman"/>
                <w:sz w:val="20"/>
                <w:szCs w:val="20"/>
              </w:rPr>
              <w:t>мство с цифра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ми, составом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числа в доступных ребенку пре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делах, счет, ре</w:t>
            </w:r>
            <w:r>
              <w:rPr>
                <w:rFonts w:ascii="Times New Roman" w:hAnsi="Times New Roman"/>
                <w:sz w:val="20"/>
                <w:szCs w:val="20"/>
              </w:rPr>
              <w:t>шение простых арифметиче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ских задач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опорой на наглядность. Овладение способностью пользоваться математическими знаниями при решении со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ответствующих возрасту житейских задач.</w:t>
            </w:r>
          </w:p>
        </w:tc>
      </w:tr>
      <w:tr w:rsidR="00237EB3" w:rsidRPr="00E23404" w:rsidTr="007C6367">
        <w:tc>
          <w:tcPr>
            <w:tcW w:w="7230" w:type="dxa"/>
          </w:tcPr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Предметная область: Естествознание.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Основные задачи реализации содержания: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Мир природы и человека.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Формирование представлений об окружающем мире: живой и неживой природе, человеке, месте человека в природе, взаимосвязях человека и общества с природой.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Природоведение.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Формирование элементарных знаний о живой и неживой природе и взаимосвязях, существующих между ними. Применение полученных знаний в повседневной жизни. Развитие активности, любознательности и разумной предприимчивости во взаимодействии с миром живой и неживой природы.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Биология.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bCs/>
                <w:kern w:val="0"/>
                <w:sz w:val="20"/>
                <w:szCs w:val="20"/>
              </w:rPr>
            </w:pPr>
            <w:r w:rsidRPr="00D5249C">
              <w:rPr>
                <w:bCs/>
                <w:kern w:val="0"/>
                <w:sz w:val="20"/>
                <w:szCs w:val="20"/>
              </w:rPr>
              <w:t xml:space="preserve">Формирование элементарных научных представлений о компонентах живой природы: строении и жизни растений, животных, организма человека и его здоровье. Практическое применение биологических знаний: усвоение приемов выращивания и ухода за некоторыми (например, комнатными) растениями и домашними животными, ухода за своим организмом; использование полученных знаний для решения бытовых, медицинских и экологических проблем. </w:t>
            </w:r>
          </w:p>
          <w:p w:rsidR="00237EB3" w:rsidRPr="00D5249C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 xml:space="preserve">География. </w:t>
            </w:r>
          </w:p>
          <w:p w:rsidR="00237EB3" w:rsidRPr="00E23404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D5249C">
              <w:rPr>
                <w:sz w:val="20"/>
                <w:szCs w:val="20"/>
              </w:rPr>
              <w:t>Усвоение элементарных знаний по физической и экономической географии России. Формирование элементарных представлений о географии материков и океанов. Расширение географических представлений о родном крае.</w:t>
            </w:r>
          </w:p>
        </w:tc>
        <w:tc>
          <w:tcPr>
            <w:tcW w:w="7512" w:type="dxa"/>
          </w:tcPr>
          <w:p w:rsidR="00237EB3" w:rsidRPr="00D5249C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D5249C">
              <w:rPr>
                <w:rFonts w:ascii="Times New Roman" w:hAnsi="Times New Roman"/>
                <w:sz w:val="20"/>
                <w:szCs w:val="20"/>
              </w:rPr>
              <w:t>Не предусматривается</w:t>
            </w: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7EB3" w:rsidRPr="009D090B" w:rsidRDefault="00237EB3" w:rsidP="007C6367">
            <w:pPr>
              <w:pStyle w:val="NoSpacing"/>
              <w:spacing w:line="240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37EB3" w:rsidRPr="00E23404" w:rsidTr="007C6367">
        <w:tc>
          <w:tcPr>
            <w:tcW w:w="7230" w:type="dxa"/>
          </w:tcPr>
          <w:p w:rsidR="00237EB3" w:rsidRPr="00F51521" w:rsidRDefault="00237EB3" w:rsidP="007C6367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Предметная область: Человек и общество. </w:t>
            </w:r>
          </w:p>
          <w:p w:rsidR="00237EB3" w:rsidRPr="00F51521" w:rsidRDefault="00237EB3" w:rsidP="007C6367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Основные задачи реализации содержания: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F51521">
              <w:rPr>
                <w:rFonts w:eastAsia="Times New Roman"/>
                <w:sz w:val="20"/>
                <w:szCs w:val="20"/>
              </w:rPr>
              <w:t xml:space="preserve">Основы социальной жизни.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жизнедеятельности. Усвоение морально-этических норм поведения, навыков общения с людьми в разных жизненных ситуациях. Понимание роли семьи и семейных отношений в жизни человека, общества 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F51521">
              <w:rPr>
                <w:rFonts w:eastAsia="Times New Roman"/>
                <w:sz w:val="20"/>
                <w:szCs w:val="20"/>
              </w:rPr>
              <w:t xml:space="preserve">Мир истории.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F51521">
              <w:rPr>
                <w:rFonts w:eastAsia="Times New Roman"/>
                <w:sz w:val="20"/>
                <w:szCs w:val="20"/>
              </w:rPr>
              <w:t>Формирование первоначальных временных исторических представлений. Установление простейших взаимосвязей между историческим временем и изменениями, происходящими в предметном мире (мире вещей); жизни отдельного человека и об</w:t>
            </w:r>
            <w:r w:rsidRPr="00F51521">
              <w:rPr>
                <w:rFonts w:eastAsia="Times New Roman"/>
                <w:sz w:val="20"/>
                <w:szCs w:val="20"/>
              </w:rPr>
              <w:softHyphen/>
              <w:t xml:space="preserve">щества.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rFonts w:eastAsia="Times New Roman"/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История Отечества</w:t>
            </w:r>
            <w:r w:rsidRPr="00F51521">
              <w:rPr>
                <w:rFonts w:eastAsia="Times New Roman"/>
                <w:sz w:val="20"/>
                <w:szCs w:val="20"/>
              </w:rPr>
              <w:t xml:space="preserve">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rFonts w:eastAsia="Times New Roman"/>
                <w:sz w:val="20"/>
                <w:szCs w:val="20"/>
              </w:rPr>
              <w:t xml:space="preserve">Формирование </w:t>
            </w:r>
            <w:r w:rsidRPr="00F51521">
              <w:rPr>
                <w:sz w:val="20"/>
                <w:szCs w:val="20"/>
              </w:rPr>
              <w:t xml:space="preserve">представлений о наиболее значимых исторических событиях в жизни нашей страны, о традициях, трудовых и героических делах народов, проживающих на территории нашей Родины, о примерах служения своему Отечеству в борьбе за свободу и независимость.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Этика.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Практическое освоение социальных ритуалов и форм продуктивного социального взаимодействия, в том числе трудового. Обогащение практики понимания другого человека (мыслей, чувств, намерений другого), эмоционального сопереживания, морального выбора в различных жизненных ситуациях. </w:t>
            </w:r>
          </w:p>
          <w:p w:rsidR="00237EB3" w:rsidRPr="00F51521" w:rsidRDefault="00237EB3" w:rsidP="007C6367">
            <w:pPr>
              <w:pStyle w:val="Standard"/>
              <w:widowControl w:val="0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rFonts w:eastAsia="Times New Roman"/>
                <w:sz w:val="20"/>
                <w:szCs w:val="20"/>
              </w:rPr>
              <w:t>Обществоведение.</w:t>
            </w:r>
            <w:r w:rsidRPr="00F51521">
              <w:rPr>
                <w:sz w:val="20"/>
                <w:szCs w:val="20"/>
              </w:rPr>
              <w:t xml:space="preserve"> </w:t>
            </w:r>
          </w:p>
          <w:p w:rsidR="00237EB3" w:rsidRPr="00F51521" w:rsidRDefault="00237EB3" w:rsidP="007C6367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Формирование первоначальных представлений о правах и обязанностях гражданина; основных законах нашей страны.</w:t>
            </w:r>
          </w:p>
        </w:tc>
        <w:tc>
          <w:tcPr>
            <w:tcW w:w="7512" w:type="dxa"/>
          </w:tcPr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Не предусматривается</w:t>
            </w:r>
          </w:p>
        </w:tc>
      </w:tr>
      <w:tr w:rsidR="00237EB3" w:rsidRPr="00E23404" w:rsidTr="007C6367">
        <w:tc>
          <w:tcPr>
            <w:tcW w:w="7230" w:type="dxa"/>
          </w:tcPr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Не предусматривается</w:t>
            </w:r>
          </w:p>
        </w:tc>
        <w:tc>
          <w:tcPr>
            <w:tcW w:w="7512" w:type="dxa"/>
          </w:tcPr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Предметная область «Окружающий мир».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Основные задачи реализации содержания: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Окружающий природный мир.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>Формирование представлений о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условиям. Формирование представлений о животном и растительном мире, их значении в жизни человека.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Человек. </w:t>
            </w:r>
          </w:p>
          <w:p w:rsidR="00237EB3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>Представление о себе как «Я», осознание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общности и различий «Я» от дру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гих</w:t>
            </w:r>
            <w:r>
              <w:rPr>
                <w:rFonts w:ascii="Times New Roman" w:hAnsi="Times New Roman"/>
                <w:sz w:val="20"/>
                <w:szCs w:val="20"/>
              </w:rPr>
              <w:t>. Умение решать каждодневные жизненные задачи, связанные с удовлетворением первоочередных потребно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стей: прием пищи, туалет, гигиена тела, одевание/раз</w:t>
            </w:r>
            <w:r>
              <w:rPr>
                <w:rFonts w:ascii="Times New Roman" w:hAnsi="Times New Roman"/>
                <w:sz w:val="20"/>
                <w:szCs w:val="20"/>
              </w:rPr>
              <w:t>девание. Умение поддерживать об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раз жизни, соответствую</w:t>
            </w:r>
            <w:r>
              <w:rPr>
                <w:rFonts w:ascii="Times New Roman" w:hAnsi="Times New Roman"/>
                <w:sz w:val="20"/>
                <w:szCs w:val="20"/>
              </w:rPr>
              <w:t>щий возрасту, потребностям и ограничениям здоровья; поддержи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ать режим дня с необходимыми оздоровитель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ными процедурами. Представления о своей семье, о взаимоотношениях в семье.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Домоводство.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Овладение умением выполнять доступные бытовые поручения (обязанности), связанные с уборкой помещений, с уходом за вещами, участие в покупке продуктов, в процессе приготовления пищи, в сервировке и уборке столов.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Окружающий социальный мир. </w:t>
            </w:r>
          </w:p>
          <w:p w:rsidR="00237EB3" w:rsidRPr="00E23404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E23404">
              <w:rPr>
                <w:rFonts w:ascii="Times New Roman" w:hAnsi="Times New Roman"/>
                <w:sz w:val="20"/>
                <w:szCs w:val="20"/>
              </w:rPr>
              <w:t>Формирование первоначальных пред</w:t>
            </w:r>
            <w:r>
              <w:rPr>
                <w:rFonts w:ascii="Times New Roman" w:hAnsi="Times New Roman"/>
                <w:sz w:val="20"/>
                <w:szCs w:val="20"/>
              </w:rPr>
              <w:t>ставлений о мире, созданном челове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ком: о доме, школе, о расположенны</w:t>
            </w:r>
            <w:r>
              <w:rPr>
                <w:rFonts w:ascii="Times New Roman" w:hAnsi="Times New Roman"/>
                <w:sz w:val="20"/>
                <w:szCs w:val="20"/>
              </w:rPr>
              <w:t>х в них и рядом объектах, о тра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нспорте и т.д. Усвоение правил безопасного поведен</w:t>
            </w:r>
            <w:r>
              <w:rPr>
                <w:rFonts w:ascii="Times New Roman" w:hAnsi="Times New Roman"/>
                <w:sz w:val="20"/>
                <w:szCs w:val="20"/>
              </w:rPr>
              <w:t>ия в помещении и на улице. Пред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ставления об окружающих людях: овладение первоначальным</w:t>
            </w:r>
            <w:r>
              <w:rPr>
                <w:rFonts w:ascii="Times New Roman" w:hAnsi="Times New Roman"/>
                <w:sz w:val="20"/>
                <w:szCs w:val="20"/>
              </w:rPr>
              <w:t>и представлениями о соци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альной жизни, о про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фессиональных и социальных ролях людей</w:t>
            </w:r>
            <w:r>
              <w:rPr>
                <w:rFonts w:ascii="Times New Roman" w:hAnsi="Times New Roman"/>
                <w:sz w:val="20"/>
                <w:szCs w:val="20"/>
              </w:rPr>
              <w:t>. Развитие межличностных и групповых отношений. Накопление положительно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го опыт</w:t>
            </w:r>
            <w:r>
              <w:rPr>
                <w:rFonts w:ascii="Times New Roman" w:hAnsi="Times New Roman"/>
                <w:sz w:val="20"/>
                <w:szCs w:val="20"/>
              </w:rPr>
              <w:t>а сотрудничества и участия в общест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венной жизни. Формирование представлений об обяз</w:t>
            </w:r>
            <w:r>
              <w:rPr>
                <w:rFonts w:ascii="Times New Roman" w:hAnsi="Times New Roman"/>
                <w:sz w:val="20"/>
                <w:szCs w:val="20"/>
              </w:rPr>
              <w:t>анностях и правах ребенка. Пред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ставление о своей стране (Россия).</w:t>
            </w:r>
          </w:p>
        </w:tc>
      </w:tr>
      <w:tr w:rsidR="00237EB3" w:rsidRPr="00E23404" w:rsidTr="007C6367">
        <w:tc>
          <w:tcPr>
            <w:tcW w:w="7230" w:type="dxa"/>
          </w:tcPr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Предметная область: Искусство. </w:t>
            </w:r>
          </w:p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Основные задачи реализации содержания:</w:t>
            </w:r>
          </w:p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Музыка. </w:t>
            </w:r>
          </w:p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Формирование и развитие элементарных умений и навыков, способствующих адекватному восприятию музыкальных произведений и их исполнению. Развитие интереса к музыкальному искусству; формирование простейших эстетических ориентиров.</w:t>
            </w:r>
          </w:p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Рисование. </w:t>
            </w:r>
          </w:p>
          <w:p w:rsidR="00237EB3" w:rsidRPr="00E23404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>Формирование умений и навыков изобразительной деятельности, их применение для решения практических задач. Развитие художественного вкуса: умения отличать «красивое» от «некрасивого»; понимание красоты как ценности; воспитание потребности в художественном творчестве.</w:t>
            </w:r>
          </w:p>
        </w:tc>
        <w:tc>
          <w:tcPr>
            <w:tcW w:w="7512" w:type="dxa"/>
          </w:tcPr>
          <w:p w:rsidR="00237EB3" w:rsidRPr="00F51521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F51521">
              <w:rPr>
                <w:sz w:val="20"/>
                <w:szCs w:val="20"/>
              </w:rPr>
              <w:t xml:space="preserve">Предметная область: Искусство.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>Основные задачи реализации содержания: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Музыка и движение. 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>Накопление впечатлений и формирование интереса к доступным видам музыкального искусства. 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Готовность к участию в совместных музыкальных мероприятиях.</w:t>
            </w:r>
          </w:p>
          <w:p w:rsidR="00237EB3" w:rsidRPr="00F51521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Изобразительная деятельность (лепка, рисование, аппликация). </w:t>
            </w:r>
          </w:p>
          <w:p w:rsidR="00237EB3" w:rsidRPr="00E23404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1521">
              <w:rPr>
                <w:rFonts w:ascii="Times New Roman" w:hAnsi="Times New Roman"/>
                <w:sz w:val="20"/>
                <w:szCs w:val="20"/>
              </w:rPr>
              <w:t xml:space="preserve"> Накопление впечатлений и формирование интереса к доступным видам изобразительного искусства. Формирование простейших эстетических ориентиров (красиво – не красиво) в практической жизни и их использование в организации обыденной жизни и праздника.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Освоение доступных средств изобразительной деятельно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сти: лепка, ри</w:t>
            </w:r>
            <w:r>
              <w:rPr>
                <w:rFonts w:ascii="Times New Roman" w:hAnsi="Times New Roman"/>
                <w:sz w:val="20"/>
                <w:szCs w:val="20"/>
              </w:rPr>
              <w:t>сование, аппликация; использование различных изобразительных тех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/>
                <w:sz w:val="20"/>
                <w:szCs w:val="20"/>
              </w:rPr>
              <w:t>ло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гий. Развити</w:t>
            </w:r>
            <w:r>
              <w:rPr>
                <w:rFonts w:ascii="Times New Roman" w:hAnsi="Times New Roman"/>
                <w:sz w:val="20"/>
                <w:szCs w:val="20"/>
              </w:rPr>
              <w:t>е способности к совместной и самостоятельной изобразительной деятельности. Накопление опыта самовыражения в процессе изобразительной деятельнос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ти.</w:t>
            </w:r>
          </w:p>
        </w:tc>
      </w:tr>
      <w:tr w:rsidR="00237EB3" w:rsidRPr="00E23404" w:rsidTr="007C6367">
        <w:tc>
          <w:tcPr>
            <w:tcW w:w="7230" w:type="dxa"/>
          </w:tcPr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 xml:space="preserve">Предметная область: Технология.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caps/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Основные задачи реализации содержания</w:t>
            </w:r>
            <w:r w:rsidRPr="009B267B">
              <w:rPr>
                <w:caps/>
                <w:sz w:val="20"/>
                <w:szCs w:val="20"/>
              </w:rPr>
              <w:t xml:space="preserve">: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 xml:space="preserve">Ручной труд.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 xml:space="preserve">Овладение элементарными приемами ручного труда, общетрудовыми умениями и навыками, развитие самостоятельности, положительной мотивации к трудовой деятельности. Получение первоначальных представлений о значении труда в жизни человека и общества, о мире профессий и важности выбора доступной профессии.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caps/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Профильный труд</w:t>
            </w:r>
            <w:r w:rsidRPr="009B267B">
              <w:rPr>
                <w:caps/>
                <w:sz w:val="20"/>
                <w:szCs w:val="20"/>
              </w:rPr>
              <w:t xml:space="preserve">.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Формирование трудовых умений, необходимых в разных жизненных сферах. Формирование умения адекватно применять доступные технологии и освоенные трудовые навыки для полноценной коммуникации, социального и трудового взаимодействия. Приобретение навыков самостоятельной работы и в коллективе, воспитание чувства товарищества, сотрудничества и взаимопомощи.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Реализация АООП в части трудового обучения осуществляется исходя из региональных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возможностей, а также интересов учащихся с ограниченными возможностями здоровья и их родителей (законных представителей) на основе выбора профиля труда, включающего в себя подготовку учащегося к индивидуальной трудовой деятельно</w:t>
            </w:r>
            <w:r>
              <w:rPr>
                <w:sz w:val="20"/>
                <w:szCs w:val="20"/>
              </w:rPr>
              <w:t>сти.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Совершенствование трудовых умений по выбранному профилю труда осуществляется в процессе трудовой практики, определение ее содержания и организация осуществляется самостоятельно образовательной организацией с учетом региональных условий и потребности в рабочих кадрах, а также в соответствии с требованиями санитарными нормами и правилами.</w:t>
            </w:r>
          </w:p>
        </w:tc>
        <w:tc>
          <w:tcPr>
            <w:tcW w:w="7512" w:type="dxa"/>
          </w:tcPr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 xml:space="preserve">Предметная область: Технология. </w:t>
            </w:r>
          </w:p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>Основные задачи реализации содержания:</w:t>
            </w:r>
          </w:p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 xml:space="preserve">Профильный труд. </w:t>
            </w:r>
          </w:p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>Овладение трудовыми умениями, необходимыми в разных жизненных сферах. Овладение умением адекватно применять доступные технологии и освоенные трудовые навыки для социального и трудового взаимодействия. Обогащение положительного опыта и установки на активное использование освоенных технологий и навыков для индивидуального жизнеобеспечения, социального развития и помощи близким.</w:t>
            </w:r>
          </w:p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EB3" w:rsidRPr="00E23404" w:rsidTr="007C6367">
        <w:tc>
          <w:tcPr>
            <w:tcW w:w="7230" w:type="dxa"/>
          </w:tcPr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 xml:space="preserve">Предметная область: Физическая культура.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caps/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Основные задачи реализации содержания</w:t>
            </w:r>
            <w:r w:rsidRPr="009B267B">
              <w:rPr>
                <w:caps/>
                <w:sz w:val="20"/>
                <w:szCs w:val="20"/>
              </w:rPr>
              <w:t xml:space="preserve">: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Физическая культура</w:t>
            </w:r>
            <w:r w:rsidRPr="009B267B">
              <w:rPr>
                <w:caps/>
                <w:sz w:val="20"/>
                <w:szCs w:val="20"/>
              </w:rPr>
              <w:t xml:space="preserve"> (</w:t>
            </w:r>
            <w:r w:rsidRPr="009B267B">
              <w:rPr>
                <w:sz w:val="20"/>
                <w:szCs w:val="20"/>
              </w:rPr>
              <w:t xml:space="preserve">Адаптивная физическая культура). </w:t>
            </w:r>
          </w:p>
          <w:p w:rsidR="00237EB3" w:rsidRPr="009B267B" w:rsidRDefault="00237EB3" w:rsidP="00A13B1E">
            <w:pPr>
              <w:pStyle w:val="Standard"/>
              <w:spacing w:line="240" w:lineRule="auto"/>
              <w:ind w:firstLine="720"/>
              <w:rPr>
                <w:sz w:val="20"/>
                <w:szCs w:val="20"/>
              </w:rPr>
            </w:pPr>
            <w:r w:rsidRPr="009B267B">
              <w:rPr>
                <w:sz w:val="20"/>
                <w:szCs w:val="20"/>
              </w:rPr>
              <w:t>Формирование установки на сохранение и укрепление здоровья, навыков здорового и безопасного образа жизни; соблюдение индивидуального режима питания и сна. 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спорта. Формирование и совершенствование основных двигательных качеств: быстроты, силы, ловкости и др. Формирование умения следить за своим физическим состоянием, величиной физических нагрузок, адекватно их дозировать. 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обучающихся. Коррекция недостатков познавательной сферы и психомоторного развития; развитие и совершенствование волевой сферы. Воспитание нравственных качеств и свойств личности.</w:t>
            </w:r>
          </w:p>
        </w:tc>
        <w:tc>
          <w:tcPr>
            <w:tcW w:w="7512" w:type="dxa"/>
          </w:tcPr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 xml:space="preserve">Предметная область: Физическая культура. </w:t>
            </w:r>
          </w:p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>Основные задачи реализации со</w:t>
            </w:r>
            <w:r w:rsidRPr="009B267B">
              <w:rPr>
                <w:rFonts w:ascii="Times New Roman" w:hAnsi="Times New Roman"/>
                <w:sz w:val="20"/>
                <w:szCs w:val="20"/>
              </w:rPr>
              <w:softHyphen/>
              <w:t>держания:</w:t>
            </w:r>
          </w:p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 xml:space="preserve">Адаптивная физкультура. </w:t>
            </w:r>
          </w:p>
          <w:p w:rsidR="00237EB3" w:rsidRPr="009B267B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9B267B">
              <w:rPr>
                <w:rFonts w:ascii="Times New Roman" w:hAnsi="Times New Roman"/>
                <w:sz w:val="20"/>
                <w:szCs w:val="20"/>
              </w:rPr>
              <w:t>Развитие восприятия собственного тела, осознание своих физических возможностей и ограничений. Освоение доступных способов передвижения (в том  числе с использованием технических средств). Соотнесение самочувствия с настроением, собственной активностью, самостоятельностью и независимостью. Формирование двигательных навыков, координации движений, физических качеств. Освоение доступных видов физкультурно-спортивной дея</w:t>
            </w:r>
            <w:r w:rsidRPr="009B267B">
              <w:rPr>
                <w:rFonts w:ascii="Times New Roman" w:hAnsi="Times New Roman"/>
                <w:sz w:val="20"/>
                <w:szCs w:val="20"/>
              </w:rPr>
              <w:softHyphen/>
              <w:t>тельности: велосипедная езда, ходьба на лыжах, спортивные и подвижные игры, туризм и др.</w:t>
            </w:r>
          </w:p>
        </w:tc>
      </w:tr>
      <w:tr w:rsidR="00237EB3" w:rsidRPr="00E23404" w:rsidTr="00A13B1E">
        <w:tc>
          <w:tcPr>
            <w:tcW w:w="14742" w:type="dxa"/>
            <w:gridSpan w:val="2"/>
          </w:tcPr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bCs/>
                <w:iCs/>
                <w:sz w:val="20"/>
                <w:szCs w:val="20"/>
              </w:rPr>
              <w:t>Коррекционно-развивающая область и о</w:t>
            </w:r>
            <w:r w:rsidRPr="00C10E3A">
              <w:rPr>
                <w:rFonts w:ascii="Times New Roman" w:hAnsi="Times New Roman"/>
                <w:bCs/>
                <w:iCs/>
                <w:kern w:val="2"/>
                <w:sz w:val="20"/>
                <w:szCs w:val="20"/>
              </w:rPr>
              <w:t>сновные задачи реализации содержания</w:t>
            </w:r>
          </w:p>
        </w:tc>
      </w:tr>
      <w:tr w:rsidR="00237EB3" w:rsidRPr="00E23404" w:rsidTr="007C6367">
        <w:tc>
          <w:tcPr>
            <w:tcW w:w="7230" w:type="dxa"/>
          </w:tcPr>
          <w:p w:rsidR="00237EB3" w:rsidRPr="00C10E3A" w:rsidRDefault="00237EB3" w:rsidP="002F590F">
            <w:pPr>
              <w:pStyle w:val="Default"/>
              <w:ind w:firstLine="284"/>
              <w:jc w:val="both"/>
              <w:rPr>
                <w:color w:val="auto"/>
                <w:sz w:val="20"/>
                <w:szCs w:val="20"/>
              </w:rPr>
            </w:pPr>
            <w:r w:rsidRPr="00C10E3A">
              <w:rPr>
                <w:color w:val="auto"/>
                <w:sz w:val="20"/>
                <w:szCs w:val="20"/>
              </w:rPr>
              <w:t>Содержание коррекционно-развивающей области представлено следующими обязательными коррекционными курсами: «Ритмика», «Коррек</w:t>
            </w:r>
            <w:r>
              <w:rPr>
                <w:color w:val="auto"/>
                <w:sz w:val="20"/>
                <w:szCs w:val="20"/>
              </w:rPr>
              <w:t>ционные занятия (логопедические и психокоррекционные</w:t>
            </w:r>
            <w:r w:rsidRPr="00C10E3A">
              <w:rPr>
                <w:color w:val="auto"/>
                <w:sz w:val="20"/>
                <w:szCs w:val="20"/>
              </w:rPr>
              <w:t>)».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color w:val="auto"/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 xml:space="preserve">Содержание данной области может быть дополнено </w:t>
            </w:r>
            <w:r>
              <w:rPr>
                <w:sz w:val="20"/>
                <w:szCs w:val="20"/>
              </w:rPr>
              <w:t>о</w:t>
            </w:r>
            <w:r w:rsidRPr="00C10E3A">
              <w:rPr>
                <w:sz w:val="20"/>
                <w:szCs w:val="20"/>
              </w:rPr>
              <w:t>рганизацией самостоятельно на основании рекомендаций ПМПК, ИПР.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color w:val="auto"/>
                <w:sz w:val="20"/>
                <w:szCs w:val="20"/>
              </w:rPr>
            </w:pPr>
            <w:r w:rsidRPr="00C10E3A">
              <w:rPr>
                <w:color w:val="auto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color w:val="auto"/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Ритмика.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caps/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Основные задачи реализации содержания</w:t>
            </w:r>
            <w:r w:rsidRPr="00C10E3A">
              <w:rPr>
                <w:caps/>
                <w:sz w:val="20"/>
                <w:szCs w:val="20"/>
              </w:rPr>
              <w:t xml:space="preserve">: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 xml:space="preserve">Развитие умения слушать музыку, выполнять под музыку различные движения, в том числе и танцевальные, с речевым сопровождением или пением. Развитие координации движений, чувства ритма, темпа, коррекция общей и речевой моторики, пространственной ориентировки. Привитие навыков участия в коллективной творческой деятельности.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color w:val="auto"/>
                <w:sz w:val="20"/>
                <w:szCs w:val="20"/>
              </w:rPr>
            </w:pPr>
            <w:r w:rsidRPr="00C10E3A">
              <w:rPr>
                <w:color w:val="auto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 xml:space="preserve">Логопедические занятия.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Основные задачи реализации содержания</w:t>
            </w:r>
            <w:r w:rsidRPr="00C10E3A">
              <w:rPr>
                <w:caps/>
                <w:sz w:val="20"/>
                <w:szCs w:val="20"/>
              </w:rPr>
              <w:t>: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 xml:space="preserve">Формирование и развитие различных видов устной речи (разговорно-диалогической, описательно-повествовательной) на основе обогащения знаний об окружающей действительности. Обогащение и развитие словаря, уточнение значения слова, развитие лексической системности, формирование семантических полей. Развитие и совершенствование грамматического строя речи. Развитие связной речи. Коррекция недостатков письменной речи (чтения и письма).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color w:val="auto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 xml:space="preserve">Психокоррекционные занятия.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Основные задачи реализации содержания</w:t>
            </w:r>
            <w:r w:rsidRPr="00C10E3A">
              <w:rPr>
                <w:caps/>
                <w:sz w:val="20"/>
                <w:szCs w:val="20"/>
              </w:rPr>
              <w:t>: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Формирование учебной мотивации, стимуляция сенсорно-перцептивных, мнемических и интеллектуальных процессов. Гармонизация психоэмоционального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самоконтроля. Развитие способности к эмпатии, сопереживанию; формирование продуктивных видов взаимоотношений с окружающими (в семье, классе), повышение социального статуса ребенка в коллективе, формирование и развитие навыков социального  поведения.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Выбор коррекционных курсов и их количественное соотношен</w:t>
            </w:r>
            <w:r>
              <w:rPr>
                <w:sz w:val="20"/>
                <w:szCs w:val="20"/>
              </w:rPr>
              <w:t>ие самостоятельно определяется о</w:t>
            </w:r>
            <w:r w:rsidRPr="00C10E3A">
              <w:rPr>
                <w:sz w:val="20"/>
                <w:szCs w:val="20"/>
              </w:rPr>
              <w:t xml:space="preserve">рганизацией, исходя из психофизических особенностей обучающихся с умственной отсталостью (интеллектуальными нарушениями), на основании рекомендаций ПМПК и ИПР инвалида. На реализацию коррекционно-развивающей области отводится 6 часов </w:t>
            </w:r>
            <w:r w:rsidRPr="00C10E3A">
              <w:rPr>
                <w:color w:val="auto"/>
                <w:sz w:val="20"/>
                <w:szCs w:val="20"/>
              </w:rPr>
              <w:t>в неделю</w:t>
            </w:r>
            <w:r w:rsidRPr="00C10E3A">
              <w:rPr>
                <w:color w:val="FF0000"/>
                <w:sz w:val="20"/>
                <w:szCs w:val="20"/>
              </w:rPr>
              <w:t xml:space="preserve"> </w:t>
            </w:r>
            <w:r w:rsidRPr="00C10E3A">
              <w:rPr>
                <w:sz w:val="20"/>
                <w:szCs w:val="20"/>
              </w:rPr>
              <w:t>от общего количества часов, предусмотренных на внеурочную деятельность.</w:t>
            </w:r>
          </w:p>
          <w:p w:rsidR="00237EB3" w:rsidRPr="00C10E3A" w:rsidRDefault="00237EB3" w:rsidP="00821385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В целях обеспечения индивидуальных потребностей обучающихся часть учебного плана, формируемая участниками образовательных отношений, предусматривает:</w:t>
            </w:r>
          </w:p>
          <w:p w:rsidR="00237EB3" w:rsidRPr="00C10E3A" w:rsidRDefault="00237EB3" w:rsidP="00821385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учебные занятия для факультативного изучения отдельных учебных предметов (основы безопасности жизнедеятельности; домоводство, деловое и творческое пись</w:t>
            </w:r>
            <w:r w:rsidRPr="00C10E3A">
              <w:rPr>
                <w:sz w:val="20"/>
                <w:szCs w:val="20"/>
              </w:rPr>
              <w:softHyphen/>
              <w:t xml:space="preserve">мо и др.); </w:t>
            </w:r>
          </w:p>
          <w:p w:rsidR="00237EB3" w:rsidRPr="00C10E3A" w:rsidRDefault="00237EB3" w:rsidP="00821385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C10E3A">
              <w:rPr>
                <w:rFonts w:cs="Times New Roman"/>
                <w:sz w:val="20"/>
                <w:szCs w:val="20"/>
              </w:rPr>
              <w:t xml:space="preserve">увеличение учебных часов, отводимых на изучение отдельных учебных предметов обязательной части; </w:t>
            </w:r>
          </w:p>
          <w:p w:rsidR="00237EB3" w:rsidRPr="00C10E3A" w:rsidRDefault="00237EB3" w:rsidP="00821385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учебные занятия, обеспечивающие различные интересы обучающихся, в том числе этнокультурные (история и культура родного края; занимательная информатика; компьютерная грамотность и др.);</w:t>
            </w:r>
          </w:p>
          <w:p w:rsidR="00237EB3" w:rsidRPr="00C10E3A" w:rsidRDefault="00237EB3" w:rsidP="00821385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введение учебных курсов, обеспечивающих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психическом и/или физическом развитии.</w:t>
            </w:r>
          </w:p>
        </w:tc>
        <w:tc>
          <w:tcPr>
            <w:tcW w:w="7512" w:type="dxa"/>
          </w:tcPr>
          <w:p w:rsidR="00237EB3" w:rsidRPr="00C10E3A" w:rsidRDefault="00237EB3" w:rsidP="002F590F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 xml:space="preserve">Содержание коррекционно-развивающей области представлено следующими обязательными коррекционными курсами: «Сенсорное развитие», «Предметно-практические действия», «Двигательное развитие», «Альтернативная коммуникация», «Коррекционно-развивающие занятия».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color w:val="auto"/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Содержание данно</w:t>
            </w:r>
            <w:r>
              <w:rPr>
                <w:sz w:val="20"/>
                <w:szCs w:val="20"/>
              </w:rPr>
              <w:t>й области может быть дополнено о</w:t>
            </w:r>
            <w:r w:rsidRPr="00C10E3A">
              <w:rPr>
                <w:sz w:val="20"/>
                <w:szCs w:val="20"/>
              </w:rPr>
              <w:t>рганизацией самостоятельно на основании рекомендаций ПМПК, ИПР.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 xml:space="preserve">Сенсорное развитие. 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Основные задачи реализации содержания: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Обогащение чувственного опыта через целенаправленное систематическое воздействие на различные анализаторы. Развитие зрительного, слухового, тактильного, кинестетического восприятия, а так</w:t>
            </w:r>
            <w:r w:rsidRPr="00C10E3A">
              <w:rPr>
                <w:rFonts w:ascii="Times New Roman" w:hAnsi="Times New Roman"/>
                <w:sz w:val="20"/>
                <w:szCs w:val="20"/>
              </w:rPr>
              <w:softHyphen/>
              <w:t>же восприятие запаха и вкуса как пропедевтика формирования навыков общения, предметно-практической и познавательной де</w:t>
            </w:r>
            <w:r w:rsidRPr="00C10E3A">
              <w:rPr>
                <w:rFonts w:ascii="Times New Roman" w:hAnsi="Times New Roman"/>
                <w:sz w:val="20"/>
                <w:szCs w:val="20"/>
              </w:rPr>
              <w:softHyphen/>
              <w:t xml:space="preserve">ятельности.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color w:val="auto"/>
                <w:sz w:val="20"/>
                <w:szCs w:val="20"/>
              </w:rPr>
            </w:pPr>
            <w:r w:rsidRPr="00C10E3A">
              <w:rPr>
                <w:color w:val="auto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 xml:space="preserve">Предметно-практические действия.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Основные задачи реализации содержания</w:t>
            </w:r>
            <w:r w:rsidRPr="00C10E3A">
              <w:rPr>
                <w:caps/>
                <w:sz w:val="20"/>
                <w:szCs w:val="20"/>
              </w:rPr>
              <w:t>: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Формирование интереса к предметному рукотворному миру; ос</w:t>
            </w:r>
            <w:r w:rsidRPr="00C10E3A">
              <w:rPr>
                <w:rFonts w:ascii="Times New Roman" w:hAnsi="Times New Roman"/>
                <w:sz w:val="20"/>
                <w:szCs w:val="20"/>
              </w:rPr>
              <w:softHyphen/>
              <w:t xml:space="preserve">воение простых действий с предметами и материалами; умение следовать определенному порядку (алгоритму/ расписанию) при выполнении предметных действий. 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 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Двигательное развитие.</w:t>
            </w:r>
            <w:r w:rsidRPr="00C10E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37EB3" w:rsidRPr="00C10E3A" w:rsidRDefault="00237EB3" w:rsidP="00A13B1E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Основные задачи реализации содержания</w:t>
            </w:r>
            <w:r w:rsidRPr="00C10E3A">
              <w:rPr>
                <w:caps/>
                <w:sz w:val="20"/>
                <w:szCs w:val="20"/>
              </w:rPr>
              <w:t>: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0E3A">
              <w:rPr>
                <w:rFonts w:ascii="Times New Roman" w:hAnsi="Times New Roman"/>
                <w:sz w:val="20"/>
                <w:szCs w:val="20"/>
                <w:lang w:eastAsia="ru-RU"/>
              </w:rPr>
              <w:t>Мотивация двигательной активности; поддержка и развитие имеющихся движений, расширение диапазона движений и профилактика возможных нарушений. Обучение переходу из одной позы в другую; освоение новых способов передвижения (включая передвижение с помощью технических средств реабилитации); формирование функциональных дви</w:t>
            </w:r>
            <w:r w:rsidRPr="00C10E3A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га</w:t>
            </w:r>
            <w:r w:rsidRPr="00C10E3A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тель</w:t>
            </w:r>
            <w:r w:rsidRPr="00C10E3A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 xml:space="preserve">ных навыков; развитие функции руки, в том числе мелкой моторики; формирование ориентировки в пространстве; обогащение сенсомоторного опыта. 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 xml:space="preserve">Альтернативная коммуникация. 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Основные задачи реализации содержания</w:t>
            </w:r>
            <w:r w:rsidRPr="00C10E3A">
              <w:rPr>
                <w:rFonts w:ascii="Times New Roman" w:hAnsi="Times New Roman"/>
                <w:caps/>
                <w:sz w:val="20"/>
                <w:szCs w:val="20"/>
              </w:rPr>
              <w:t>: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Освоение доступных средств невербальной коммуни</w:t>
            </w:r>
            <w:r w:rsidRPr="00C10E3A">
              <w:rPr>
                <w:rFonts w:ascii="Times New Roman" w:hAnsi="Times New Roman"/>
                <w:sz w:val="20"/>
                <w:szCs w:val="20"/>
              </w:rPr>
              <w:softHyphen/>
              <w:t>ка</w:t>
            </w:r>
            <w:r w:rsidRPr="00C10E3A">
              <w:rPr>
                <w:rFonts w:ascii="Times New Roman" w:hAnsi="Times New Roman"/>
                <w:sz w:val="20"/>
                <w:szCs w:val="20"/>
              </w:rPr>
              <w:softHyphen/>
              <w:t xml:space="preserve">ции: взгляда, мимики, жеста, предмета, графического изображения, знаковой системы. Освоение </w:t>
            </w:r>
            <w:r w:rsidRPr="00C10E3A">
              <w:rPr>
                <w:rFonts w:ascii="Times New Roman" w:eastAsia="ArialMT" w:hAnsi="Times New Roman"/>
                <w:sz w:val="20"/>
                <w:szCs w:val="20"/>
              </w:rPr>
              <w:t xml:space="preserve">таблицы букв, </w:t>
            </w:r>
            <w:r w:rsidRPr="00C10E3A">
              <w:rPr>
                <w:rFonts w:ascii="Times New Roman" w:hAnsi="Times New Roman"/>
                <w:sz w:val="20"/>
                <w:szCs w:val="20"/>
              </w:rPr>
              <w:t>карточек с напечатанными словами, набора букв как средства коммуникации. Составление коммуникативных таблиц и коммуникативных тетрадей для общения в школе, до</w:t>
            </w:r>
            <w:r w:rsidRPr="00C10E3A">
              <w:rPr>
                <w:rFonts w:ascii="Times New Roman" w:hAnsi="Times New Roman"/>
                <w:sz w:val="20"/>
                <w:szCs w:val="20"/>
              </w:rPr>
              <w:softHyphen/>
              <w:t xml:space="preserve">ма и в других местах. Освоение технических коммуникативных устройств. 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Коррекционный курс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 xml:space="preserve">Коррекционно-развивающие занятия. </w:t>
            </w:r>
          </w:p>
          <w:p w:rsidR="00237EB3" w:rsidRPr="00C10E3A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10E3A">
              <w:rPr>
                <w:rFonts w:ascii="Times New Roman" w:hAnsi="Times New Roman"/>
                <w:sz w:val="20"/>
                <w:szCs w:val="20"/>
              </w:rPr>
              <w:t>Основные задачи реализации содержания</w:t>
            </w:r>
            <w:r w:rsidRPr="00C10E3A">
              <w:rPr>
                <w:rFonts w:ascii="Times New Roman" w:hAnsi="Times New Roman"/>
                <w:caps/>
                <w:sz w:val="20"/>
                <w:szCs w:val="20"/>
              </w:rPr>
              <w:t>:</w:t>
            </w:r>
          </w:p>
          <w:p w:rsidR="00237EB3" w:rsidRPr="00C10E3A" w:rsidRDefault="00237EB3" w:rsidP="00821385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 xml:space="preserve">Коррекция отдельных сторон психической деятельности и личностной сферы. Формирование социально приемлемых форм поведения, сведение к минимуму проявлений деструктивного поведения: крик, агрессия, самоагрессия, стереотипии и др. Коррекция речевых расстройств и нарушений коммуникации. Дополнительная помощь в освоении отдельных действий и представлений, которые оказываются для обучающихся особенно трудными. Развитие индивидуальных способностей обучающихся, их творческого потенциала. </w:t>
            </w:r>
          </w:p>
          <w:p w:rsidR="00237EB3" w:rsidRPr="00C10E3A" w:rsidRDefault="00237EB3" w:rsidP="00A67D7E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C10E3A">
              <w:rPr>
                <w:sz w:val="20"/>
                <w:szCs w:val="20"/>
              </w:rPr>
              <w:t>В целях обеспечения индивидуальных потребностей обучающихся часть учебного плана, формируемая участниками образовательных отношений, предусматривает введение учебных курсов, обеспечивающих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психическом и/или физическом развитии.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2A3EDA" w:rsidRDefault="00237EB3" w:rsidP="00941ED3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Cs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2</w:t>
            </w:r>
            <w:r w:rsidRPr="002A3EDA"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.9.4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.</w:t>
            </w:r>
            <w:r w:rsidRPr="002A3EDA"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 </w:t>
            </w:r>
            <w:r w:rsidRPr="008B7C62"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Программа формирования базовых учебных действий.</w:t>
            </w:r>
          </w:p>
        </w:tc>
      </w:tr>
      <w:tr w:rsidR="00237EB3" w:rsidRPr="00E23404" w:rsidTr="002A3EDA">
        <w:tc>
          <w:tcPr>
            <w:tcW w:w="7230" w:type="dxa"/>
          </w:tcPr>
          <w:p w:rsidR="00237EB3" w:rsidRPr="00BB45B0" w:rsidRDefault="00237EB3" w:rsidP="00A13B1E">
            <w:pPr>
              <w:pStyle w:val="Heading3"/>
              <w:spacing w:before="0" w:after="0"/>
              <w:ind w:left="0" w:firstLine="284"/>
              <w:jc w:val="both"/>
              <w:rPr>
                <w:rFonts w:ascii="Times New Roman" w:hAnsi="Times New Roman"/>
                <w:sz w:val="20"/>
              </w:rPr>
            </w:pPr>
            <w:r w:rsidRPr="00BB45B0">
              <w:rPr>
                <w:rFonts w:ascii="Times New Roman" w:hAnsi="Times New Roman"/>
                <w:b w:val="0"/>
                <w:sz w:val="20"/>
              </w:rPr>
              <w:t>Программа формирования базовых учебных действий должна обеспечивать</w:t>
            </w:r>
            <w:r w:rsidRPr="00BB45B0">
              <w:rPr>
                <w:rFonts w:ascii="Times New Roman" w:hAnsi="Times New Roman"/>
                <w:sz w:val="20"/>
              </w:rPr>
              <w:t>:</w:t>
            </w:r>
          </w:p>
          <w:p w:rsidR="00237EB3" w:rsidRPr="005C1DC6" w:rsidRDefault="00237EB3" w:rsidP="00A13B1E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5C1DC6">
              <w:rPr>
                <w:sz w:val="20"/>
                <w:szCs w:val="20"/>
              </w:rPr>
              <w:t>связь базовых учебных действий с содержанием учебных предметов;</w:t>
            </w:r>
          </w:p>
          <w:p w:rsidR="00237EB3" w:rsidRPr="005C1DC6" w:rsidRDefault="00237EB3" w:rsidP="00A13B1E">
            <w:pPr>
              <w:pStyle w:val="Standard"/>
              <w:tabs>
                <w:tab w:val="left" w:pos="993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5C1DC6">
              <w:rPr>
                <w:sz w:val="20"/>
                <w:szCs w:val="20"/>
              </w:rPr>
              <w:t>решение задач формирования личностных, регулятивных, познавательных, коммуникативных базовых учебных действий.</w:t>
            </w:r>
          </w:p>
          <w:p w:rsidR="00237EB3" w:rsidRPr="005C1DC6" w:rsidRDefault="00237EB3" w:rsidP="00A13B1E">
            <w:pPr>
              <w:pStyle w:val="Standard"/>
              <w:tabs>
                <w:tab w:val="left" w:pos="4500"/>
                <w:tab w:val="left" w:pos="9180"/>
                <w:tab w:val="left" w:pos="93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5C1DC6">
              <w:rPr>
                <w:sz w:val="20"/>
                <w:szCs w:val="20"/>
              </w:rPr>
              <w:t>Результативность овладения базовыми учебными действиями у обучающихся с умственной отсталостью (интеллектуальными нарушениями) определяется на завершающем этапе обучения (</w:t>
            </w:r>
            <w:r>
              <w:rPr>
                <w:sz w:val="20"/>
                <w:szCs w:val="20"/>
                <w:lang w:val="en-US"/>
              </w:rPr>
              <w:t>IX</w:t>
            </w:r>
            <w:r>
              <w:rPr>
                <w:sz w:val="20"/>
                <w:szCs w:val="20"/>
              </w:rPr>
              <w:t>-</w:t>
            </w:r>
            <w:r w:rsidRPr="005C1DC6">
              <w:rPr>
                <w:sz w:val="20"/>
                <w:szCs w:val="20"/>
                <w:lang w:val="en-US"/>
              </w:rPr>
              <w:t>XII</w:t>
            </w:r>
            <w:r w:rsidRPr="005C1D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XIII</w:t>
            </w:r>
            <w:r>
              <w:rPr>
                <w:sz w:val="20"/>
                <w:szCs w:val="20"/>
              </w:rPr>
              <w:t xml:space="preserve">) </w:t>
            </w:r>
            <w:r w:rsidRPr="005C1DC6">
              <w:rPr>
                <w:sz w:val="20"/>
                <w:szCs w:val="20"/>
              </w:rPr>
              <w:t>класс). Организация самостоятельно разрабатывает процедуру и содержание итоговой комплексной оценки базовых учебных действий.</w:t>
            </w:r>
          </w:p>
        </w:tc>
        <w:tc>
          <w:tcPr>
            <w:tcW w:w="7512" w:type="dxa"/>
          </w:tcPr>
          <w:p w:rsidR="00237EB3" w:rsidRPr="005C1DC6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5C1DC6">
              <w:rPr>
                <w:rFonts w:ascii="Times New Roman" w:hAnsi="Times New Roman"/>
                <w:sz w:val="20"/>
                <w:szCs w:val="20"/>
              </w:rPr>
              <w:t>Программа формирования базовых учебных действий должна содержать:</w:t>
            </w:r>
          </w:p>
          <w:p w:rsidR="00237EB3" w:rsidRPr="00E23404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задачи подготовки ребенка к на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хождению и обучению в среде сверстников, </w:t>
            </w:r>
            <w:r>
              <w:rPr>
                <w:rFonts w:ascii="Times New Roman" w:hAnsi="Times New Roman"/>
                <w:sz w:val="20"/>
                <w:szCs w:val="20"/>
              </w:rPr>
              <w:t>к эмоциональному, коммуникати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вному взаимодействию с группой обучающихся; </w:t>
            </w:r>
          </w:p>
          <w:p w:rsidR="00237EB3" w:rsidRPr="00E23404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ние учеб</w:t>
            </w:r>
            <w:r>
              <w:rPr>
                <w:rFonts w:ascii="Times New Roman" w:hAnsi="Times New Roman"/>
                <w:sz w:val="20"/>
                <w:szCs w:val="20"/>
              </w:rPr>
              <w:t>ного по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ведения, умения выполнять задания </w:t>
            </w:r>
            <w:r>
              <w:rPr>
                <w:rFonts w:ascii="Times New Roman" w:hAnsi="Times New Roman"/>
                <w:sz w:val="20"/>
                <w:szCs w:val="20"/>
              </w:rPr>
              <w:t>от начала до конца в течение определенного периода времени, уме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ния самостоятел</w:t>
            </w:r>
            <w:r>
              <w:rPr>
                <w:rFonts w:ascii="Times New Roman" w:hAnsi="Times New Roman"/>
                <w:sz w:val="20"/>
                <w:szCs w:val="20"/>
              </w:rPr>
              <w:t>ьно переходить от одного действия (операции) к дру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гому в соответствии с расписанием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занятий, алгорит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мом действий.</w:t>
            </w:r>
          </w:p>
          <w:p w:rsidR="00237EB3" w:rsidRPr="00E23404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EB3" w:rsidRPr="00E23404" w:rsidTr="00A13B1E">
        <w:tc>
          <w:tcPr>
            <w:tcW w:w="14742" w:type="dxa"/>
            <w:gridSpan w:val="2"/>
          </w:tcPr>
          <w:p w:rsidR="00237EB3" w:rsidRPr="004C56A2" w:rsidRDefault="00237EB3" w:rsidP="004C56A2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bCs/>
                <w:spacing w:val="2"/>
                <w:sz w:val="20"/>
                <w:szCs w:val="20"/>
              </w:rPr>
              <w:t>2</w:t>
            </w:r>
            <w:r w:rsidRPr="004C56A2">
              <w:rPr>
                <w:bCs/>
                <w:spacing w:val="2"/>
                <w:sz w:val="20"/>
                <w:szCs w:val="20"/>
              </w:rPr>
              <w:t>.9.7</w:t>
            </w:r>
            <w:r>
              <w:rPr>
                <w:bCs/>
                <w:spacing w:val="2"/>
                <w:sz w:val="20"/>
                <w:szCs w:val="20"/>
              </w:rPr>
              <w:t>.</w:t>
            </w:r>
            <w:r w:rsidRPr="004C56A2">
              <w:rPr>
                <w:bCs/>
                <w:spacing w:val="2"/>
                <w:sz w:val="20"/>
                <w:szCs w:val="20"/>
              </w:rPr>
              <w:t> </w:t>
            </w:r>
            <w:r w:rsidRPr="008B7C62">
              <w:rPr>
                <w:sz w:val="20"/>
                <w:szCs w:val="20"/>
              </w:rPr>
              <w:t>Программа формирования экологической культуры, здорового и безопасного образа жизни</w:t>
            </w:r>
            <w:r w:rsidRPr="004C56A2">
              <w:rPr>
                <w:b/>
                <w:sz w:val="20"/>
                <w:szCs w:val="20"/>
              </w:rPr>
              <w:t>.</w:t>
            </w:r>
          </w:p>
        </w:tc>
      </w:tr>
      <w:tr w:rsidR="00237EB3" w:rsidRPr="00E23404" w:rsidTr="00DE09A8">
        <w:tc>
          <w:tcPr>
            <w:tcW w:w="7230" w:type="dxa"/>
          </w:tcPr>
          <w:p w:rsidR="00237EB3" w:rsidRPr="00BB45B0" w:rsidRDefault="00237EB3" w:rsidP="004C56A2">
            <w:pPr>
              <w:pStyle w:val="BodyText"/>
              <w:spacing w:after="0"/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>Реализация программы должна осуществляется в единстве урочной (через содержание учебных предметов «Чтение», «Мир природы и человека», «Природоведение», «Биология», «География», «Основы социальной жизни»), внеурочной и внешкольной деятельности, в совместной педагогической работе общеобразовательной организации, семьи и других институтов общества.</w:t>
            </w:r>
          </w:p>
          <w:p w:rsidR="00237EB3" w:rsidRPr="004C56A2" w:rsidRDefault="00237EB3" w:rsidP="00A13B1E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237EB3" w:rsidRPr="00DE09A8" w:rsidRDefault="00237EB3" w:rsidP="00DE09A8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программы </w:t>
            </w:r>
            <w:r w:rsidRPr="00DE09A8">
              <w:rPr>
                <w:sz w:val="20"/>
                <w:szCs w:val="20"/>
              </w:rPr>
              <w:t xml:space="preserve">подробно раскрывается через программы учебных предметов, в частности: «Человек» (гигиена), «Домоводство» (здоровое питание), «Человек и окружающий природный мир», «Физкультура», «Человек и окружающий социальный мир» (выполнение роли пациента у врача, поведение в экстремальной ситуации и др.), а также в ходе коррекционных курсов </w:t>
            </w:r>
            <w:r>
              <w:rPr>
                <w:sz w:val="20"/>
                <w:szCs w:val="20"/>
              </w:rPr>
              <w:t>и во</w:t>
            </w:r>
            <w:r w:rsidRPr="00DE09A8">
              <w:rPr>
                <w:sz w:val="20"/>
                <w:szCs w:val="20"/>
              </w:rPr>
              <w:t xml:space="preserve"> внеурочной деятельности.</w:t>
            </w:r>
          </w:p>
        </w:tc>
      </w:tr>
      <w:tr w:rsidR="00237EB3" w:rsidRPr="00E23404" w:rsidTr="00A13B1E">
        <w:tc>
          <w:tcPr>
            <w:tcW w:w="14742" w:type="dxa"/>
            <w:gridSpan w:val="2"/>
          </w:tcPr>
          <w:p w:rsidR="00237EB3" w:rsidRPr="00E23404" w:rsidRDefault="00237EB3" w:rsidP="00A13B1E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</w:rPr>
              <w:t>2</w:t>
            </w:r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>9.8.</w:t>
            </w:r>
            <w:r>
              <w:rPr>
                <w:b/>
                <w:sz w:val="20"/>
              </w:rPr>
              <w:t> </w:t>
            </w:r>
            <w:r w:rsidRPr="008B7C62">
              <w:rPr>
                <w:sz w:val="20"/>
              </w:rPr>
              <w:t>Программа коррекционной работы</w:t>
            </w:r>
            <w:r w:rsidRPr="008B7C62">
              <w:rPr>
                <w:rStyle w:val="FootnoteReference"/>
                <w:sz w:val="20"/>
              </w:rPr>
              <w:footnoteReference w:id="23"/>
            </w:r>
            <w:r w:rsidRPr="008B7C62">
              <w:rPr>
                <w:sz w:val="20"/>
              </w:rPr>
              <w:t>.</w:t>
            </w:r>
          </w:p>
        </w:tc>
      </w:tr>
      <w:tr w:rsidR="00237EB3" w:rsidRPr="00EE754D" w:rsidTr="00A13B1E">
        <w:tc>
          <w:tcPr>
            <w:tcW w:w="7230" w:type="dxa"/>
          </w:tcPr>
          <w:p w:rsidR="00237EB3" w:rsidRPr="00BB45B0" w:rsidRDefault="00237EB3" w:rsidP="00A13B1E">
            <w:pPr>
              <w:pStyle w:val="BodyText"/>
              <w:spacing w:after="0"/>
              <w:jc w:val="both"/>
              <w:rPr>
                <w:sz w:val="20"/>
              </w:rPr>
            </w:pPr>
            <w:r w:rsidRPr="00BB45B0">
              <w:rPr>
                <w:sz w:val="20"/>
              </w:rPr>
              <w:t>Программа коррекционной работы</w:t>
            </w:r>
            <w:r w:rsidRPr="00BB45B0">
              <w:rPr>
                <w:b/>
                <w:sz w:val="20"/>
              </w:rPr>
              <w:t xml:space="preserve"> </w:t>
            </w:r>
            <w:r w:rsidRPr="00BB45B0">
              <w:rPr>
                <w:sz w:val="20"/>
              </w:rPr>
              <w:t>на</w:t>
            </w:r>
            <w:r w:rsidRPr="00BB45B0">
              <w:rPr>
                <w:sz w:val="20"/>
              </w:rPr>
              <w:softHyphen/>
              <w:t>пра</w:t>
            </w:r>
            <w:r w:rsidRPr="00BB45B0">
              <w:rPr>
                <w:sz w:val="20"/>
              </w:rPr>
              <w:softHyphen/>
              <w:t>влена обеспечение успешности освоения АООП обучающимися с легкой умственной отсталостью (интеллектуальными нарушениями)</w:t>
            </w:r>
          </w:p>
          <w:p w:rsidR="00237EB3" w:rsidRPr="00BB45B0" w:rsidRDefault="00237EB3" w:rsidP="00A13B1E">
            <w:pPr>
              <w:pStyle w:val="BodyText"/>
              <w:spacing w:after="0"/>
              <w:jc w:val="both"/>
              <w:rPr>
                <w:sz w:val="20"/>
              </w:rPr>
            </w:pPr>
            <w:r w:rsidRPr="00BB45B0">
              <w:rPr>
                <w:sz w:val="20"/>
              </w:rPr>
              <w:t>Программа коррекционной работы должна обеспечивать:</w:t>
            </w:r>
          </w:p>
          <w:p w:rsidR="00237EB3" w:rsidRPr="00BB45B0" w:rsidRDefault="00237EB3" w:rsidP="00A13B1E">
            <w:pPr>
              <w:pStyle w:val="BodyText"/>
              <w:spacing w:after="0"/>
              <w:jc w:val="both"/>
              <w:rPr>
                <w:sz w:val="20"/>
              </w:rPr>
            </w:pPr>
            <w:r w:rsidRPr="00BB45B0">
              <w:rPr>
                <w:sz w:val="20"/>
              </w:rPr>
              <w:t>1) выявление особых образовательных потребностей детей с умственной отсталостью (интеллектуальными нарушениями), обусловленных недостатками в их психическом и физическом развитии;</w:t>
            </w:r>
          </w:p>
          <w:p w:rsidR="00237EB3" w:rsidRPr="00BB45B0" w:rsidRDefault="00237EB3" w:rsidP="00A13B1E">
            <w:pPr>
              <w:pStyle w:val="BodyText"/>
              <w:spacing w:after="0"/>
              <w:jc w:val="both"/>
              <w:rPr>
                <w:sz w:val="20"/>
              </w:rPr>
            </w:pPr>
            <w:r w:rsidRPr="00BB45B0">
              <w:rPr>
                <w:sz w:val="20"/>
              </w:rPr>
              <w:t>2) осуществление индивидуально ориентированной психолого-медико-педагогической помощи детям с умственной отсталостью (интеллектуальными нарушениями) с учетом особенностей психофизического развития и индивидуальных возможностей детей (в соответствии с рекомендациями ПМПК);</w:t>
            </w:r>
          </w:p>
          <w:p w:rsidR="00237EB3" w:rsidRPr="00BB45B0" w:rsidRDefault="00237EB3" w:rsidP="00A13B1E">
            <w:pPr>
              <w:pStyle w:val="BodyText"/>
              <w:spacing w:after="0"/>
              <w:jc w:val="both"/>
              <w:rPr>
                <w:sz w:val="20"/>
              </w:rPr>
            </w:pPr>
            <w:r w:rsidRPr="00BB45B0">
              <w:rPr>
                <w:sz w:val="20"/>
              </w:rPr>
              <w:t>Программа коррекционной работы должна содержать:</w:t>
            </w:r>
          </w:p>
          <w:p w:rsidR="00237EB3" w:rsidRPr="00BB45B0" w:rsidRDefault="00237EB3" w:rsidP="00A13B1E">
            <w:pPr>
              <w:pStyle w:val="BodyText"/>
              <w:spacing w:after="0"/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>механизм взаимодействия учителей и других специалистов в области сопровождения, медицинских работников организации и специалистов других организаций с целью реализации программы коррекционной работы.</w:t>
            </w:r>
          </w:p>
          <w:p w:rsidR="00237EB3" w:rsidRPr="00BB45B0" w:rsidRDefault="00237EB3" w:rsidP="00A13B1E">
            <w:pPr>
              <w:pStyle w:val="BodyText"/>
              <w:spacing w:after="0"/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 xml:space="preserve">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обучающихся с умственной отсталостью (интеллектуальными нарушениями); </w:t>
            </w:r>
          </w:p>
          <w:p w:rsidR="00237EB3" w:rsidRPr="00BB45B0" w:rsidRDefault="00237EB3" w:rsidP="00A13B1E">
            <w:pPr>
              <w:pStyle w:val="BodyText"/>
              <w:spacing w:after="0"/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 xml:space="preserve">систему комплексного психолого-медико-педагогического сопровождения обучающихся с умственной отсталостью (интеллектуальными нарушениями) в условиях образовательного процесса, включающего психолого-медико-педагогическое обследование детей с целью выявления их особых образовательных потребностей, мониторинг динамики развития детей, </w:t>
            </w:r>
          </w:p>
          <w:p w:rsidR="00237EB3" w:rsidRPr="00BB45B0" w:rsidRDefault="00237EB3" w:rsidP="00A13B1E">
            <w:pPr>
              <w:pStyle w:val="BodyText"/>
              <w:spacing w:after="0"/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>корректировку коррекционных мероприятий.</w:t>
            </w:r>
          </w:p>
        </w:tc>
        <w:tc>
          <w:tcPr>
            <w:tcW w:w="7512" w:type="dxa"/>
          </w:tcPr>
          <w:p w:rsidR="00237EB3" w:rsidRPr="008B7C62" w:rsidRDefault="00237EB3" w:rsidP="00A13B1E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8B7C62">
              <w:rPr>
                <w:sz w:val="20"/>
                <w:szCs w:val="20"/>
              </w:rPr>
              <w:t>Не предусматривается.</w:t>
            </w:r>
          </w:p>
        </w:tc>
      </w:tr>
      <w:tr w:rsidR="00237EB3" w:rsidRPr="00E23404" w:rsidTr="00A13B1E">
        <w:tc>
          <w:tcPr>
            <w:tcW w:w="14742" w:type="dxa"/>
            <w:gridSpan w:val="2"/>
          </w:tcPr>
          <w:p w:rsidR="00237EB3" w:rsidRPr="005C1DC6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2.9.10.</w:t>
            </w:r>
            <w:r w:rsidRPr="003767D5">
              <w:rPr>
                <w:rFonts w:ascii="Times New Roman" w:hAnsi="Times New Roman"/>
                <w:sz w:val="20"/>
              </w:rPr>
              <w:t> </w:t>
            </w:r>
            <w:r w:rsidRPr="000A27B1">
              <w:rPr>
                <w:rFonts w:ascii="Times New Roman" w:hAnsi="Times New Roman"/>
                <w:sz w:val="20"/>
                <w:szCs w:val="20"/>
              </w:rPr>
              <w:t>Программа внеурочной деятельности.</w:t>
            </w:r>
          </w:p>
        </w:tc>
      </w:tr>
      <w:tr w:rsidR="00237EB3" w:rsidRPr="00E23404" w:rsidTr="002A3EDA">
        <w:tc>
          <w:tcPr>
            <w:tcW w:w="7230" w:type="dxa"/>
          </w:tcPr>
          <w:p w:rsidR="00237EB3" w:rsidRPr="00E23404" w:rsidRDefault="00237EB3" w:rsidP="00A13B1E">
            <w:pPr>
              <w:pStyle w:val="Standard"/>
              <w:tabs>
                <w:tab w:val="left" w:pos="4500"/>
                <w:tab w:val="left" w:pos="9180"/>
                <w:tab w:val="left" w:pos="93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Программа внеурочной деятельности </w:t>
            </w:r>
            <w:r w:rsidRPr="00E23404">
              <w:rPr>
                <w:sz w:val="20"/>
                <w:szCs w:val="20"/>
              </w:rPr>
              <w:t>предполагает следующие направления: спортивно-</w:t>
            </w:r>
            <w:r>
              <w:rPr>
                <w:sz w:val="20"/>
                <w:szCs w:val="20"/>
              </w:rPr>
              <w:t>оздоровительное, нравственное, социальное, общекультур</w:t>
            </w:r>
            <w:r w:rsidRPr="00E23404">
              <w:rPr>
                <w:sz w:val="20"/>
                <w:szCs w:val="20"/>
              </w:rPr>
              <w:t>ное в таких ф</w:t>
            </w:r>
            <w:r>
              <w:rPr>
                <w:sz w:val="20"/>
                <w:szCs w:val="20"/>
              </w:rPr>
              <w:t>ормах как индивидуальные и груп</w:t>
            </w:r>
            <w:r w:rsidRPr="00E23404">
              <w:rPr>
                <w:sz w:val="20"/>
                <w:szCs w:val="20"/>
              </w:rPr>
              <w:t xml:space="preserve">повые </w:t>
            </w:r>
            <w:r>
              <w:rPr>
                <w:sz w:val="20"/>
                <w:szCs w:val="20"/>
              </w:rPr>
              <w:t>занятия, экскурсии, кружки, сек</w:t>
            </w:r>
            <w:r w:rsidRPr="00E23404">
              <w:rPr>
                <w:sz w:val="20"/>
                <w:szCs w:val="20"/>
              </w:rPr>
              <w:t xml:space="preserve">ции, </w:t>
            </w:r>
            <w:r>
              <w:rPr>
                <w:sz w:val="20"/>
                <w:szCs w:val="20"/>
              </w:rPr>
              <w:t>соревнования, общественно полез</w:t>
            </w:r>
            <w:r w:rsidRPr="00E23404">
              <w:rPr>
                <w:sz w:val="20"/>
                <w:szCs w:val="20"/>
              </w:rPr>
              <w:t xml:space="preserve">ные </w:t>
            </w:r>
            <w:r>
              <w:rPr>
                <w:sz w:val="20"/>
                <w:szCs w:val="20"/>
              </w:rPr>
              <w:t>(</w:t>
            </w:r>
            <w:r w:rsidRPr="000A27B1">
              <w:rPr>
                <w:sz w:val="20"/>
                <w:szCs w:val="20"/>
              </w:rPr>
              <w:t>трудовые)</w:t>
            </w:r>
            <w:r>
              <w:rPr>
                <w:sz w:val="20"/>
                <w:szCs w:val="20"/>
              </w:rPr>
              <w:t xml:space="preserve"> </w:t>
            </w:r>
            <w:r w:rsidRPr="00E23404">
              <w:rPr>
                <w:sz w:val="20"/>
                <w:szCs w:val="20"/>
              </w:rPr>
              <w:t>практики и т. д.</w:t>
            </w:r>
          </w:p>
          <w:p w:rsidR="00237EB3" w:rsidRPr="001B1522" w:rsidRDefault="00237EB3" w:rsidP="00A13B1E">
            <w:pPr>
              <w:pStyle w:val="Standard"/>
              <w:tabs>
                <w:tab w:val="left" w:pos="4500"/>
                <w:tab w:val="left" w:pos="9180"/>
                <w:tab w:val="left" w:pos="93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DE7344">
              <w:rPr>
                <w:sz w:val="20"/>
                <w:szCs w:val="20"/>
              </w:rPr>
              <w:t xml:space="preserve">Время, отводимое на внеурочную деятельность (с учетом часов на коррекционно-развивающую область), составляет в течение 9 учебных лет не более 3050 часов, в течение 12 учебных лет не более 4070 часов, в течение 13 учебных лет не </w:t>
            </w:r>
            <w:r w:rsidRPr="001B1522">
              <w:rPr>
                <w:sz w:val="20"/>
                <w:szCs w:val="20"/>
              </w:rPr>
              <w:t>более</w:t>
            </w:r>
            <w:r>
              <w:rPr>
                <w:sz w:val="20"/>
                <w:szCs w:val="20"/>
              </w:rPr>
              <w:t xml:space="preserve"> </w:t>
            </w:r>
            <w:r w:rsidRPr="001B1522">
              <w:rPr>
                <w:sz w:val="20"/>
                <w:szCs w:val="20"/>
              </w:rPr>
              <w:t>4400</w:t>
            </w:r>
            <w:r>
              <w:rPr>
                <w:sz w:val="20"/>
                <w:szCs w:val="20"/>
              </w:rPr>
              <w:t xml:space="preserve"> </w:t>
            </w:r>
            <w:r w:rsidRPr="001B1522">
              <w:rPr>
                <w:sz w:val="20"/>
                <w:szCs w:val="20"/>
              </w:rPr>
              <w:t xml:space="preserve">часов. </w:t>
            </w:r>
          </w:p>
          <w:p w:rsidR="00237EB3" w:rsidRPr="003A1800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</w:rPr>
            </w:pPr>
          </w:p>
        </w:tc>
        <w:tc>
          <w:tcPr>
            <w:tcW w:w="7512" w:type="dxa"/>
          </w:tcPr>
          <w:p w:rsidR="00237EB3" w:rsidRPr="003767D5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3767D5">
              <w:rPr>
                <w:rFonts w:ascii="Times New Roman" w:hAnsi="Times New Roman"/>
                <w:sz w:val="20"/>
                <w:szCs w:val="20"/>
              </w:rPr>
              <w:t>Программа внеурочной деятельности, направлена на социально-эмоциональное, спортивно-оздоровительное, творческое, нравственное, познавательное, общекультурное развитие личности средствами физического, нравственного, эстетического, труд</w:t>
            </w:r>
            <w:r>
              <w:rPr>
                <w:rFonts w:ascii="Times New Roman" w:hAnsi="Times New Roman"/>
                <w:sz w:val="20"/>
                <w:szCs w:val="20"/>
              </w:rPr>
              <w:t>ового воспитания. Внеурочная деятельность так</w:t>
            </w:r>
            <w:r w:rsidRPr="003767D5">
              <w:rPr>
                <w:rFonts w:ascii="Times New Roman" w:hAnsi="Times New Roman"/>
                <w:sz w:val="20"/>
                <w:szCs w:val="20"/>
              </w:rPr>
              <w:t>же направлена на расширение контактов обучающихся с обыч</w:t>
            </w:r>
            <w:r>
              <w:rPr>
                <w:rFonts w:ascii="Times New Roman" w:hAnsi="Times New Roman"/>
                <w:sz w:val="20"/>
                <w:szCs w:val="20"/>
              </w:rPr>
              <w:t>но развивающимися свер</w:t>
            </w:r>
            <w:r w:rsidRPr="003767D5">
              <w:rPr>
                <w:rFonts w:ascii="Times New Roman" w:hAnsi="Times New Roman"/>
                <w:sz w:val="20"/>
                <w:szCs w:val="20"/>
              </w:rPr>
              <w:t>стниками и взаимодействие с разными людь</w:t>
            </w:r>
            <w:r w:rsidRPr="003767D5">
              <w:rPr>
                <w:rFonts w:ascii="Times New Roman" w:hAnsi="Times New Roman"/>
                <w:sz w:val="20"/>
                <w:szCs w:val="20"/>
              </w:rPr>
              <w:softHyphen/>
              <w:t>ми.</w:t>
            </w:r>
          </w:p>
          <w:p w:rsidR="00237EB3" w:rsidRPr="003767D5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3767D5">
              <w:rPr>
                <w:rFonts w:ascii="Times New Roman" w:hAnsi="Times New Roman"/>
                <w:sz w:val="20"/>
                <w:szCs w:val="20"/>
              </w:rPr>
              <w:t>Программа внеурочной деятельности должна предусматривать организацию и проведение специальных внеурочных мероприятий, направленных на развитие личности обучающихся, конкурсы, выставки, таких как: игры, экскурсии, занятия в кружках по интересам, творческие фестивали и, соревнования («веселые старты», олимпиады), праздники, лагеря, походы, реализация доступных проектов и др.</w:t>
            </w:r>
          </w:p>
          <w:p w:rsidR="00237EB3" w:rsidRPr="003767D5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3767D5">
              <w:rPr>
                <w:rFonts w:ascii="Times New Roman" w:hAnsi="Times New Roman"/>
                <w:sz w:val="20"/>
                <w:szCs w:val="20"/>
              </w:rPr>
              <w:t xml:space="preserve">Внеурочная деятельность, должна способствовать социальной интеграции обучающихся путем организации и проведения мероприятий, в которых предусмотрена совместная деятельность обучающихся </w:t>
            </w:r>
            <w:r w:rsidRPr="003767D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 умственной отсталостью </w:t>
            </w:r>
            <w:r w:rsidRPr="003767D5">
              <w:rPr>
                <w:rFonts w:ascii="Times New Roman" w:hAnsi="Times New Roman"/>
                <w:sz w:val="20"/>
                <w:szCs w:val="20"/>
              </w:rPr>
              <w:t>(интеллектуальными нарушениями) и обучающихся, не имеющих каких-либо на</w:t>
            </w:r>
            <w:r>
              <w:rPr>
                <w:rFonts w:ascii="Times New Roman" w:hAnsi="Times New Roman"/>
                <w:sz w:val="20"/>
                <w:szCs w:val="20"/>
              </w:rPr>
              <w:t>рушений развития, из различных о</w:t>
            </w:r>
            <w:r w:rsidRPr="003767D5">
              <w:rPr>
                <w:rFonts w:ascii="Times New Roman" w:hAnsi="Times New Roman"/>
                <w:sz w:val="20"/>
                <w:szCs w:val="20"/>
              </w:rPr>
              <w:t>рганизаций. Виды совместной внеурочной деятельности необходимо подбирать с учетом возможностей и интересов как обучающихся с нарушениями развития, так и их обычно развивающихся сверстников. Для результативного процесса интеграции в ходе внеурочных мероприятий важно обеспечить условия, благоприятствующие самореализации и  успешной совместной деятель</w:t>
            </w:r>
            <w:r w:rsidRPr="003767D5">
              <w:rPr>
                <w:rFonts w:ascii="Times New Roman" w:hAnsi="Times New Roman"/>
                <w:sz w:val="20"/>
                <w:szCs w:val="20"/>
              </w:rPr>
              <w:softHyphen/>
              <w:t xml:space="preserve">ности для всех ее участников.  </w:t>
            </w:r>
          </w:p>
          <w:p w:rsidR="00237EB3" w:rsidRPr="003A1800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</w:rPr>
            </w:pPr>
            <w:r w:rsidRPr="003767D5">
              <w:rPr>
                <w:rFonts w:ascii="Times New Roman" w:hAnsi="Times New Roman"/>
                <w:sz w:val="20"/>
                <w:szCs w:val="20"/>
              </w:rPr>
              <w:t>Задачи и мероприятия, реализуемые на внеурочной деятельности, включаются в СИПР.</w:t>
            </w:r>
          </w:p>
        </w:tc>
      </w:tr>
      <w:tr w:rsidR="00237EB3" w:rsidRPr="00CD32A9" w:rsidTr="00A13B1E">
        <w:tc>
          <w:tcPr>
            <w:tcW w:w="14742" w:type="dxa"/>
            <w:gridSpan w:val="2"/>
            <w:tcBorders>
              <w:top w:val="nil"/>
            </w:tcBorders>
          </w:tcPr>
          <w:p w:rsidR="00237EB3" w:rsidRPr="00055E5E" w:rsidRDefault="00237EB3" w:rsidP="00821385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55E5E">
              <w:rPr>
                <w:rFonts w:ascii="Times New Roman" w:hAnsi="Times New Roman"/>
                <w:spacing w:val="2"/>
                <w:sz w:val="20"/>
                <w:szCs w:val="20"/>
              </w:rPr>
              <w:t>2.9.11. </w:t>
            </w:r>
            <w:r w:rsidRPr="00055E5E">
              <w:rPr>
                <w:rFonts w:ascii="Times New Roman" w:hAnsi="Times New Roman"/>
                <w:sz w:val="20"/>
                <w:szCs w:val="20"/>
              </w:rPr>
              <w:t>Программа сотрудничества с семьей обучающегося.</w:t>
            </w:r>
          </w:p>
        </w:tc>
      </w:tr>
      <w:tr w:rsidR="00237EB3" w:rsidRPr="00CD32A9" w:rsidTr="00A13B1E">
        <w:tc>
          <w:tcPr>
            <w:tcW w:w="7230" w:type="dxa"/>
            <w:tcBorders>
              <w:top w:val="nil"/>
            </w:tcBorders>
          </w:tcPr>
          <w:p w:rsidR="00237EB3" w:rsidRPr="00055E5E" w:rsidRDefault="00237EB3" w:rsidP="00002A14">
            <w:pPr>
              <w:pStyle w:val="Standard"/>
              <w:tabs>
                <w:tab w:val="left" w:pos="4500"/>
                <w:tab w:val="left" w:pos="9180"/>
                <w:tab w:val="left" w:pos="93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Отдельно н</w:t>
            </w:r>
            <w:r w:rsidRPr="00055E5E">
              <w:rPr>
                <w:sz w:val="20"/>
                <w:szCs w:val="20"/>
              </w:rPr>
              <w:t>е предусматривается.</w:t>
            </w:r>
          </w:p>
        </w:tc>
        <w:tc>
          <w:tcPr>
            <w:tcW w:w="7512" w:type="dxa"/>
          </w:tcPr>
          <w:p w:rsidR="00237EB3" w:rsidRPr="00CD32A9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D32A9">
              <w:rPr>
                <w:rFonts w:ascii="Times New Roman" w:hAnsi="Times New Roman"/>
                <w:sz w:val="20"/>
                <w:szCs w:val="20"/>
              </w:rPr>
              <w:t>Программа сотрудничества с семьей обучающегося должна отражать направленность на обеспечение конструктивно</w:t>
            </w:r>
            <w:r>
              <w:rPr>
                <w:rFonts w:ascii="Times New Roman" w:hAnsi="Times New Roman"/>
                <w:sz w:val="20"/>
                <w:szCs w:val="20"/>
              </w:rPr>
              <w:t>го взаимодействия специалистов о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>рганизации и родителей (законных представителей) обучающегося в интересах особого ребенка и его семьи. Программа должна включать консультации, семинары, тренинги, занятия, беседы, собрания, домашнее визитирование и другие мероприятия, направленные на:</w:t>
            </w:r>
          </w:p>
          <w:p w:rsidR="00237EB3" w:rsidRPr="00CD32A9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 xml:space="preserve"> психологическую поддержку семьи, воспитывающей ребенка-инвалида; </w:t>
            </w:r>
          </w:p>
          <w:p w:rsidR="00237EB3" w:rsidRPr="00CD32A9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> повышение осведомленности родителей об особенностях развития и специфических образовательных потребностях  ребенка;</w:t>
            </w:r>
          </w:p>
          <w:p w:rsidR="00237EB3" w:rsidRPr="00CD32A9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 xml:space="preserve"> обеспечение участия семьи в разработке и реализации СИПР; </w:t>
            </w:r>
          </w:p>
          <w:p w:rsidR="00237EB3" w:rsidRPr="00CD32A9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> обеспечение единства требова</w:t>
            </w:r>
            <w:r>
              <w:rPr>
                <w:rFonts w:ascii="Times New Roman" w:hAnsi="Times New Roman"/>
                <w:sz w:val="20"/>
                <w:szCs w:val="20"/>
              </w:rPr>
              <w:t>ний к обучающемуся в семье и в о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>рганизации;</w:t>
            </w:r>
          </w:p>
          <w:p w:rsidR="00237EB3" w:rsidRPr="00CD32A9" w:rsidRDefault="00237EB3" w:rsidP="00A13B1E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 xml:space="preserve"> организацию регулярного обмена информацией о ребенке, о ходе реализации СИПР и результатах ее освоения; </w:t>
            </w:r>
          </w:p>
          <w:p w:rsidR="00237EB3" w:rsidRPr="00CD32A9" w:rsidRDefault="00237EB3" w:rsidP="00A13B1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  <w:r w:rsidRPr="00CD32A9">
              <w:rPr>
                <w:rFonts w:ascii="Times New Roman" w:hAnsi="Times New Roman"/>
                <w:sz w:val="20"/>
                <w:szCs w:val="20"/>
              </w:rPr>
              <w:t> организацию участия родителей во внеурочных мероприятиях.</w:t>
            </w:r>
          </w:p>
        </w:tc>
      </w:tr>
      <w:tr w:rsidR="00237EB3" w:rsidRPr="00E23404" w:rsidTr="000F2240">
        <w:tc>
          <w:tcPr>
            <w:tcW w:w="14742" w:type="dxa"/>
            <w:gridSpan w:val="2"/>
          </w:tcPr>
          <w:p w:rsidR="00237EB3" w:rsidRPr="00F10D17" w:rsidRDefault="00237EB3" w:rsidP="0012027E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2.10.</w:t>
            </w:r>
            <w:r w:rsidRPr="00472998">
              <w:rPr>
                <w:rFonts w:ascii="Times New Roman" w:hAnsi="Times New Roman"/>
                <w:bCs/>
                <w:spacing w:val="2"/>
                <w:sz w:val="20"/>
                <w:szCs w:val="20"/>
              </w:rPr>
              <w:t> </w:t>
            </w:r>
            <w:r w:rsidRPr="0012027E">
              <w:rPr>
                <w:rFonts w:ascii="Times New Roman" w:hAnsi="Times New Roman"/>
                <w:sz w:val="20"/>
                <w:szCs w:val="20"/>
              </w:rPr>
              <w:t>Система оценки</w:t>
            </w:r>
            <w:r w:rsidRPr="0047299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998">
              <w:rPr>
                <w:rFonts w:ascii="Times New Roman" w:hAnsi="Times New Roman"/>
                <w:sz w:val="20"/>
                <w:szCs w:val="20"/>
              </w:rPr>
              <w:t>достижения планир</w:t>
            </w:r>
            <w:r>
              <w:rPr>
                <w:rFonts w:ascii="Times New Roman" w:hAnsi="Times New Roman"/>
                <w:sz w:val="20"/>
                <w:szCs w:val="20"/>
              </w:rPr>
              <w:t>уемых результатов освоения АООП.</w:t>
            </w:r>
          </w:p>
        </w:tc>
      </w:tr>
      <w:tr w:rsidR="00237EB3" w:rsidRPr="00E23404" w:rsidTr="000F2240">
        <w:tc>
          <w:tcPr>
            <w:tcW w:w="7230" w:type="dxa"/>
          </w:tcPr>
          <w:p w:rsidR="00237EB3" w:rsidRPr="00E23404" w:rsidRDefault="00237EB3" w:rsidP="003A2BA5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5C1DC6">
              <w:rPr>
                <w:rFonts w:cs="Times New Roman"/>
                <w:sz w:val="20"/>
                <w:szCs w:val="20"/>
              </w:rPr>
              <w:t>Система оценки</w:t>
            </w:r>
            <w:r w:rsidRPr="00E23404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23404">
              <w:rPr>
                <w:rFonts w:cs="Times New Roman"/>
                <w:sz w:val="20"/>
                <w:szCs w:val="20"/>
              </w:rPr>
              <w:t>достиж</w:t>
            </w:r>
            <w:r>
              <w:rPr>
                <w:rFonts w:cs="Times New Roman"/>
                <w:sz w:val="20"/>
                <w:szCs w:val="20"/>
              </w:rPr>
              <w:t>ения планируемых результатов освое</w:t>
            </w:r>
            <w:r w:rsidRPr="00E23404">
              <w:rPr>
                <w:rFonts w:cs="Times New Roman"/>
                <w:sz w:val="20"/>
                <w:szCs w:val="20"/>
              </w:rPr>
              <w:t xml:space="preserve">ния АООП </w:t>
            </w:r>
            <w:r>
              <w:rPr>
                <w:rFonts w:cs="Times New Roman"/>
                <w:sz w:val="20"/>
                <w:szCs w:val="20"/>
              </w:rPr>
              <w:t>дол</w:t>
            </w:r>
            <w:r w:rsidRPr="00E23404">
              <w:rPr>
                <w:rFonts w:cs="Times New Roman"/>
                <w:sz w:val="20"/>
                <w:szCs w:val="20"/>
              </w:rPr>
              <w:t>жна ориентировать образовательный процесс на развитие личности о</w:t>
            </w:r>
            <w:r>
              <w:rPr>
                <w:rFonts w:cs="Times New Roman"/>
                <w:sz w:val="20"/>
                <w:szCs w:val="20"/>
              </w:rPr>
              <w:t>буча</w:t>
            </w:r>
            <w:r w:rsidRPr="00E23404">
              <w:rPr>
                <w:rFonts w:cs="Times New Roman"/>
                <w:sz w:val="20"/>
                <w:szCs w:val="20"/>
              </w:rPr>
              <w:t>ющихся, достижение планируемых резу</w:t>
            </w:r>
            <w:r>
              <w:rPr>
                <w:rFonts w:cs="Times New Roman"/>
                <w:sz w:val="20"/>
                <w:szCs w:val="20"/>
              </w:rPr>
              <w:t>льтатов освоения содержания учеб</w:t>
            </w:r>
            <w:r w:rsidRPr="00E23404">
              <w:rPr>
                <w:rFonts w:cs="Times New Roman"/>
                <w:sz w:val="20"/>
                <w:szCs w:val="20"/>
              </w:rPr>
              <w:t>ных предметов и формирование базовых учебных действий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512" w:type="dxa"/>
          </w:tcPr>
          <w:p w:rsidR="00237EB3" w:rsidRPr="00E23404" w:rsidRDefault="00237EB3" w:rsidP="003A2BA5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5C1DC6">
              <w:rPr>
                <w:rFonts w:ascii="Times New Roman" w:hAnsi="Times New Roman"/>
                <w:sz w:val="20"/>
                <w:szCs w:val="20"/>
              </w:rPr>
              <w:t>Система оценки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достижения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 планируемых результатов освоения АООП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 обучающимися с умеренной, тяжелой, глубокой умственной отсталостью (интеллектуальными нарушениями), тяжелыми и множественны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ми нарушениями развития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 должна ориентировать образовательный пр</w:t>
            </w:r>
            <w:r>
              <w:rPr>
                <w:rFonts w:ascii="Times New Roman" w:hAnsi="Times New Roman"/>
                <w:sz w:val="20"/>
                <w:szCs w:val="20"/>
              </w:rPr>
              <w:t>оцесс на введение в культуру ребенка, по раз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ным причинам выпадающего из образовательного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остранства, 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достижение возможных резуль</w:t>
            </w:r>
            <w:r>
              <w:rPr>
                <w:rFonts w:ascii="Times New Roman" w:hAnsi="Times New Roman"/>
                <w:sz w:val="20"/>
                <w:szCs w:val="20"/>
              </w:rPr>
              <w:t>татов ос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 xml:space="preserve">воения содержания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СИПР </w:t>
            </w:r>
            <w:r w:rsidRPr="00E23404">
              <w:rPr>
                <w:rFonts w:ascii="Times New Roman" w:hAnsi="Times New Roman"/>
                <w:sz w:val="20"/>
                <w:szCs w:val="20"/>
              </w:rPr>
              <w:t>и АООП.</w:t>
            </w:r>
          </w:p>
        </w:tc>
      </w:tr>
      <w:tr w:rsidR="00237EB3" w:rsidRPr="00F56C4B" w:rsidTr="000F2240">
        <w:tc>
          <w:tcPr>
            <w:tcW w:w="14742" w:type="dxa"/>
            <w:gridSpan w:val="2"/>
          </w:tcPr>
          <w:p w:rsidR="00237EB3" w:rsidRPr="00B46CB1" w:rsidRDefault="00237EB3" w:rsidP="005260A2">
            <w:pPr>
              <w:jc w:val="center"/>
              <w:rPr>
                <w:sz w:val="20"/>
                <w:szCs w:val="20"/>
              </w:rPr>
            </w:pPr>
            <w:r w:rsidRPr="00B46CB1">
              <w:rPr>
                <w:rFonts w:cs="Times New Roman"/>
                <w:bCs/>
                <w:color w:val="000000"/>
                <w:sz w:val="20"/>
                <w:szCs w:val="20"/>
              </w:rPr>
              <w:t>3. Требования к специальным условиям реализации АООП.</w:t>
            </w:r>
          </w:p>
          <w:p w:rsidR="00237EB3" w:rsidRPr="00B46CB1" w:rsidRDefault="00237EB3" w:rsidP="00545C77">
            <w:pPr>
              <w:jc w:val="center"/>
              <w:rPr>
                <w:sz w:val="20"/>
                <w:szCs w:val="20"/>
              </w:rPr>
            </w:pPr>
          </w:p>
        </w:tc>
      </w:tr>
      <w:tr w:rsidR="00237EB3" w:rsidRPr="00F56C4B" w:rsidTr="000F2240">
        <w:tc>
          <w:tcPr>
            <w:tcW w:w="7230" w:type="dxa"/>
          </w:tcPr>
          <w:p w:rsidR="00237EB3" w:rsidRPr="00BB45B0" w:rsidRDefault="00237EB3" w:rsidP="00F56C4B">
            <w:pPr>
              <w:pStyle w:val="BodyText"/>
              <w:spacing w:after="0"/>
              <w:jc w:val="center"/>
              <w:rPr>
                <w:sz w:val="20"/>
              </w:rPr>
            </w:pPr>
            <w:r w:rsidRPr="00BB45B0">
              <w:rPr>
                <w:sz w:val="20"/>
              </w:rPr>
              <w:t>Вариант 1</w:t>
            </w:r>
          </w:p>
        </w:tc>
        <w:tc>
          <w:tcPr>
            <w:tcW w:w="7512" w:type="dxa"/>
          </w:tcPr>
          <w:p w:rsidR="00237EB3" w:rsidRPr="00B46CB1" w:rsidRDefault="00237EB3" w:rsidP="00F56C4B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Вариант 2</w:t>
            </w:r>
          </w:p>
        </w:tc>
      </w:tr>
      <w:tr w:rsidR="00237EB3" w:rsidRPr="00F56C4B" w:rsidTr="000F2240">
        <w:tc>
          <w:tcPr>
            <w:tcW w:w="14742" w:type="dxa"/>
            <w:gridSpan w:val="2"/>
          </w:tcPr>
          <w:p w:rsidR="00237EB3" w:rsidRPr="00B46CB1" w:rsidRDefault="00237EB3" w:rsidP="003A1800">
            <w:pPr>
              <w:pStyle w:val="Standard"/>
              <w:spacing w:line="240" w:lineRule="auto"/>
              <w:ind w:firstLine="284"/>
              <w:rPr>
                <w:iCs/>
                <w:color w:val="00000A"/>
                <w:sz w:val="20"/>
                <w:szCs w:val="20"/>
              </w:rPr>
            </w:pPr>
            <w:r w:rsidRPr="00B46CB1">
              <w:rPr>
                <w:iCs/>
                <w:color w:val="00000A"/>
                <w:sz w:val="20"/>
                <w:szCs w:val="20"/>
              </w:rPr>
              <w:t>3.4 Требования к кадровым условиям.</w:t>
            </w:r>
          </w:p>
        </w:tc>
      </w:tr>
      <w:tr w:rsidR="00237EB3" w:rsidRPr="00F56C4B" w:rsidTr="000F2240">
        <w:tc>
          <w:tcPr>
            <w:tcW w:w="14742" w:type="dxa"/>
            <w:gridSpan w:val="2"/>
          </w:tcPr>
          <w:p w:rsidR="00237EB3" w:rsidRDefault="00237EB3" w:rsidP="00B973E9">
            <w:pPr>
              <w:ind w:firstLine="284"/>
              <w:jc w:val="both"/>
              <w:rPr>
                <w:sz w:val="20"/>
                <w:szCs w:val="20"/>
              </w:rPr>
            </w:pPr>
            <w:r w:rsidRPr="00F56C4B">
              <w:rPr>
                <w:sz w:val="20"/>
                <w:szCs w:val="20"/>
              </w:rPr>
              <w:t xml:space="preserve">Кадровое обеспечение </w:t>
            </w:r>
            <w:r>
              <w:rPr>
                <w:sz w:val="20"/>
                <w:szCs w:val="20"/>
              </w:rPr>
              <w:t xml:space="preserve">организации, реализующей АООП </w:t>
            </w:r>
            <w:r w:rsidRPr="00175607">
              <w:rPr>
                <w:sz w:val="20"/>
                <w:szCs w:val="20"/>
              </w:rPr>
              <w:t>(СИПР</w:t>
            </w:r>
            <w:r w:rsidRPr="00F56C4B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предполагает междисципли</w:t>
            </w:r>
            <w:r w:rsidRPr="00F56C4B">
              <w:rPr>
                <w:sz w:val="20"/>
                <w:szCs w:val="20"/>
              </w:rPr>
              <w:t>нарный состав специ</w:t>
            </w:r>
            <w:r>
              <w:rPr>
                <w:sz w:val="20"/>
                <w:szCs w:val="20"/>
              </w:rPr>
              <w:t>алистов (педагогические, медицин</w:t>
            </w:r>
            <w:r w:rsidRPr="00F56C4B">
              <w:rPr>
                <w:sz w:val="20"/>
                <w:szCs w:val="20"/>
              </w:rPr>
              <w:t>ские и социальные работники), комп</w:t>
            </w:r>
            <w:r>
              <w:rPr>
                <w:sz w:val="20"/>
                <w:szCs w:val="20"/>
              </w:rPr>
              <w:t>етентных в понимании особых образователь</w:t>
            </w:r>
            <w:r w:rsidRPr="00F56C4B">
              <w:rPr>
                <w:sz w:val="20"/>
                <w:szCs w:val="20"/>
              </w:rPr>
              <w:t>ных потребностей обучающихся, ко</w:t>
            </w:r>
            <w:r>
              <w:rPr>
                <w:sz w:val="20"/>
                <w:szCs w:val="20"/>
              </w:rPr>
              <w:t>торые в состоянии обеспечить системати</w:t>
            </w:r>
            <w:r w:rsidRPr="00F56C4B">
              <w:rPr>
                <w:sz w:val="20"/>
                <w:szCs w:val="20"/>
              </w:rPr>
              <w:t>ческую медицинскую, психолого-педагогическую и социальную поддержку</w:t>
            </w:r>
            <w:r>
              <w:rPr>
                <w:sz w:val="20"/>
                <w:szCs w:val="20"/>
              </w:rPr>
              <w:t>.</w:t>
            </w:r>
          </w:p>
          <w:p w:rsidR="00237EB3" w:rsidRPr="00183720" w:rsidRDefault="00237EB3" w:rsidP="00B973E9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183720">
              <w:rPr>
                <w:rFonts w:cs="Times New Roman"/>
                <w:sz w:val="20"/>
                <w:szCs w:val="20"/>
              </w:rPr>
              <w:t xml:space="preserve">Организация имеет право включать в штатное расписание </w:t>
            </w:r>
            <w:r w:rsidRPr="00002A14">
              <w:rPr>
                <w:rFonts w:cs="Times New Roman"/>
                <w:iCs/>
                <w:sz w:val="20"/>
                <w:szCs w:val="20"/>
              </w:rPr>
              <w:t>инженера,</w:t>
            </w:r>
            <w:r w:rsidRPr="00002A14">
              <w:rPr>
                <w:rFonts w:cs="Times New Roman"/>
                <w:sz w:val="20"/>
                <w:szCs w:val="20"/>
              </w:rPr>
              <w:t xml:space="preserve"> имеющего</w:t>
            </w:r>
            <w:r w:rsidRPr="00183720">
              <w:rPr>
                <w:rFonts w:cs="Times New Roman"/>
                <w:sz w:val="20"/>
                <w:szCs w:val="20"/>
              </w:rPr>
              <w:t xml:space="preserve"> соответствующую квалификацию в обслуживании электроакустической аппаратуры.</w:t>
            </w:r>
          </w:p>
          <w:p w:rsidR="00237EB3" w:rsidRPr="00183720" w:rsidRDefault="00237EB3" w:rsidP="00B973E9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процессе реализации АООП </w:t>
            </w:r>
            <w:r w:rsidRPr="00233EAF">
              <w:rPr>
                <w:rFonts w:cs="Times New Roman"/>
                <w:iCs/>
                <w:sz w:val="20"/>
                <w:szCs w:val="20"/>
              </w:rPr>
              <w:t>в рамках сетевого взаимодействия</w:t>
            </w:r>
            <w:r w:rsidRPr="00233EAF">
              <w:rPr>
                <w:rFonts w:cs="Times New Roman"/>
                <w:sz w:val="20"/>
                <w:szCs w:val="20"/>
              </w:rPr>
              <w:t xml:space="preserve"> </w:t>
            </w:r>
            <w:r w:rsidRPr="00183720">
              <w:rPr>
                <w:rFonts w:cs="Times New Roman"/>
                <w:sz w:val="20"/>
                <w:szCs w:val="20"/>
              </w:rPr>
              <w:t>при необходимости должны быть организованы консультации специалистов медицинских и других организаций, которые не</w:t>
            </w:r>
            <w:r>
              <w:rPr>
                <w:rFonts w:cs="Times New Roman"/>
                <w:sz w:val="20"/>
                <w:szCs w:val="20"/>
              </w:rPr>
              <w:t xml:space="preserve"> включены в штатное расписание о</w:t>
            </w:r>
            <w:r w:rsidRPr="00183720">
              <w:rPr>
                <w:rFonts w:cs="Times New Roman"/>
                <w:sz w:val="20"/>
                <w:szCs w:val="20"/>
              </w:rPr>
              <w:t>рганизации (</w:t>
            </w:r>
            <w:r>
              <w:rPr>
                <w:rFonts w:cs="Times New Roman"/>
                <w:sz w:val="20"/>
                <w:szCs w:val="20"/>
              </w:rPr>
              <w:t>педиатр, психиатр, невро</w:t>
            </w:r>
            <w:r w:rsidRPr="00183720">
              <w:rPr>
                <w:rFonts w:cs="Times New Roman"/>
                <w:sz w:val="20"/>
                <w:szCs w:val="20"/>
              </w:rPr>
              <w:t xml:space="preserve">лог, офтальмолог, ортопед и др.) для проведения дополнительного обследования обучающихся и получения медицинских заключений о состоянии их здоровья, возможностях лечения, оперативного вмешательства, медицинской реабилитации; подбора технических средств коррекции (средства передвижения для детей с нарушениями опорно-двигательного аппарата, слуховые аппараты и кохлеарные импланты, очки и другие средства коррекции зрительных нарушений и т.д.). </w:t>
            </w:r>
          </w:p>
          <w:p w:rsidR="00237EB3" w:rsidRDefault="00237EB3" w:rsidP="00B973E9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183720">
              <w:rPr>
                <w:sz w:val="20"/>
                <w:szCs w:val="20"/>
              </w:rPr>
              <w:t xml:space="preserve">При необходимости, с учетом соответствующих показаний, </w:t>
            </w:r>
            <w:r w:rsidRPr="00D36506">
              <w:rPr>
                <w:iCs/>
                <w:sz w:val="20"/>
                <w:szCs w:val="20"/>
              </w:rPr>
              <w:t>в рамках сетевого взаимодействия</w:t>
            </w:r>
            <w:r w:rsidRPr="00183720">
              <w:rPr>
                <w:sz w:val="20"/>
                <w:szCs w:val="20"/>
              </w:rPr>
              <w:t xml:space="preserve"> осуществляется медицинское сопровождение обучающихся.</w:t>
            </w:r>
          </w:p>
          <w:p w:rsidR="00237EB3" w:rsidRPr="00F56C4B" w:rsidRDefault="00237EB3" w:rsidP="00B973E9">
            <w:pPr>
              <w:pStyle w:val="Standard"/>
              <w:tabs>
                <w:tab w:val="left" w:pos="126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F56C4B">
              <w:rPr>
                <w:sz w:val="20"/>
                <w:szCs w:val="20"/>
              </w:rPr>
              <w:t>.</w:t>
            </w:r>
          </w:p>
          <w:p w:rsidR="00237EB3" w:rsidRPr="00B973E9" w:rsidRDefault="00237EB3" w:rsidP="00B973E9">
            <w:pPr>
              <w:pStyle w:val="Standard"/>
              <w:spacing w:line="240" w:lineRule="auto"/>
              <w:ind w:firstLine="284"/>
              <w:rPr>
                <w:iCs/>
                <w:color w:val="00000A"/>
                <w:sz w:val="20"/>
                <w:szCs w:val="20"/>
              </w:rPr>
            </w:pPr>
          </w:p>
        </w:tc>
      </w:tr>
      <w:tr w:rsidR="00237EB3" w:rsidRPr="00F56C4B" w:rsidTr="000F2240">
        <w:tc>
          <w:tcPr>
            <w:tcW w:w="14742" w:type="dxa"/>
            <w:gridSpan w:val="2"/>
          </w:tcPr>
          <w:p w:rsidR="00237EB3" w:rsidRPr="00480C4F" w:rsidRDefault="00237EB3" w:rsidP="00480C4F">
            <w:pPr>
              <w:pStyle w:val="Standard"/>
              <w:widowControl w:val="0"/>
              <w:tabs>
                <w:tab w:val="left" w:pos="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>
              <w:rPr>
                <w:b/>
                <w:iCs/>
                <w:color w:val="00000A"/>
                <w:sz w:val="20"/>
                <w:szCs w:val="20"/>
              </w:rPr>
              <w:t xml:space="preserve"> </w:t>
            </w:r>
            <w:r>
              <w:rPr>
                <w:iCs/>
                <w:color w:val="00000A"/>
                <w:sz w:val="20"/>
                <w:szCs w:val="20"/>
              </w:rPr>
              <w:t>3.6. </w:t>
            </w:r>
            <w:r w:rsidRPr="009951D7">
              <w:rPr>
                <w:iCs/>
                <w:color w:val="00000A"/>
                <w:sz w:val="20"/>
                <w:szCs w:val="20"/>
              </w:rPr>
              <w:t>Требования к материально-техническим условиям.</w:t>
            </w:r>
          </w:p>
        </w:tc>
      </w:tr>
      <w:tr w:rsidR="00237EB3" w:rsidRPr="00F56C4B" w:rsidTr="000F2240">
        <w:tc>
          <w:tcPr>
            <w:tcW w:w="7230" w:type="dxa"/>
          </w:tcPr>
          <w:p w:rsidR="00237EB3" w:rsidRPr="00BB45B0" w:rsidRDefault="00237EB3" w:rsidP="00563A73">
            <w:pPr>
              <w:pStyle w:val="BodyText"/>
              <w:spacing w:after="0"/>
              <w:jc w:val="both"/>
              <w:rPr>
                <w:sz w:val="20"/>
              </w:rPr>
            </w:pPr>
            <w:r w:rsidRPr="00BB45B0">
              <w:rPr>
                <w:sz w:val="20"/>
              </w:rPr>
              <w:t>Материально-техническое и информационное оснащение образовательного процесса должно обеспечивать возможность</w:t>
            </w:r>
            <w:r w:rsidRPr="00BB45B0">
              <w:rPr>
                <w:rStyle w:val="FootnoteReference"/>
                <w:sz w:val="20"/>
              </w:rPr>
              <w:footnoteReference w:id="24"/>
            </w:r>
            <w:r w:rsidRPr="00BB45B0">
              <w:rPr>
                <w:sz w:val="20"/>
              </w:rPr>
              <w:t>:</w:t>
            </w:r>
          </w:p>
          <w:p w:rsidR="00237EB3" w:rsidRPr="00BB45B0" w:rsidRDefault="00237EB3" w:rsidP="00563A73">
            <w:pPr>
              <w:pStyle w:val="BodyText"/>
              <w:spacing w:after="0"/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>проведения экспериментов, в том числе с использованием учебного лабораторного оборудования, вещественных и виртуально-наглядных моделей и коллекций основных математических и естественнонаучных объектов и явлений; цифрового (электронного) и традиционного измерения;</w:t>
            </w:r>
          </w:p>
          <w:p w:rsidR="00237EB3" w:rsidRPr="00BB45B0" w:rsidRDefault="00237EB3" w:rsidP="00563A73">
            <w:pPr>
              <w:pStyle w:val="BodyText"/>
              <w:spacing w:after="0"/>
              <w:ind w:firstLine="284"/>
              <w:jc w:val="both"/>
              <w:rPr>
                <w:sz w:val="20"/>
              </w:rPr>
            </w:pPr>
            <w:r w:rsidRPr="00BB45B0">
              <w:rPr>
                <w:sz w:val="20"/>
              </w:rPr>
              <w:t>наблюдений (включая наблюдение микрообъектов), определения местонахождения, наглядного представления и анализа данных; использования цифровых планов и карт, спутниковых изображений;</w:t>
            </w:r>
          </w:p>
          <w:p w:rsidR="00237EB3" w:rsidRPr="00820503" w:rsidRDefault="00237EB3" w:rsidP="00563A73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</w:rPr>
            </w:pPr>
            <w:r w:rsidRPr="00563A73">
              <w:rPr>
                <w:rFonts w:ascii="Times New Roman" w:hAnsi="Times New Roman"/>
                <w:sz w:val="20"/>
              </w:rPr>
              <w:t>создания материальных объектов, в том числе произведений искусства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7512" w:type="dxa"/>
          </w:tcPr>
          <w:p w:rsidR="00237EB3" w:rsidRPr="0082050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/>
                <w:sz w:val="20"/>
              </w:rPr>
            </w:pPr>
          </w:p>
        </w:tc>
      </w:tr>
      <w:tr w:rsidR="00237EB3" w:rsidRPr="00F56C4B" w:rsidTr="000F2240">
        <w:tc>
          <w:tcPr>
            <w:tcW w:w="14742" w:type="dxa"/>
            <w:gridSpan w:val="2"/>
          </w:tcPr>
          <w:p w:rsidR="00237EB3" w:rsidRPr="009951D7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Cs/>
                <w:color w:val="00000A"/>
                <w:sz w:val="20"/>
                <w:szCs w:val="20"/>
              </w:rPr>
            </w:pPr>
            <w:r w:rsidRPr="009951D7">
              <w:rPr>
                <w:rFonts w:ascii="Times New Roman" w:hAnsi="Times New Roman"/>
                <w:sz w:val="20"/>
              </w:rPr>
              <w:t>Требования к организации пространства.</w:t>
            </w:r>
          </w:p>
        </w:tc>
      </w:tr>
      <w:tr w:rsidR="00237EB3" w:rsidRPr="00F56C4B" w:rsidTr="000F2240">
        <w:tc>
          <w:tcPr>
            <w:tcW w:w="7230" w:type="dxa"/>
          </w:tcPr>
          <w:p w:rsidR="00237EB3" w:rsidRDefault="00237EB3" w:rsidP="00820503">
            <w:pPr>
              <w:pStyle w:val="Standard"/>
              <w:widowControl w:val="0"/>
              <w:tabs>
                <w:tab w:val="left" w:pos="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F56C4B">
              <w:rPr>
                <w:sz w:val="20"/>
                <w:szCs w:val="20"/>
              </w:rPr>
              <w:t>Материально-тех</w:t>
            </w:r>
            <w:r>
              <w:rPr>
                <w:sz w:val="20"/>
                <w:szCs w:val="20"/>
              </w:rPr>
              <w:t>ническое обеспечение АООП должно предусматривать:</w:t>
            </w:r>
          </w:p>
          <w:p w:rsidR="00237EB3" w:rsidRPr="00F56C4B" w:rsidRDefault="00237EB3" w:rsidP="00820503">
            <w:pPr>
              <w:pStyle w:val="Default"/>
              <w:autoSpaceDE/>
              <w:autoSpaceDN w:val="0"/>
              <w:ind w:firstLine="284"/>
              <w:jc w:val="both"/>
              <w:textAlignment w:val="baseline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трудовые мастерские с необходимым  обо</w:t>
            </w:r>
            <w:r w:rsidRPr="00F56C4B">
              <w:rPr>
                <w:color w:val="00000A"/>
                <w:sz w:val="20"/>
                <w:szCs w:val="20"/>
              </w:rPr>
              <w:t>рудование</w:t>
            </w:r>
            <w:r>
              <w:rPr>
                <w:color w:val="00000A"/>
                <w:sz w:val="20"/>
                <w:szCs w:val="20"/>
              </w:rPr>
              <w:t>м</w:t>
            </w:r>
            <w:r w:rsidRPr="00F56C4B">
              <w:rPr>
                <w:color w:val="00000A"/>
                <w:sz w:val="20"/>
                <w:szCs w:val="20"/>
              </w:rPr>
              <w:t xml:space="preserve"> в соответствии с реализуемыми профилями трудов</w:t>
            </w:r>
            <w:r>
              <w:rPr>
                <w:color w:val="00000A"/>
                <w:sz w:val="20"/>
                <w:szCs w:val="20"/>
              </w:rPr>
              <w:t>ого обучения;</w:t>
            </w:r>
          </w:p>
          <w:p w:rsidR="00237EB3" w:rsidRDefault="00237EB3" w:rsidP="00820503">
            <w:pPr>
              <w:pStyle w:val="Default"/>
              <w:autoSpaceDE/>
              <w:autoSpaceDN w:val="0"/>
              <w:ind w:firstLine="284"/>
              <w:jc w:val="both"/>
              <w:textAlignment w:val="baseline"/>
              <w:rPr>
                <w:color w:val="auto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кабинет</w:t>
            </w:r>
            <w:r w:rsidRPr="00F56C4B">
              <w:rPr>
                <w:color w:val="00000A"/>
                <w:sz w:val="20"/>
                <w:szCs w:val="20"/>
              </w:rPr>
              <w:t xml:space="preserve"> </w:t>
            </w:r>
            <w:r w:rsidRPr="00F56C4B">
              <w:rPr>
                <w:color w:val="auto"/>
                <w:sz w:val="20"/>
                <w:szCs w:val="20"/>
              </w:rPr>
              <w:t>для проведения у</w:t>
            </w:r>
            <w:r>
              <w:rPr>
                <w:color w:val="auto"/>
                <w:sz w:val="20"/>
                <w:szCs w:val="20"/>
              </w:rPr>
              <w:t>роков «Основы социальной жизни».</w:t>
            </w:r>
          </w:p>
          <w:p w:rsidR="00237EB3" w:rsidRPr="00F56C4B" w:rsidRDefault="00237EB3" w:rsidP="00820503">
            <w:pPr>
              <w:pStyle w:val="Default"/>
              <w:autoSpaceDE/>
              <w:autoSpaceDN w:val="0"/>
              <w:ind w:firstLine="284"/>
              <w:jc w:val="both"/>
              <w:textAlignment w:val="baseline"/>
              <w:rPr>
                <w:color w:val="00000A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 классных помещениях должны быть предусмотрены учебные зоны и зоны отдыха обучающихся.</w:t>
            </w:r>
          </w:p>
          <w:p w:rsidR="00237EB3" w:rsidRPr="00BB45B0" w:rsidRDefault="00237EB3" w:rsidP="00563A73">
            <w:pPr>
              <w:pStyle w:val="BodyText"/>
              <w:spacing w:after="0"/>
              <w:jc w:val="both"/>
              <w:rPr>
                <w:kern w:val="20"/>
                <w:sz w:val="20"/>
              </w:rPr>
            </w:pPr>
            <w:r w:rsidRPr="00BB45B0">
              <w:rPr>
                <w:kern w:val="20"/>
                <w:sz w:val="20"/>
              </w:rPr>
              <w:t>Обучающимся с умственной отсталостью (интеллектуальными нарушениями) может быть предоставлена возможность проживания в организации в случае ее удаленности от их места.</w:t>
            </w:r>
          </w:p>
        </w:tc>
        <w:tc>
          <w:tcPr>
            <w:tcW w:w="7512" w:type="dxa"/>
          </w:tcPr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Важным условием реализации АО</w:t>
            </w:r>
            <w:r>
              <w:rPr>
                <w:rFonts w:ascii="Times New Roman" w:hAnsi="Times New Roman"/>
                <w:sz w:val="20"/>
                <w:szCs w:val="20"/>
              </w:rPr>
              <w:t>ОП (СИПР) является возможность для беспре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пятственного доступа тех обучающихся, </w:t>
            </w:r>
            <w:r>
              <w:rPr>
                <w:rFonts w:ascii="Times New Roman" w:hAnsi="Times New Roman"/>
                <w:sz w:val="20"/>
                <w:szCs w:val="20"/>
              </w:rPr>
              <w:t>у которых имеются нарушения опо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рно-двигательных функций, зр</w:t>
            </w:r>
            <w:r>
              <w:rPr>
                <w:rFonts w:ascii="Times New Roman" w:hAnsi="Times New Roman"/>
                <w:sz w:val="20"/>
                <w:szCs w:val="20"/>
              </w:rPr>
              <w:t>ения к объектам инфраструктуры организации.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>
              <w:rPr>
                <w:rFonts w:ascii="Times New Roman" w:hAnsi="Times New Roman"/>
                <w:sz w:val="20"/>
                <w:szCs w:val="20"/>
              </w:rPr>
              <w:t>этой целью территория и здание 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рганизации должны отвечать требованиям безбарьерной среды.  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В помещениях для обучающихся должн</w:t>
            </w:r>
            <w:r>
              <w:rPr>
                <w:rFonts w:ascii="Times New Roman" w:hAnsi="Times New Roman"/>
                <w:sz w:val="20"/>
                <w:szCs w:val="20"/>
              </w:rPr>
              <w:t>о быть предусмотрено специаль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ное оборудова</w:t>
            </w:r>
            <w:r>
              <w:rPr>
                <w:rFonts w:ascii="Times New Roman" w:hAnsi="Times New Roman"/>
                <w:sz w:val="20"/>
                <w:szCs w:val="20"/>
              </w:rPr>
              <w:t>ние, позволяющее оптимизировать образовательную деятельность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, присмотр и уход за обучающимися, а та</w:t>
            </w:r>
            <w:r>
              <w:rPr>
                <w:rFonts w:ascii="Times New Roman" w:hAnsi="Times New Roman"/>
                <w:sz w:val="20"/>
                <w:szCs w:val="20"/>
              </w:rPr>
              <w:t>кже обеспечивать максимально во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зможную самостоятельность в пе</w:t>
            </w:r>
            <w:r>
              <w:rPr>
                <w:rFonts w:ascii="Times New Roman" w:hAnsi="Times New Roman"/>
                <w:sz w:val="20"/>
                <w:szCs w:val="20"/>
              </w:rPr>
              <w:t>редвижении, коммуникации, осуществле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нии учебной деятельности.</w:t>
            </w:r>
          </w:p>
          <w:p w:rsidR="00237EB3" w:rsidRPr="00F56C4B" w:rsidRDefault="00237EB3" w:rsidP="00563A73">
            <w:pPr>
              <w:pStyle w:val="Standard"/>
              <w:widowControl w:val="0"/>
              <w:tabs>
                <w:tab w:val="left" w:pos="0"/>
              </w:tabs>
              <w:spacing w:line="240" w:lineRule="auto"/>
              <w:ind w:firstLine="284"/>
              <w:rPr>
                <w:sz w:val="20"/>
                <w:szCs w:val="20"/>
              </w:rPr>
            </w:pPr>
            <w:r w:rsidRPr="00F56C4B">
              <w:rPr>
                <w:sz w:val="20"/>
                <w:szCs w:val="20"/>
              </w:rPr>
              <w:t>Материально-тех</w:t>
            </w:r>
            <w:r>
              <w:rPr>
                <w:sz w:val="20"/>
                <w:szCs w:val="20"/>
              </w:rPr>
              <w:t>ническое обеспечение база реализации АООП (СИПР) образования</w:t>
            </w:r>
            <w:r w:rsidRPr="00F56C4B">
              <w:rPr>
                <w:sz w:val="20"/>
                <w:szCs w:val="20"/>
              </w:rPr>
              <w:t xml:space="preserve"> для обучающихся с умственной отсталостью (интеллектуальными нарушениями) должна соответствовать действующим са</w:t>
            </w:r>
            <w:r w:rsidRPr="00F56C4B">
              <w:rPr>
                <w:sz w:val="20"/>
                <w:szCs w:val="20"/>
              </w:rPr>
              <w:softHyphen/>
              <w:t>нитарным и противопожарным нормам, нормам охраны труда работников образовательных организаций, предъявляемым к кабинету для проведения уроков по Домоводст</w:t>
            </w:r>
            <w:r>
              <w:rPr>
                <w:sz w:val="20"/>
                <w:szCs w:val="20"/>
              </w:rPr>
              <w:t>ву.</w:t>
            </w:r>
          </w:p>
        </w:tc>
      </w:tr>
      <w:tr w:rsidR="00237EB3" w:rsidRPr="00F56C4B" w:rsidTr="000F2240">
        <w:tc>
          <w:tcPr>
            <w:tcW w:w="14742" w:type="dxa"/>
            <w:gridSpan w:val="2"/>
          </w:tcPr>
          <w:p w:rsidR="00237EB3" w:rsidRPr="00726EF1" w:rsidRDefault="00237EB3" w:rsidP="000F2240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726EF1">
              <w:rPr>
                <w:rFonts w:ascii="Times New Roman" w:hAnsi="Times New Roman"/>
                <w:sz w:val="20"/>
                <w:szCs w:val="20"/>
              </w:rPr>
              <w:t>Требования к организация учебного места</w:t>
            </w:r>
            <w:r w:rsidRPr="00726EF1">
              <w:rPr>
                <w:sz w:val="20"/>
                <w:szCs w:val="20"/>
              </w:rPr>
              <w:t>.</w:t>
            </w:r>
          </w:p>
        </w:tc>
      </w:tr>
      <w:tr w:rsidR="00237EB3" w:rsidRPr="00F56C4B" w:rsidTr="000F2240">
        <w:tc>
          <w:tcPr>
            <w:tcW w:w="7230" w:type="dxa"/>
          </w:tcPr>
          <w:p w:rsidR="00237EB3" w:rsidRPr="00820503" w:rsidRDefault="00237EB3" w:rsidP="00480C4F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место обучающегося организуется в соответствии с санитарными нормами и требованиями.</w:t>
            </w:r>
          </w:p>
        </w:tc>
        <w:tc>
          <w:tcPr>
            <w:tcW w:w="7512" w:type="dxa"/>
          </w:tcPr>
          <w:p w:rsidR="00237EB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Уче</w:t>
            </w:r>
            <w:r>
              <w:rPr>
                <w:rFonts w:ascii="Times New Roman" w:hAnsi="Times New Roman"/>
                <w:sz w:val="20"/>
                <w:szCs w:val="20"/>
              </w:rPr>
              <w:t>бное место обучающегося создает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ся с учетом его индивидуальных возможностей и о</w:t>
            </w:r>
            <w:r>
              <w:rPr>
                <w:rFonts w:ascii="Times New Roman" w:hAnsi="Times New Roman"/>
                <w:sz w:val="20"/>
                <w:szCs w:val="20"/>
              </w:rPr>
              <w:t>собых образовательных потребнос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тей. При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учебного места учитываются воз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можности и особенности моторики, в</w:t>
            </w:r>
            <w:r>
              <w:rPr>
                <w:rFonts w:ascii="Times New Roman" w:hAnsi="Times New Roman"/>
                <w:sz w:val="20"/>
                <w:szCs w:val="20"/>
              </w:rPr>
              <w:t>осприятия, внимания, памяти обучающего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ся. Для создания оптимальных усло</w:t>
            </w:r>
            <w:r>
              <w:rPr>
                <w:rFonts w:ascii="Times New Roman" w:hAnsi="Times New Roman"/>
                <w:sz w:val="20"/>
                <w:szCs w:val="20"/>
              </w:rPr>
              <w:t>вий обучения организуются учеб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ные места для индивидуальной и групповой ф</w:t>
            </w:r>
            <w:r>
              <w:rPr>
                <w:rFonts w:ascii="Times New Roman" w:hAnsi="Times New Roman"/>
                <w:sz w:val="20"/>
                <w:szCs w:val="20"/>
              </w:rPr>
              <w:t>орм обучения. С этой целью в поме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щении класса должны быть созданы специальные зоны. Кроме учебных зон, необходимо предусмотреть места для отд</w:t>
            </w:r>
            <w:r>
              <w:rPr>
                <w:rFonts w:ascii="Times New Roman" w:hAnsi="Times New Roman"/>
                <w:sz w:val="20"/>
                <w:szCs w:val="20"/>
              </w:rPr>
              <w:t>ыха и проведения свободного вре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мени. </w:t>
            </w:r>
          </w:p>
          <w:p w:rsidR="00237EB3" w:rsidRPr="00F56C4B" w:rsidRDefault="00237EB3" w:rsidP="00F31111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Для достижения ребенком большей самостоятельности в передвижении,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(опорно-двигательного аппарата, сенсорной сферы, расстройства аутистического спектра и эмоционально-волевой сферы).</w:t>
            </w:r>
          </w:p>
          <w:p w:rsidR="00237EB3" w:rsidRPr="00F56C4B" w:rsidRDefault="00237EB3" w:rsidP="00F31111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К ассистирующим технологиям относятся</w:t>
            </w:r>
            <w:r>
              <w:rPr>
                <w:rFonts w:ascii="Times New Roman" w:hAnsi="Times New Roman"/>
                <w:sz w:val="20"/>
                <w:szCs w:val="20"/>
              </w:rPr>
              <w:t>: индивидуальные технические средства пе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редвижения (кресла-коляски, ходунки, вертикализаторы и др.); подъемники; приборы для аль</w:t>
            </w:r>
            <w:r>
              <w:rPr>
                <w:rFonts w:ascii="Times New Roman" w:hAnsi="Times New Roman"/>
                <w:sz w:val="20"/>
                <w:szCs w:val="20"/>
              </w:rPr>
              <w:t>тернативной и дополнительной коммуни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ации; электронные адаптеры, переключател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и и др.</w:t>
            </w:r>
          </w:p>
          <w:p w:rsidR="00237EB3" w:rsidRPr="00F56C4B" w:rsidRDefault="00237EB3" w:rsidP="00F31111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Помимо вспомогательных функций, п</w:t>
            </w:r>
            <w:r>
              <w:rPr>
                <w:rFonts w:ascii="Times New Roman" w:hAnsi="Times New Roman"/>
                <w:sz w:val="20"/>
                <w:szCs w:val="20"/>
              </w:rPr>
              <w:t>озволяющих ребенку получить адаптирован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ный доступ к образованию, техн</w:t>
            </w:r>
            <w:r>
              <w:rPr>
                <w:rFonts w:ascii="Times New Roman" w:hAnsi="Times New Roman"/>
                <w:sz w:val="20"/>
                <w:szCs w:val="20"/>
              </w:rPr>
              <w:t>ические средства обучения (вклю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чая специализированные компь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ютерные инструменты обучения) дают возможно</w:t>
            </w:r>
            <w:r>
              <w:rPr>
                <w:rFonts w:ascii="Times New Roman" w:hAnsi="Times New Roman"/>
                <w:sz w:val="20"/>
                <w:szCs w:val="20"/>
              </w:rPr>
              <w:t>сть удовлетворить особые образовательные потребности обучающи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хся, способствуют мот</w:t>
            </w:r>
            <w:r>
              <w:rPr>
                <w:rFonts w:ascii="Times New Roman" w:hAnsi="Times New Roman"/>
                <w:sz w:val="20"/>
                <w:szCs w:val="20"/>
              </w:rPr>
              <w:t>ивации учебной деятельности, позволяют получить ка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чественные результат, да</w:t>
            </w:r>
            <w:r>
              <w:rPr>
                <w:rFonts w:ascii="Times New Roman" w:hAnsi="Times New Roman"/>
                <w:sz w:val="20"/>
                <w:szCs w:val="20"/>
              </w:rPr>
              <w:t>же когда возможности ребенка существенно ограни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чены.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В связи с тем, что среди обучающихся есть дети, которые себя не обслуживают и нуждаются в уходе, для осуществления таких гигиенических процедур как смена памперса, помывка тела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др. в санузлах или других помеще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ниях предус</w:t>
            </w:r>
            <w:r>
              <w:rPr>
                <w:rFonts w:ascii="Times New Roman" w:hAnsi="Times New Roman"/>
                <w:sz w:val="20"/>
                <w:szCs w:val="20"/>
              </w:rPr>
              <w:t>матриваются оборудованные душе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вые, специальные кабинки и т.д.</w:t>
            </w:r>
          </w:p>
        </w:tc>
      </w:tr>
      <w:tr w:rsidR="00237EB3" w:rsidRPr="00F56C4B" w:rsidTr="000F2240">
        <w:tc>
          <w:tcPr>
            <w:tcW w:w="14742" w:type="dxa"/>
            <w:gridSpan w:val="2"/>
          </w:tcPr>
          <w:p w:rsidR="00237EB3" w:rsidRPr="00814C84" w:rsidRDefault="00237EB3" w:rsidP="002F590F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814C84">
              <w:rPr>
                <w:rFonts w:ascii="Times New Roman" w:hAnsi="Times New Roman"/>
                <w:sz w:val="20"/>
                <w:szCs w:val="20"/>
              </w:rPr>
              <w:t xml:space="preserve">Требования к </w:t>
            </w:r>
            <w:r w:rsidRPr="00814C84">
              <w:rPr>
                <w:rFonts w:ascii="Times New Roman" w:hAnsi="Times New Roman"/>
                <w:iCs/>
                <w:sz w:val="20"/>
                <w:szCs w:val="20"/>
              </w:rPr>
              <w:t>специальным учебникам, специальным рабочим тетрадям, специальным дидактическим материалам, специальным компьютерным инструментам обучения.</w:t>
            </w:r>
          </w:p>
        </w:tc>
      </w:tr>
      <w:tr w:rsidR="00237EB3" w:rsidRPr="00F56C4B" w:rsidTr="000F2240">
        <w:tc>
          <w:tcPr>
            <w:tcW w:w="7230" w:type="dxa"/>
          </w:tcPr>
          <w:p w:rsidR="00237EB3" w:rsidRPr="00F56C4B" w:rsidRDefault="00237EB3" w:rsidP="00F56C4B">
            <w:pPr>
              <w:pStyle w:val="18TexstSPISOK1"/>
              <w:spacing w:line="240" w:lineRule="auto"/>
              <w:ind w:left="0" w:firstLine="284"/>
              <w:rPr>
                <w:rFonts w:ascii="Times New Roman" w:hAnsi="Times New Roman" w:cs="Times New Roman"/>
                <w:caps/>
                <w:color w:val="00000A"/>
              </w:rPr>
            </w:pPr>
            <w:r w:rsidRPr="0061106B">
              <w:rPr>
                <w:rFonts w:ascii="Times New Roman" w:hAnsi="Times New Roman" w:cs="Times New Roman"/>
              </w:rPr>
              <w:t>Специальный учебный и дидактический ма</w:t>
            </w:r>
            <w:r w:rsidRPr="0061106B">
              <w:rPr>
                <w:rFonts w:ascii="Times New Roman" w:hAnsi="Times New Roman" w:cs="Times New Roman"/>
              </w:rPr>
              <w:softHyphen/>
              <w:t xml:space="preserve">териал, отвечающий особым образовательным потребностям обучающихся. </w:t>
            </w:r>
            <w:r w:rsidRPr="00F56C4B">
              <w:rPr>
                <w:rFonts w:ascii="Times New Roman" w:hAnsi="Times New Roman" w:cs="Times New Roman"/>
                <w:color w:val="00000A"/>
              </w:rPr>
              <w:t>Учет особых образовательны</w:t>
            </w:r>
            <w:r>
              <w:rPr>
                <w:rFonts w:ascii="Times New Roman" w:hAnsi="Times New Roman" w:cs="Times New Roman"/>
                <w:color w:val="00000A"/>
              </w:rPr>
              <w:t>х потребностей обучающихся с умственной отсталос</w:t>
            </w:r>
            <w:r w:rsidRPr="00F56C4B">
              <w:rPr>
                <w:rFonts w:ascii="Times New Roman" w:hAnsi="Times New Roman" w:cs="Times New Roman"/>
                <w:color w:val="00000A"/>
              </w:rPr>
              <w:t xml:space="preserve">тью </w:t>
            </w:r>
            <w:r w:rsidRPr="00F56C4B">
              <w:rPr>
                <w:rFonts w:ascii="Times New Roman" w:hAnsi="Times New Roman" w:cs="Times New Roman"/>
              </w:rPr>
              <w:t>(интеллектуальными нарушениями)</w:t>
            </w:r>
            <w:r>
              <w:rPr>
                <w:rFonts w:ascii="Times New Roman" w:hAnsi="Times New Roman" w:cs="Times New Roman"/>
                <w:color w:val="00000A"/>
              </w:rPr>
              <w:t xml:space="preserve"> обусловливает необходимость использования специальных учебников, адресованных данной катего</w:t>
            </w:r>
            <w:r w:rsidRPr="00F56C4B">
              <w:rPr>
                <w:rFonts w:ascii="Times New Roman" w:hAnsi="Times New Roman" w:cs="Times New Roman"/>
                <w:color w:val="00000A"/>
              </w:rPr>
              <w:t>рии обучающих</w:t>
            </w:r>
            <w:r>
              <w:rPr>
                <w:rFonts w:ascii="Times New Roman" w:hAnsi="Times New Roman" w:cs="Times New Roman"/>
                <w:color w:val="00000A"/>
              </w:rPr>
              <w:t>ся; подбора специального учебного и дидактического матери</w:t>
            </w:r>
            <w:r w:rsidRPr="00F56C4B">
              <w:rPr>
                <w:rFonts w:ascii="Times New Roman" w:hAnsi="Times New Roman" w:cs="Times New Roman"/>
                <w:color w:val="00000A"/>
              </w:rPr>
              <w:t>ала (в млад</w:t>
            </w:r>
            <w:r>
              <w:rPr>
                <w:rFonts w:ascii="Times New Roman" w:hAnsi="Times New Roman" w:cs="Times New Roman"/>
                <w:color w:val="00000A"/>
              </w:rPr>
              <w:t>ших классах преимущественное использование натуральной и ил</w:t>
            </w:r>
            <w:r w:rsidRPr="00F56C4B">
              <w:rPr>
                <w:rFonts w:ascii="Times New Roman" w:hAnsi="Times New Roman" w:cs="Times New Roman"/>
                <w:color w:val="00000A"/>
              </w:rPr>
              <w:t>люстратив</w:t>
            </w:r>
            <w:r>
              <w:rPr>
                <w:rFonts w:ascii="Times New Roman" w:hAnsi="Times New Roman" w:cs="Times New Roman"/>
                <w:color w:val="00000A"/>
              </w:rPr>
              <w:t>ной наглядности; в старших ― иллюстративной и символической). Для закрепления зна</w:t>
            </w:r>
            <w:r w:rsidRPr="00F56C4B">
              <w:rPr>
                <w:rFonts w:ascii="Times New Roman" w:hAnsi="Times New Roman" w:cs="Times New Roman"/>
                <w:color w:val="00000A"/>
              </w:rPr>
              <w:t>ний, получе</w:t>
            </w:r>
            <w:r>
              <w:rPr>
                <w:rFonts w:ascii="Times New Roman" w:hAnsi="Times New Roman" w:cs="Times New Roman"/>
                <w:color w:val="00000A"/>
              </w:rPr>
              <w:t>нных на уроке, а также для выполнения практических работ необ</w:t>
            </w:r>
            <w:r w:rsidRPr="00F56C4B">
              <w:rPr>
                <w:rFonts w:ascii="Times New Roman" w:hAnsi="Times New Roman" w:cs="Times New Roman"/>
                <w:color w:val="00000A"/>
              </w:rPr>
              <w:t>ходимо использо</w:t>
            </w:r>
            <w:r>
              <w:rPr>
                <w:rFonts w:ascii="Times New Roman" w:hAnsi="Times New Roman" w:cs="Times New Roman"/>
                <w:color w:val="00000A"/>
              </w:rPr>
              <w:t>вание рабочих тетрадей на печатной основе, включая специальные Пропи</w:t>
            </w:r>
            <w:r w:rsidRPr="00F56C4B">
              <w:rPr>
                <w:rFonts w:ascii="Times New Roman" w:hAnsi="Times New Roman" w:cs="Times New Roman"/>
                <w:color w:val="00000A"/>
              </w:rPr>
              <w:t>си.</w:t>
            </w:r>
          </w:p>
          <w:p w:rsidR="00237EB3" w:rsidRPr="00F56C4B" w:rsidRDefault="00237EB3" w:rsidP="00F56C4B">
            <w:pPr>
              <w:pStyle w:val="Default"/>
              <w:ind w:firstLine="284"/>
              <w:rPr>
                <w:sz w:val="20"/>
                <w:szCs w:val="20"/>
              </w:rPr>
            </w:pPr>
          </w:p>
        </w:tc>
        <w:tc>
          <w:tcPr>
            <w:tcW w:w="7512" w:type="dxa"/>
          </w:tcPr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1106B">
              <w:rPr>
                <w:rFonts w:ascii="Times New Roman" w:hAnsi="Times New Roman"/>
                <w:sz w:val="20"/>
                <w:szCs w:val="20"/>
              </w:rPr>
              <w:t>Специальный учебный и дидактический материал, отвечающий особым образовательным потребностям обучающихся</w:t>
            </w:r>
            <w:r w:rsidRPr="0061106B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Особые обра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зовательные потребности обучающихся требуют специального подбора учебного и дидактического материала, позволяющего эффективно осуществлять процесс обучения по всем предметным областям.</w:t>
            </w:r>
          </w:p>
          <w:p w:rsidR="00237EB3" w:rsidRPr="006D38F2" w:rsidRDefault="00237EB3" w:rsidP="006D38F2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Освоение практики общения с окружающими людьм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в рамках предметной </w:t>
            </w:r>
            <w:r w:rsidRPr="00814C84">
              <w:rPr>
                <w:rFonts w:ascii="Times New Roman" w:hAnsi="Times New Roman"/>
                <w:sz w:val="20"/>
                <w:szCs w:val="20"/>
              </w:rPr>
              <w:t>об</w:t>
            </w:r>
            <w:r w:rsidRPr="00814C84">
              <w:rPr>
                <w:rFonts w:ascii="Times New Roman" w:hAnsi="Times New Roman"/>
                <w:sz w:val="20"/>
                <w:szCs w:val="20"/>
              </w:rPr>
              <w:softHyphen/>
              <w:t>ласти «Язык и речевая практика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предполагает ис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пользование разнообразного пред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метного и изобразительного дидактического материала, иллюстрирующего природный и социальный окружающий мир; вербальных и невербальных средств коммуникации</w:t>
            </w:r>
            <w:r w:rsidRPr="008C26AB">
              <w:rPr>
                <w:rFonts w:ascii="Times New Roman" w:hAnsi="Times New Roman"/>
                <w:color w:val="008000"/>
                <w:sz w:val="20"/>
                <w:szCs w:val="20"/>
              </w:rPr>
              <w:t xml:space="preserve"> </w:t>
            </w:r>
            <w:r w:rsidRPr="006D38F2">
              <w:rPr>
                <w:rFonts w:ascii="Times New Roman" w:hAnsi="Times New Roman"/>
                <w:sz w:val="20"/>
                <w:szCs w:val="20"/>
              </w:rPr>
              <w:t>включая электронные, в т.ч. компьютерные устройства и соответствующее программное обеспечение.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Освоение </w:t>
            </w:r>
            <w:r>
              <w:rPr>
                <w:rFonts w:ascii="Times New Roman" w:hAnsi="Times New Roman"/>
                <w:sz w:val="20"/>
                <w:szCs w:val="20"/>
              </w:rPr>
              <w:t>предметной области «</w:t>
            </w:r>
            <w:r w:rsidRPr="00814C84">
              <w:rPr>
                <w:rFonts w:ascii="Times New Roman" w:hAnsi="Times New Roman"/>
                <w:sz w:val="20"/>
                <w:szCs w:val="20"/>
              </w:rPr>
              <w:t>Математика»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предполагает исполь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зование разнообразного дидактического материала в виде предметов раз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личной формы, величины, цвета; изобр</w:t>
            </w:r>
            <w:r>
              <w:rPr>
                <w:rFonts w:ascii="Times New Roman" w:hAnsi="Times New Roman"/>
                <w:sz w:val="20"/>
                <w:szCs w:val="20"/>
              </w:rPr>
              <w:t>ажений предметов, людей, объек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тов природы, цифр и др.; оборудов</w:t>
            </w:r>
            <w:r>
              <w:rPr>
                <w:rFonts w:ascii="Times New Roman" w:hAnsi="Times New Roman"/>
                <w:sz w:val="20"/>
                <w:szCs w:val="20"/>
              </w:rPr>
              <w:t>ания, позволяющего выполнять уп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ж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не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ния на сортировку, группировку различных предмет</w:t>
            </w:r>
            <w:r>
              <w:rPr>
                <w:rFonts w:ascii="Times New Roman" w:hAnsi="Times New Roman"/>
                <w:sz w:val="20"/>
                <w:szCs w:val="20"/>
              </w:rPr>
              <w:t>ов, их соотнесения по опре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деленным признакам; программное об</w:t>
            </w:r>
            <w:r>
              <w:rPr>
                <w:rFonts w:ascii="Times New Roman" w:hAnsi="Times New Roman"/>
                <w:sz w:val="20"/>
                <w:szCs w:val="20"/>
              </w:rPr>
              <w:t>еспечение для персонального ком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пьютера, с помощью которого выполняются упражнения по формированию доступных математических представлений; калькуляторы и другие средства.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Формирование доступных представлений о мире и </w:t>
            </w:r>
            <w:r>
              <w:rPr>
                <w:rFonts w:ascii="Times New Roman" w:hAnsi="Times New Roman"/>
                <w:sz w:val="20"/>
                <w:szCs w:val="20"/>
              </w:rPr>
              <w:t>практики взаимодействия с окру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жающим миром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рамках содержательной области </w:t>
            </w:r>
            <w:r w:rsidRPr="00814C84">
              <w:rPr>
                <w:rFonts w:ascii="Times New Roman" w:hAnsi="Times New Roman"/>
                <w:sz w:val="20"/>
                <w:szCs w:val="20"/>
              </w:rPr>
              <w:t>«Окружающий мир»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происходит с исполь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зованием традиционных дидактических средст</w:t>
            </w:r>
            <w:r>
              <w:rPr>
                <w:rFonts w:ascii="Times New Roman" w:hAnsi="Times New Roman"/>
                <w:sz w:val="20"/>
                <w:szCs w:val="20"/>
              </w:rPr>
              <w:t>в, с применением видео, проекционно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го оборудования, Интернет-ресурсов и печатных материалов</w:t>
            </w:r>
            <w:r>
              <w:rPr>
                <w:rFonts w:ascii="Times New Roman" w:hAnsi="Times New Roman"/>
                <w:sz w:val="20"/>
                <w:szCs w:val="20"/>
              </w:rPr>
              <w:t>. Обогащению опыта взаимодей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ствия с окружающим миром способствует непосредственный контакт обучающихся с ми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ром живой природы (растительным и животным). В кач</w:t>
            </w:r>
            <w:r>
              <w:rPr>
                <w:rFonts w:ascii="Times New Roman" w:hAnsi="Times New Roman"/>
                <w:sz w:val="20"/>
                <w:szCs w:val="20"/>
              </w:rPr>
              <w:t>естве средств обучения могут вы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ступать комнатные растения, оранжереи, живые </w:t>
            </w:r>
            <w:r>
              <w:rPr>
                <w:rFonts w:ascii="Times New Roman" w:hAnsi="Times New Roman"/>
                <w:sz w:val="20"/>
                <w:szCs w:val="20"/>
              </w:rPr>
              <w:t>уголки, расположенные в здании 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рганизации, а также теплицы, сенсорный сад </w:t>
            </w:r>
            <w:r>
              <w:rPr>
                <w:rFonts w:ascii="Times New Roman" w:hAnsi="Times New Roman"/>
                <w:sz w:val="20"/>
                <w:szCs w:val="20"/>
              </w:rPr>
              <w:t>и др. объекты на прилегающей к 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рганизации территории.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Формирование представлений о себе, сво</w:t>
            </w:r>
            <w:r>
              <w:rPr>
                <w:rFonts w:ascii="Times New Roman" w:hAnsi="Times New Roman"/>
                <w:sz w:val="20"/>
                <w:szCs w:val="20"/>
              </w:rPr>
              <w:t>их возможностях в ходе освоения предметной области «</w:t>
            </w:r>
            <w:r w:rsidRPr="00814C84">
              <w:rPr>
                <w:rFonts w:ascii="Times New Roman" w:hAnsi="Times New Roman"/>
                <w:sz w:val="20"/>
                <w:szCs w:val="20"/>
              </w:rPr>
              <w:t>Окружающий мир»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происходит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использова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нием средств, рас</w:t>
            </w:r>
            <w:r>
              <w:rPr>
                <w:rFonts w:ascii="Times New Roman" w:hAnsi="Times New Roman"/>
                <w:sz w:val="20"/>
                <w:szCs w:val="20"/>
              </w:rPr>
              <w:t>ширяющих представления и обогаща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щих жизненный оп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ыт обучающихся.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Организация должна располагать необходимыми  материалами и обо</w:t>
            </w:r>
            <w:r>
              <w:rPr>
                <w:rFonts w:ascii="Times New Roman" w:hAnsi="Times New Roman"/>
                <w:sz w:val="20"/>
                <w:szCs w:val="20"/>
              </w:rPr>
              <w:t>рудованием, позволяющим обучающимся осваивать навы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ки самообс</w:t>
            </w:r>
            <w:r>
              <w:rPr>
                <w:rFonts w:ascii="Times New Roman" w:hAnsi="Times New Roman"/>
                <w:sz w:val="20"/>
                <w:szCs w:val="20"/>
              </w:rPr>
              <w:t>луживания, доступной бытовой де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ятельности. Со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держа</w:t>
            </w:r>
            <w:r>
              <w:rPr>
                <w:rFonts w:ascii="Times New Roman" w:hAnsi="Times New Roman"/>
                <w:sz w:val="20"/>
                <w:szCs w:val="20"/>
              </w:rPr>
              <w:t>тельная область предполагает ис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пользование широкого спе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ра демонстративного учебного материа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ла (фото, ви</w:t>
            </w:r>
            <w:r>
              <w:rPr>
                <w:rFonts w:ascii="Times New Roman" w:hAnsi="Times New Roman"/>
                <w:sz w:val="20"/>
                <w:szCs w:val="20"/>
              </w:rPr>
              <w:t>део, рисунков), тематически связан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ного с жизнью общества.</w:t>
            </w:r>
          </w:p>
          <w:p w:rsidR="00237EB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Специальный учебный и дидактический материа</w:t>
            </w:r>
            <w:r>
              <w:rPr>
                <w:rFonts w:ascii="Times New Roman" w:hAnsi="Times New Roman"/>
                <w:sz w:val="20"/>
                <w:szCs w:val="20"/>
              </w:rPr>
              <w:t>л необходим для образования обучающихся в области «</w:t>
            </w:r>
            <w:r w:rsidRPr="00814C84">
              <w:rPr>
                <w:rFonts w:ascii="Times New Roman" w:hAnsi="Times New Roman"/>
                <w:sz w:val="20"/>
                <w:szCs w:val="20"/>
              </w:rPr>
              <w:t>Искусство».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Освоение практики и</w:t>
            </w:r>
            <w:r>
              <w:rPr>
                <w:rFonts w:ascii="Times New Roman" w:hAnsi="Times New Roman"/>
                <w:sz w:val="20"/>
                <w:szCs w:val="20"/>
              </w:rPr>
              <w:t>зобразительной деятельности, художест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венного ремесла и художественного творчества тре</w:t>
            </w:r>
            <w:r>
              <w:rPr>
                <w:rFonts w:ascii="Times New Roman" w:hAnsi="Times New Roman"/>
                <w:sz w:val="20"/>
                <w:szCs w:val="20"/>
              </w:rPr>
              <w:t>бует некоторых специфических инст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рументов (ножниц, кисточек и др.), позволяющих ре</w:t>
            </w:r>
            <w:r>
              <w:rPr>
                <w:rFonts w:ascii="Times New Roman" w:hAnsi="Times New Roman"/>
                <w:sz w:val="20"/>
                <w:szCs w:val="20"/>
              </w:rPr>
              <w:t>бенку овладевать отдельными опе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рациями в процессе совместных действий с взрослым.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На занятиях музыкой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театром важно обеспечить обучающимся использование доступных музыкальных ин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струментов (маракас, бубен, </w:t>
            </w:r>
            <w:r>
              <w:rPr>
                <w:rFonts w:ascii="Times New Roman" w:hAnsi="Times New Roman"/>
                <w:sz w:val="20"/>
                <w:szCs w:val="20"/>
              </w:rPr>
              <w:t>барабан и др.), театральным реквизи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том.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Предметная область «</w:t>
            </w:r>
            <w:r w:rsidRPr="00814C84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должна обеспечивать обучающимся возможность физического самосовершенствова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ния даж</w:t>
            </w:r>
            <w:r>
              <w:rPr>
                <w:rFonts w:ascii="Times New Roman" w:hAnsi="Times New Roman"/>
                <w:sz w:val="20"/>
                <w:szCs w:val="20"/>
              </w:rPr>
              <w:t>е если их физический статус зна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чительно ниже общепринятой нормы. Для этого оснащение физкультурных з</w:t>
            </w:r>
            <w:r>
              <w:rPr>
                <w:rFonts w:ascii="Times New Roman" w:hAnsi="Times New Roman"/>
                <w:sz w:val="20"/>
                <w:szCs w:val="20"/>
              </w:rPr>
              <w:t>алов долж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но предусматривать специальное адаптированное оборудо</w:t>
            </w:r>
            <w:r>
              <w:rPr>
                <w:rFonts w:ascii="Times New Roman" w:hAnsi="Times New Roman"/>
                <w:sz w:val="20"/>
                <w:szCs w:val="20"/>
              </w:rPr>
              <w:t>вание для обучающи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хся с различными нарушениями развития, вк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лючая различные тренажеры, инвентарь для подвижных игр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и др.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С учетом того, что подготовка обучающихся к тр</w:t>
            </w:r>
            <w:r>
              <w:rPr>
                <w:rFonts w:ascii="Times New Roman" w:hAnsi="Times New Roman"/>
                <w:sz w:val="20"/>
                <w:szCs w:val="20"/>
              </w:rPr>
              <w:t>удовой деятельности в рамках предметной области «</w:t>
            </w:r>
            <w:r w:rsidRPr="00814C84">
              <w:rPr>
                <w:rFonts w:ascii="Times New Roman" w:hAnsi="Times New Roman"/>
                <w:sz w:val="20"/>
                <w:szCs w:val="20"/>
              </w:rPr>
              <w:t>Технология»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начи</w:t>
            </w:r>
            <w:r>
              <w:rPr>
                <w:rFonts w:ascii="Times New Roman" w:hAnsi="Times New Roman"/>
                <w:sz w:val="20"/>
                <w:szCs w:val="20"/>
              </w:rPr>
              <w:t>нается с формирования у них элементар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ных действий с материалами и предметами, для обучения необходимы разнообразные по свойствам и внешним признакам материалы, игрушки</w:t>
            </w:r>
            <w:r w:rsidRPr="00CA5930">
              <w:rPr>
                <w:rFonts w:ascii="Times New Roman" w:hAnsi="Times New Roman"/>
                <w:sz w:val="20"/>
                <w:szCs w:val="20"/>
              </w:rPr>
              <w:t>, заготовки, различные инструменты, соответствующие профилю труда, включая оборудование и прочие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предметы. По ме</w:t>
            </w:r>
            <w:r>
              <w:rPr>
                <w:rFonts w:ascii="Times New Roman" w:hAnsi="Times New Roman"/>
                <w:sz w:val="20"/>
                <w:szCs w:val="20"/>
              </w:rPr>
              <w:t>ре накопления опыта предметно-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практической деятельности д</w:t>
            </w:r>
            <w:r>
              <w:rPr>
                <w:rFonts w:ascii="Times New Roman" w:hAnsi="Times New Roman"/>
                <w:sz w:val="20"/>
                <w:szCs w:val="20"/>
              </w:rPr>
              <w:t>иапазон формируемых действий по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степенно расширяется, увеличивается время их выполнен</w:t>
            </w:r>
            <w:r>
              <w:rPr>
                <w:rFonts w:ascii="Times New Roman" w:hAnsi="Times New Roman"/>
                <w:sz w:val="20"/>
                <w:szCs w:val="20"/>
              </w:rPr>
              <w:t>ия и меняются их качествен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ные характеристики. Постепенно формируемые действия переходят в разряд трудовых операций.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Материально-техническое обеспечение </w:t>
            </w:r>
            <w:r w:rsidRPr="002F590F">
              <w:rPr>
                <w:rFonts w:ascii="Times New Roman" w:hAnsi="Times New Roman"/>
                <w:sz w:val="20"/>
                <w:szCs w:val="20"/>
              </w:rPr>
              <w:t>коррекционных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курсов включает техни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че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кие средства, в том числе электронные, специально</w:t>
            </w:r>
            <w:r>
              <w:rPr>
                <w:rFonts w:ascii="Times New Roman" w:hAnsi="Times New Roman"/>
                <w:sz w:val="20"/>
                <w:szCs w:val="20"/>
              </w:rPr>
              <w:t>е программное обеспечение, предназна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ченное для коррекции и развития движения, </w:t>
            </w:r>
            <w:r>
              <w:rPr>
                <w:rFonts w:ascii="Times New Roman" w:hAnsi="Times New Roman"/>
                <w:sz w:val="20"/>
                <w:szCs w:val="20"/>
              </w:rPr>
              <w:t>коммуникации, познавательной деятель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ти, сенсомоторных действий. Для обеспечения за</w:t>
            </w:r>
            <w:r>
              <w:rPr>
                <w:rFonts w:ascii="Times New Roman" w:hAnsi="Times New Roman"/>
                <w:sz w:val="20"/>
                <w:szCs w:val="20"/>
              </w:rPr>
              <w:t>нятий по сенсорному развитию необходимы набо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ры средств, воздействующих на раз</w:t>
            </w:r>
            <w:r>
              <w:rPr>
                <w:rFonts w:ascii="Times New Roman" w:hAnsi="Times New Roman"/>
                <w:sz w:val="20"/>
                <w:szCs w:val="20"/>
              </w:rPr>
              <w:t>личные анализаторы и вызывающих поло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жительные реакции обучающихся на окружающую действительность. </w:t>
            </w:r>
            <w:r>
              <w:rPr>
                <w:rFonts w:ascii="Times New Roman" w:hAnsi="Times New Roman"/>
                <w:sz w:val="20"/>
                <w:szCs w:val="20"/>
              </w:rPr>
              <w:t>Для формиро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вания предметно-практиче</w:t>
            </w:r>
            <w:r>
              <w:rPr>
                <w:rFonts w:ascii="Times New Roman" w:hAnsi="Times New Roman"/>
                <w:sz w:val="20"/>
                <w:szCs w:val="20"/>
              </w:rPr>
              <w:t>ских действий необходимы разнообразные по свойствам и внеш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ним признакам </w:t>
            </w:r>
            <w:r>
              <w:rPr>
                <w:rFonts w:ascii="Times New Roman" w:hAnsi="Times New Roman"/>
                <w:sz w:val="20"/>
                <w:szCs w:val="20"/>
              </w:rPr>
              <w:t>материалы, игрушки и прочие предметы. Двигательное развитие происхо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дит с использованием разнообразного спо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тивног</w:t>
            </w:r>
            <w:r>
              <w:rPr>
                <w:rFonts w:ascii="Times New Roman" w:hAnsi="Times New Roman"/>
                <w:sz w:val="20"/>
                <w:szCs w:val="20"/>
              </w:rPr>
              <w:t>о, а также ортопедического и лечебно-физкультурного оборудова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ния и инвентаря.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7EB3" w:rsidRPr="00E23404" w:rsidRDefault="00237EB3" w:rsidP="00136136">
      <w:pPr>
        <w:rPr>
          <w:rFonts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85"/>
        <w:gridCol w:w="54"/>
        <w:gridCol w:w="7339"/>
      </w:tblGrid>
      <w:tr w:rsidR="00237EB3" w:rsidRPr="00F56C4B" w:rsidTr="000F2240">
        <w:tc>
          <w:tcPr>
            <w:tcW w:w="14678" w:type="dxa"/>
            <w:gridSpan w:val="3"/>
          </w:tcPr>
          <w:p w:rsidR="00237EB3" w:rsidRPr="00814C84" w:rsidRDefault="00237EB3" w:rsidP="00814C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4C84">
              <w:rPr>
                <w:rFonts w:cs="Times New Roman"/>
                <w:bCs/>
                <w:color w:val="000000"/>
                <w:sz w:val="20"/>
                <w:szCs w:val="20"/>
              </w:rPr>
              <w:t>Требования к результатам освоения АООП.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814C84" w:rsidRDefault="00237EB3" w:rsidP="00F56C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4C84">
              <w:rPr>
                <w:rFonts w:cs="Times New Roman"/>
                <w:sz w:val="20"/>
                <w:szCs w:val="20"/>
              </w:rPr>
              <w:t xml:space="preserve">Вариант 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393" w:type="dxa"/>
            <w:gridSpan w:val="2"/>
          </w:tcPr>
          <w:p w:rsidR="00237EB3" w:rsidRPr="00814C84" w:rsidRDefault="00237EB3" w:rsidP="00F56C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4C84">
              <w:rPr>
                <w:rFonts w:cs="Times New Roman"/>
                <w:sz w:val="20"/>
                <w:szCs w:val="20"/>
              </w:rPr>
              <w:t xml:space="preserve">Вариант 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</w:tr>
      <w:tr w:rsidR="00237EB3" w:rsidRPr="00F56C4B" w:rsidTr="00542CF9">
        <w:tc>
          <w:tcPr>
            <w:tcW w:w="14678" w:type="dxa"/>
            <w:gridSpan w:val="3"/>
          </w:tcPr>
          <w:p w:rsidR="00237EB3" w:rsidRPr="004D7A99" w:rsidRDefault="00237EB3" w:rsidP="00B53ABC">
            <w:pPr>
              <w:spacing w:before="60" w:after="60"/>
              <w:ind w:firstLine="284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Pr="004D7A99">
              <w:rPr>
                <w:rFonts w:cs="Times New Roman"/>
                <w:sz w:val="20"/>
                <w:szCs w:val="20"/>
              </w:rPr>
              <w:t>.1. Стандарт устанавливает требования</w:t>
            </w:r>
            <w:r>
              <w:rPr>
                <w:rFonts w:cs="Times New Roman"/>
                <w:sz w:val="20"/>
                <w:szCs w:val="20"/>
              </w:rPr>
              <w:t xml:space="preserve"> к результатам освоения АООП.</w:t>
            </w:r>
          </w:p>
        </w:tc>
      </w:tr>
      <w:tr w:rsidR="00237EB3" w:rsidRPr="00F56C4B" w:rsidTr="00542CF9">
        <w:tc>
          <w:tcPr>
            <w:tcW w:w="7339" w:type="dxa"/>
            <w:gridSpan w:val="2"/>
          </w:tcPr>
          <w:p w:rsidR="00237EB3" w:rsidRPr="00F56C4B" w:rsidRDefault="00237EB3" w:rsidP="00563A73">
            <w:pPr>
              <w:pStyle w:val="NormalWeb"/>
              <w:spacing w:before="0" w:after="0" w:line="240" w:lineRule="auto"/>
              <w:ind w:firstLine="284"/>
              <w:rPr>
                <w:caps w:val="0"/>
                <w:sz w:val="20"/>
                <w:szCs w:val="20"/>
              </w:rPr>
            </w:pPr>
            <w:r w:rsidRPr="00F56C4B">
              <w:rPr>
                <w:caps w:val="0"/>
                <w:sz w:val="20"/>
                <w:szCs w:val="20"/>
              </w:rPr>
              <w:t>Результаты освоения АООП оцениваются как итоговые дости</w:t>
            </w:r>
            <w:r>
              <w:rPr>
                <w:caps w:val="0"/>
                <w:sz w:val="20"/>
                <w:szCs w:val="20"/>
              </w:rPr>
              <w:t>жения на момент завершения образова</w:t>
            </w:r>
            <w:r w:rsidRPr="00F56C4B">
              <w:rPr>
                <w:caps w:val="0"/>
                <w:sz w:val="20"/>
                <w:szCs w:val="20"/>
              </w:rPr>
              <w:t xml:space="preserve">ния. </w:t>
            </w:r>
          </w:p>
          <w:p w:rsidR="00237EB3" w:rsidRPr="00563A73" w:rsidRDefault="00237EB3" w:rsidP="00563A73">
            <w:pPr>
              <w:pStyle w:val="NormalWeb"/>
              <w:spacing w:before="0" w:after="0" w:line="240" w:lineRule="auto"/>
              <w:ind w:firstLine="284"/>
              <w:rPr>
                <w:caps w:val="0"/>
                <w:kern w:val="20"/>
                <w:sz w:val="20"/>
                <w:szCs w:val="20"/>
              </w:rPr>
            </w:pPr>
            <w:r w:rsidRPr="00563A73">
              <w:rPr>
                <w:bCs/>
                <w:caps w:val="0"/>
                <w:color w:val="000000"/>
                <w:kern w:val="20"/>
                <w:sz w:val="20"/>
                <w:szCs w:val="20"/>
              </w:rPr>
              <w:t>Стандарт устанавливает требования к предметным и ли</w:t>
            </w:r>
            <w:r w:rsidRPr="00563A73">
              <w:rPr>
                <w:bCs/>
                <w:caps w:val="0"/>
                <w:color w:val="000000"/>
                <w:kern w:val="20"/>
                <w:sz w:val="20"/>
                <w:szCs w:val="20"/>
              </w:rPr>
              <w:softHyphen/>
              <w:t>чностным результатам обучающихся</w:t>
            </w:r>
            <w:r w:rsidRPr="00563A73">
              <w:rPr>
                <w:caps w:val="0"/>
                <w:kern w:val="20"/>
                <w:sz w:val="20"/>
                <w:szCs w:val="20"/>
              </w:rPr>
              <w:t xml:space="preserve"> с умственной отсталостью (интеллектуальными нарушениями)</w:t>
            </w:r>
            <w:r w:rsidRPr="00563A73">
              <w:rPr>
                <w:bCs/>
                <w:caps w:val="0"/>
                <w:color w:val="000000"/>
                <w:kern w:val="20"/>
                <w:sz w:val="20"/>
                <w:szCs w:val="20"/>
              </w:rPr>
              <w:t>, освоивших АООП.</w:t>
            </w:r>
          </w:p>
          <w:p w:rsidR="00237EB3" w:rsidRPr="00563A73" w:rsidRDefault="00237EB3" w:rsidP="00563A73">
            <w:pPr>
              <w:pStyle w:val="NormalWeb"/>
              <w:spacing w:before="0" w:after="0" w:line="240" w:lineRule="auto"/>
              <w:ind w:firstLine="284"/>
              <w:rPr>
                <w:bCs/>
                <w:caps w:val="0"/>
                <w:kern w:val="20"/>
                <w:sz w:val="20"/>
                <w:szCs w:val="20"/>
              </w:rPr>
            </w:pPr>
            <w:r w:rsidRPr="00563A73">
              <w:rPr>
                <w:caps w:val="0"/>
                <w:kern w:val="20"/>
                <w:sz w:val="20"/>
                <w:szCs w:val="20"/>
              </w:rPr>
              <w:t>Описание результатов овладения обучающимися с умственной отсталостью (интеллектуальными нарушениями) АООП имеет интегративный характер и включает в себя:</w:t>
            </w:r>
          </w:p>
          <w:p w:rsidR="00237EB3" w:rsidRPr="00563A73" w:rsidRDefault="00237EB3" w:rsidP="00563A73">
            <w:pPr>
              <w:pStyle w:val="NormalWeb"/>
              <w:spacing w:before="0" w:after="0" w:line="240" w:lineRule="auto"/>
              <w:ind w:firstLine="284"/>
              <w:rPr>
                <w:caps w:val="0"/>
                <w:kern w:val="20"/>
                <w:sz w:val="20"/>
                <w:szCs w:val="20"/>
              </w:rPr>
            </w:pPr>
            <w:r w:rsidRPr="00563A73">
              <w:rPr>
                <w:caps w:val="0"/>
                <w:kern w:val="20"/>
                <w:sz w:val="20"/>
                <w:szCs w:val="20"/>
              </w:rPr>
              <w:t>требования к оценке овладения социальными компетенциями (личностные результаты);</w:t>
            </w:r>
          </w:p>
          <w:p w:rsidR="00237EB3" w:rsidRPr="00563A73" w:rsidRDefault="00237EB3" w:rsidP="00563A73">
            <w:pPr>
              <w:spacing w:before="60" w:after="60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563A73">
              <w:rPr>
                <w:kern w:val="20"/>
                <w:sz w:val="20"/>
                <w:szCs w:val="20"/>
              </w:rPr>
              <w:t>требования к оценке степени самостоятельности использования предметных знаний и умений для решения практико-ориентированных задач (предметные результаты).</w:t>
            </w:r>
          </w:p>
        </w:tc>
        <w:tc>
          <w:tcPr>
            <w:tcW w:w="7339" w:type="dxa"/>
          </w:tcPr>
          <w:p w:rsidR="00237EB3" w:rsidRDefault="00237EB3" w:rsidP="00563A73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Основным ожидаемым результатом освоения обучаю</w:t>
            </w:r>
            <w:r>
              <w:rPr>
                <w:rFonts w:ascii="Times New Roman" w:hAnsi="Times New Roman"/>
                <w:sz w:val="20"/>
                <w:szCs w:val="20"/>
              </w:rPr>
              <w:t>щимся АООП по варианту 4 яв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ляется развитие </w:t>
            </w:r>
            <w:r w:rsidRPr="00B53ABC">
              <w:rPr>
                <w:rFonts w:ascii="Times New Roman" w:hAnsi="Times New Roman"/>
                <w:sz w:val="20"/>
                <w:szCs w:val="20"/>
              </w:rPr>
              <w:t>жизненной компетенции</w:t>
            </w:r>
            <w:r>
              <w:rPr>
                <w:rFonts w:ascii="Times New Roman" w:hAnsi="Times New Roman"/>
                <w:sz w:val="20"/>
                <w:szCs w:val="20"/>
              </w:rPr>
              <w:t>, позволяющей достичь максимальной самосто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ятельности (в соотв</w:t>
            </w:r>
            <w:r>
              <w:rPr>
                <w:rFonts w:ascii="Times New Roman" w:hAnsi="Times New Roman"/>
                <w:sz w:val="20"/>
                <w:szCs w:val="20"/>
              </w:rPr>
              <w:t>етствии с его психическими и фи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зическ</w:t>
            </w:r>
            <w:r>
              <w:rPr>
                <w:rFonts w:ascii="Times New Roman" w:hAnsi="Times New Roman"/>
                <w:sz w:val="20"/>
                <w:szCs w:val="20"/>
              </w:rPr>
              <w:t>ими возможностями) в решении по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седневных жизненных задач, вклю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чение в жизнь общества через индивиду</w:t>
            </w:r>
            <w:r>
              <w:rPr>
                <w:rFonts w:ascii="Times New Roman" w:hAnsi="Times New Roman"/>
                <w:sz w:val="20"/>
                <w:szCs w:val="20"/>
              </w:rPr>
              <w:t>альное поэтапное и планомер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ное расширение жизненного опыта и повседневных социальных контактов. </w:t>
            </w:r>
          </w:p>
          <w:p w:rsidR="00237EB3" w:rsidRPr="00F56C4B" w:rsidRDefault="00237EB3" w:rsidP="00563A73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Стандарт устанавливает требовани</w:t>
            </w:r>
            <w:r>
              <w:rPr>
                <w:rFonts w:ascii="Times New Roman" w:hAnsi="Times New Roman"/>
                <w:sz w:val="20"/>
                <w:szCs w:val="20"/>
              </w:rPr>
              <w:t>я к результатам освоения АООП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, ко</w:t>
            </w:r>
            <w:r w:rsidRPr="00F56C4B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торые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рассматриваются как возм</w:t>
            </w:r>
            <w:r>
              <w:rPr>
                <w:rFonts w:ascii="Times New Roman" w:hAnsi="Times New Roman"/>
                <w:sz w:val="20"/>
                <w:szCs w:val="20"/>
              </w:rPr>
              <w:t>ожные (примерные) и соразмер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ные с индивидуальными возможностями и </w:t>
            </w:r>
            <w:r>
              <w:rPr>
                <w:rFonts w:ascii="Times New Roman" w:hAnsi="Times New Roman"/>
                <w:sz w:val="20"/>
                <w:szCs w:val="20"/>
              </w:rPr>
              <w:t>специфическими образователь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ными потребностями обучающихся. Требования устанавливаются к результатам:   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личностным, включающим сформированность мотивации к обучению и познанию, социальные компетенции, личностные качества;</w:t>
            </w:r>
          </w:p>
          <w:p w:rsidR="00237EB3" w:rsidRPr="00563A73" w:rsidRDefault="00237EB3" w:rsidP="00563A73">
            <w:pPr>
              <w:spacing w:before="60" w:after="60"/>
              <w:ind w:firstLine="284"/>
              <w:rPr>
                <w:rFonts w:cs="Times New Roman"/>
                <w:sz w:val="20"/>
                <w:szCs w:val="20"/>
              </w:rPr>
            </w:pPr>
            <w:r w:rsidRPr="00F56C4B">
              <w:rPr>
                <w:sz w:val="20"/>
                <w:szCs w:val="20"/>
              </w:rPr>
              <w:t>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применению.</w:t>
            </w:r>
          </w:p>
        </w:tc>
      </w:tr>
      <w:tr w:rsidR="00237EB3" w:rsidRPr="00F56C4B" w:rsidTr="00542CF9">
        <w:tc>
          <w:tcPr>
            <w:tcW w:w="14678" w:type="dxa"/>
            <w:gridSpan w:val="3"/>
          </w:tcPr>
          <w:p w:rsidR="00237EB3" w:rsidRPr="00065236" w:rsidRDefault="00237EB3" w:rsidP="00B56C60">
            <w:pPr>
              <w:spacing w:before="60" w:after="60"/>
              <w:ind w:firstLine="28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Pr="004D7A99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4D7A99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B56C60">
              <w:rPr>
                <w:rFonts w:cs="Times New Roman"/>
                <w:sz w:val="20"/>
                <w:szCs w:val="20"/>
              </w:rPr>
              <w:t>Личностные результаты</w:t>
            </w:r>
            <w:r>
              <w:rPr>
                <w:rFonts w:cs="Times New Roman"/>
                <w:sz w:val="20"/>
                <w:szCs w:val="20"/>
              </w:rPr>
              <w:t xml:space="preserve"> освоения АООП.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F56C4B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color w:val="000000"/>
                <w:sz w:val="20"/>
                <w:szCs w:val="20"/>
              </w:rPr>
            </w:pPr>
            <w:r w:rsidRPr="00F56C4B">
              <w:rPr>
                <w:bCs/>
                <w:color w:val="000000"/>
                <w:sz w:val="20"/>
                <w:szCs w:val="20"/>
              </w:rPr>
              <w:t> </w:t>
            </w:r>
            <w:r w:rsidRPr="00B56C60">
              <w:rPr>
                <w:bCs/>
                <w:color w:val="000000"/>
                <w:sz w:val="20"/>
                <w:szCs w:val="20"/>
              </w:rPr>
              <w:t>Личностные результаты</w:t>
            </w:r>
            <w:r w:rsidRPr="00F56C4B">
              <w:rPr>
                <w:bCs/>
                <w:color w:val="000000"/>
                <w:sz w:val="20"/>
                <w:szCs w:val="20"/>
              </w:rPr>
              <w:t xml:space="preserve"> 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средах.</w:t>
            </w:r>
          </w:p>
          <w:p w:rsidR="00237EB3" w:rsidRPr="00F56C4B" w:rsidRDefault="00237EB3" w:rsidP="00F56C4B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Личностные результаты освоения АОО</w:t>
            </w:r>
            <w:r>
              <w:rPr>
                <w:rFonts w:cs="Times New Roman"/>
                <w:sz w:val="20"/>
                <w:szCs w:val="20"/>
              </w:rPr>
              <w:t xml:space="preserve">П </w:t>
            </w:r>
            <w:r w:rsidRPr="00F56C4B">
              <w:rPr>
                <w:rFonts w:cs="Times New Roman"/>
                <w:sz w:val="20"/>
                <w:szCs w:val="20"/>
              </w:rPr>
              <w:t xml:space="preserve">должны отражать: </w:t>
            </w:r>
          </w:p>
          <w:p w:rsidR="00237EB3" w:rsidRPr="00F56C4B" w:rsidRDefault="00237EB3" w:rsidP="00563A73">
            <w:pPr>
              <w:ind w:firstLine="284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 xml:space="preserve">1) осознание себя как гражданина России; формирование чувства гордости за свою Родину; </w:t>
            </w:r>
          </w:p>
          <w:p w:rsidR="00237EB3" w:rsidRPr="00F56C4B" w:rsidRDefault="00237EB3" w:rsidP="00563A73">
            <w:pPr>
              <w:ind w:firstLine="284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 xml:space="preserve">2) формирование уважительного отношения к иному мнению, истории и культуре других народов; </w:t>
            </w:r>
          </w:p>
          <w:p w:rsidR="00237EB3" w:rsidRPr="00F56C4B" w:rsidRDefault="00237EB3" w:rsidP="00563A73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3) развитие адекватных представлений о собственных возможностях, о насущно необходимом жизнеобеспечении;</w:t>
            </w:r>
          </w:p>
          <w:p w:rsidR="00237EB3" w:rsidRPr="00F56C4B" w:rsidRDefault="00237EB3" w:rsidP="00563A73">
            <w:pPr>
              <w:ind w:firstLine="284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4) овладение начальными на</w:t>
            </w:r>
            <w:r>
              <w:rPr>
                <w:rFonts w:cs="Times New Roman"/>
                <w:sz w:val="20"/>
                <w:szCs w:val="20"/>
              </w:rPr>
              <w:t>выками адаптации в динамично изменяюще</w:t>
            </w:r>
            <w:r w:rsidRPr="00F56C4B">
              <w:rPr>
                <w:rFonts w:cs="Times New Roman"/>
                <w:sz w:val="20"/>
                <w:szCs w:val="20"/>
              </w:rPr>
              <w:t xml:space="preserve">мся и развивающемся мире; </w:t>
            </w:r>
          </w:p>
          <w:p w:rsidR="00237EB3" w:rsidRPr="00F56C4B" w:rsidRDefault="00237EB3" w:rsidP="00563A73">
            <w:pPr>
              <w:ind w:firstLine="284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5) овладение социально-бытовы</w:t>
            </w:r>
            <w:r>
              <w:rPr>
                <w:rFonts w:cs="Times New Roman"/>
                <w:sz w:val="20"/>
                <w:szCs w:val="20"/>
              </w:rPr>
              <w:t>ми умениями, используемыми в повседне</w:t>
            </w:r>
            <w:r w:rsidRPr="00F56C4B">
              <w:rPr>
                <w:rFonts w:cs="Times New Roman"/>
                <w:sz w:val="20"/>
                <w:szCs w:val="20"/>
              </w:rPr>
              <w:t xml:space="preserve">вной жизни; </w:t>
            </w:r>
          </w:p>
          <w:p w:rsidR="00237EB3" w:rsidRPr="00F56C4B" w:rsidRDefault="00237EB3" w:rsidP="00563A73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6) владение навыками коммуникации и принятыми нормами социального взаимодействия;</w:t>
            </w:r>
          </w:p>
          <w:p w:rsidR="00237EB3" w:rsidRPr="00F56C4B" w:rsidRDefault="00237EB3" w:rsidP="00563A73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7) 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237EB3" w:rsidRPr="00F56C4B" w:rsidRDefault="00237EB3" w:rsidP="00563A73">
            <w:pPr>
              <w:ind w:firstLine="284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8) принятие и освоение со</w:t>
            </w:r>
            <w:r>
              <w:rPr>
                <w:rFonts w:cs="Times New Roman"/>
                <w:sz w:val="20"/>
                <w:szCs w:val="20"/>
              </w:rPr>
              <w:t>циальной роли обучающегося, формирова</w:t>
            </w:r>
            <w:r w:rsidRPr="00F56C4B">
              <w:rPr>
                <w:rFonts w:cs="Times New Roman"/>
                <w:sz w:val="20"/>
                <w:szCs w:val="20"/>
              </w:rPr>
              <w:t xml:space="preserve">ние и развитие социально значимых мотивов учебной деятельности; </w:t>
            </w:r>
          </w:p>
          <w:p w:rsidR="00237EB3" w:rsidRPr="00F56C4B" w:rsidRDefault="00237EB3" w:rsidP="00563A73">
            <w:pPr>
              <w:ind w:firstLine="284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 xml:space="preserve">9) развитие навыков сотрудничества с взрослыми и сверстниками в разных социальных ситуациях; </w:t>
            </w:r>
          </w:p>
          <w:p w:rsidR="00237EB3" w:rsidRPr="00F56C4B" w:rsidRDefault="00237EB3" w:rsidP="00563A73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 xml:space="preserve">10) формирование эстетических потребностей, ценностей и чувств; </w:t>
            </w:r>
          </w:p>
          <w:p w:rsidR="00237EB3" w:rsidRPr="00F56C4B" w:rsidRDefault="00237EB3" w:rsidP="00563A73">
            <w:pPr>
              <w:ind w:firstLine="284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11) развитие этических чувств, доброжелательности и эмоционально-</w:t>
            </w:r>
            <w:r>
              <w:rPr>
                <w:rFonts w:cs="Times New Roman"/>
                <w:sz w:val="20"/>
                <w:szCs w:val="20"/>
              </w:rPr>
              <w:t>нра</w:t>
            </w:r>
            <w:r w:rsidRPr="00F56C4B">
              <w:rPr>
                <w:rFonts w:cs="Times New Roman"/>
                <w:sz w:val="20"/>
                <w:szCs w:val="20"/>
              </w:rPr>
              <w:t xml:space="preserve">вственной отзывчивости, понимания и сопереживания чувствам других людей; </w:t>
            </w:r>
          </w:p>
          <w:p w:rsidR="00237EB3" w:rsidRPr="00F56C4B" w:rsidRDefault="00237EB3" w:rsidP="00563A73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12) формирование установки на безопасный, з</w:t>
            </w:r>
            <w:r>
              <w:rPr>
                <w:rFonts w:cs="Times New Roman"/>
                <w:sz w:val="20"/>
                <w:szCs w:val="20"/>
              </w:rPr>
              <w:t>доровый образ жизни, наличие мотива</w:t>
            </w:r>
            <w:r w:rsidRPr="00F56C4B">
              <w:rPr>
                <w:rFonts w:cs="Times New Roman"/>
                <w:sz w:val="20"/>
                <w:szCs w:val="20"/>
              </w:rPr>
              <w:t>ции к творческому труду, работе на результат, бережном</w:t>
            </w:r>
            <w:r>
              <w:rPr>
                <w:rFonts w:cs="Times New Roman"/>
                <w:sz w:val="20"/>
                <w:szCs w:val="20"/>
              </w:rPr>
              <w:t>у отношению к материальным и ду</w:t>
            </w:r>
            <w:r w:rsidRPr="00F56C4B">
              <w:rPr>
                <w:rFonts w:cs="Times New Roman"/>
                <w:sz w:val="20"/>
                <w:szCs w:val="20"/>
              </w:rPr>
              <w:t>ховным ценностям;</w:t>
            </w:r>
          </w:p>
          <w:p w:rsidR="00237EB3" w:rsidRPr="00F56C4B" w:rsidRDefault="00237EB3" w:rsidP="00563A73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F56C4B">
              <w:rPr>
                <w:rFonts w:cs="Times New Roman"/>
                <w:sz w:val="20"/>
                <w:szCs w:val="20"/>
              </w:rPr>
              <w:t>13) формирование готовности к самостоятельной жизни.</w:t>
            </w:r>
          </w:p>
        </w:tc>
        <w:tc>
          <w:tcPr>
            <w:tcW w:w="7393" w:type="dxa"/>
            <w:gridSpan w:val="2"/>
          </w:tcPr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 Ожидаемые</w:t>
            </w:r>
            <w:r w:rsidRPr="00B56C60">
              <w:rPr>
                <w:rFonts w:ascii="Times New Roman" w:hAnsi="Times New Roman"/>
                <w:sz w:val="20"/>
                <w:szCs w:val="20"/>
              </w:rPr>
              <w:t xml:space="preserve"> личностные результаты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освоения АООП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заносятся в </w:t>
            </w:r>
            <w:r w:rsidRPr="00A25416">
              <w:rPr>
                <w:rFonts w:ascii="Times New Roman" w:hAnsi="Times New Roman"/>
                <w:sz w:val="20"/>
                <w:szCs w:val="20"/>
              </w:rPr>
              <w:t>СИПР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и с учетом индивидуальных возможностей и специфических образовател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ьных потребностей обучающихся.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Личнос</w:t>
            </w:r>
            <w:r>
              <w:rPr>
                <w:rFonts w:ascii="Times New Roman" w:hAnsi="Times New Roman"/>
                <w:sz w:val="20"/>
                <w:szCs w:val="20"/>
              </w:rPr>
              <w:t>тные результаты освоения АООП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могут включать: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основы персональной идентичности, осознание своей принадлежности к определенному полу, осознание себя как «Я»;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социально-эмоциональное участие в процессе общения и совместной  деятель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но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ти;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формирование социально ориентированного взгляда на окружающий мир в его органичном единстве и разнообразии природной и социальной частей;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формирование уважительного отношения к окружающим;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овладение начальными навыками адаптации в динамично изменяющемся и развивающемся мире;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освоение доступных социа</w:t>
            </w:r>
            <w:r>
              <w:rPr>
                <w:rFonts w:ascii="Times New Roman" w:hAnsi="Times New Roman"/>
                <w:sz w:val="20"/>
                <w:szCs w:val="20"/>
              </w:rPr>
              <w:t>льных ролей (обучающегося, сына (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дочери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, пассажира, покупателя и т.д.), развитие мотивов учебной деятельности и формирование личностного смысла учения;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развитие самостоятельности и личной ответственности за свои поступки на основе представлений о нравственных нормах, общепринятых правилах;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формирование эстетических потребностей, ценностей и чувств;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237EB3" w:rsidRPr="00F56C4B" w:rsidRDefault="00237EB3" w:rsidP="00563A73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развитие навыков сотрудничества с взрослыми и сверстниками в разных со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ци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аль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ных ситуациях, умения не создавать конфликтов и находить выходы из спорных си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ту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ций;</w:t>
            </w:r>
          </w:p>
          <w:p w:rsidR="00237EB3" w:rsidRPr="00F56C4B" w:rsidRDefault="00237EB3" w:rsidP="00563A73">
            <w:pPr>
              <w:pStyle w:val="NoSpacing"/>
              <w:tabs>
                <w:tab w:val="left" w:pos="851"/>
              </w:tabs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11)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 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      </w:r>
          </w:p>
          <w:p w:rsidR="00237EB3" w:rsidRPr="00F56C4B" w:rsidRDefault="00237EB3" w:rsidP="00F56C4B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EB3" w:rsidRPr="00F56C4B" w:rsidTr="00542CF9">
        <w:tc>
          <w:tcPr>
            <w:tcW w:w="14678" w:type="dxa"/>
            <w:gridSpan w:val="3"/>
            <w:tcBorders>
              <w:bottom w:val="nil"/>
            </w:tcBorders>
          </w:tcPr>
          <w:p w:rsidR="00237EB3" w:rsidRPr="00563A7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563A7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563A7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2EC9">
              <w:rPr>
                <w:rFonts w:ascii="Times New Roman" w:hAnsi="Times New Roman"/>
                <w:sz w:val="20"/>
                <w:szCs w:val="20"/>
              </w:rPr>
              <w:t>Предметные результаты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освоения АООП</w:t>
            </w:r>
            <w:r w:rsidRPr="00563A7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7EB3" w:rsidRPr="00F56C4B" w:rsidTr="000F2240">
        <w:tc>
          <w:tcPr>
            <w:tcW w:w="7285" w:type="dxa"/>
            <w:tcBorders>
              <w:bottom w:val="nil"/>
            </w:tcBorders>
          </w:tcPr>
          <w:p w:rsidR="00237EB3" w:rsidRPr="00F56C4B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color w:val="000000"/>
                <w:sz w:val="20"/>
                <w:szCs w:val="20"/>
              </w:rPr>
            </w:pPr>
            <w:r w:rsidRPr="00F56C4B">
              <w:rPr>
                <w:bCs/>
                <w:color w:val="000000"/>
                <w:sz w:val="20"/>
                <w:szCs w:val="20"/>
              </w:rPr>
              <w:t>Предметные результаты связаны с овладением обучающимися содержанием каждой предметной области и характеризуют их достижения в усвоении знаний и умений, возможности их применения в практической деятельности и жизни.</w:t>
            </w:r>
          </w:p>
          <w:p w:rsidR="00237EB3" w:rsidRPr="00F56C4B" w:rsidRDefault="00237EB3" w:rsidP="00452EC9">
            <w:pPr>
              <w:pStyle w:val="Standard"/>
              <w:spacing w:line="240" w:lineRule="auto"/>
              <w:ind w:firstLine="284"/>
              <w:outlineLvl w:val="0"/>
              <w:rPr>
                <w:bCs/>
                <w:color w:val="000000"/>
                <w:sz w:val="20"/>
                <w:szCs w:val="20"/>
              </w:rPr>
            </w:pPr>
            <w:r w:rsidRPr="00F56C4B">
              <w:rPr>
                <w:bCs/>
                <w:color w:val="000000"/>
                <w:sz w:val="20"/>
                <w:szCs w:val="20"/>
              </w:rPr>
              <w:t>Предме</w:t>
            </w:r>
            <w:r>
              <w:rPr>
                <w:bCs/>
                <w:color w:val="000000"/>
                <w:sz w:val="20"/>
                <w:szCs w:val="20"/>
              </w:rPr>
              <w:t xml:space="preserve">тные результаты освоения АООП </w:t>
            </w:r>
            <w:r w:rsidRPr="00F56C4B">
              <w:rPr>
                <w:bCs/>
                <w:color w:val="000000"/>
                <w:sz w:val="20"/>
                <w:szCs w:val="20"/>
              </w:rPr>
              <w:t>с учетом специфики содержания образовательных областей, включающих в себя конкретные учебные предметы, должны отражать:</w:t>
            </w:r>
          </w:p>
        </w:tc>
        <w:tc>
          <w:tcPr>
            <w:tcW w:w="7393" w:type="dxa"/>
            <w:gridSpan w:val="2"/>
            <w:tcBorders>
              <w:bottom w:val="nil"/>
            </w:tcBorders>
          </w:tcPr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Возможные предме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тные результаты освоения АООП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заносятся в </w:t>
            </w:r>
            <w:r w:rsidRPr="004D1805">
              <w:rPr>
                <w:rFonts w:ascii="Times New Roman" w:hAnsi="Times New Roman"/>
                <w:sz w:val="20"/>
                <w:szCs w:val="20"/>
              </w:rPr>
              <w:t>СИПР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с учетом индивидуальных возможностей и специфических образовательных потребностей обучающихся, а также специфики содержания предметных областей и конкретных учебных предметов. 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Возможные предметные результаты должны отражать:</w:t>
            </w:r>
          </w:p>
        </w:tc>
      </w:tr>
      <w:tr w:rsidR="00237EB3" w:rsidRPr="00F56C4B" w:rsidTr="000F2240">
        <w:tc>
          <w:tcPr>
            <w:tcW w:w="7285" w:type="dxa"/>
            <w:tcBorders>
              <w:top w:val="nil"/>
            </w:tcBorders>
          </w:tcPr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Язык и речевая практика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Русский язык: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1) формирование интереса к изучению родного (русского) языка;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2) коммуникативно-речевые умения, необходимые для обеспечения коммуникации в различных ситуациях общения;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3) овладение основами грамотного письма;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4) использование знаний в области русского языка и сформированных грамматико-орфографических умений для решения практических задач.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Чтение (Литературное чтение):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1) осознанное, правильное, плавное чтение вслух целыми словами с использованием некоторых средств устной выразительности речи;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2) участие в обсуждении прочитанных произведений; умение высказывать отношение к поступкам героев, оценивать поступки героев и мотивы поступков с учетом принятых в обществе норм и правил;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3)  представления о мире, человеке, обществе и социальных нормах, принятых в нем;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4) выбор с помощью взрослого интересующей литературы..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Речевая практика: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1) осмысление значимости речи для решения коммуникативных и познавательных задач;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2) расширение представлений об окружающей действительности и развитие на этой основе лексической, грамматико-синтаксической сторон речи и связной речи;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3) использование диалогической формы речи в различных ситуациях общения;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4) уместное использование этикетных речевых выражений; знание основных правил культуры речевого общения.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outlineLvl w:val="0"/>
              <w:rPr>
                <w:bCs/>
                <w:sz w:val="20"/>
                <w:szCs w:val="20"/>
              </w:rPr>
            </w:pPr>
          </w:p>
        </w:tc>
        <w:tc>
          <w:tcPr>
            <w:tcW w:w="7393" w:type="dxa"/>
            <w:gridSpan w:val="2"/>
            <w:tcBorders>
              <w:top w:val="nil"/>
            </w:tcBorders>
          </w:tcPr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 xml:space="preserve"> Язык и речевая практика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Речь и альтернативная коммуникация: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1) развитие речи как средства общения в контексте познания окружающего мира и личного опыта ребенка:</w:t>
            </w:r>
          </w:p>
          <w:p w:rsidR="00237EB3" w:rsidRPr="00CF2360" w:rsidRDefault="00237EB3" w:rsidP="00B7332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понимание слов, обозначающих объекты и явления природы, объекты рукотворного мира и деятельность человека;</w:t>
            </w:r>
          </w:p>
          <w:p w:rsidR="00237EB3" w:rsidRPr="00CF2360" w:rsidRDefault="00237EB3" w:rsidP="00B7332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 xml:space="preserve">умение самостоятельного использования усвоенного лексико-грамматического материала в учебных и коммуникативных целях. 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2) овладение доступными средствами коммуникации и общения – вербальными и невербальными</w:t>
            </w:r>
            <w:r w:rsidRPr="00CF2360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id="25"/>
            </w:r>
            <w:r w:rsidRPr="00CF236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качество сформированности устной речи в соответствии с возрастными показаниями;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понимание обращенной речи, понимание смысла рисунков, фотографий, пиктограмм, других графических знаков;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 xml:space="preserve">умение пользоваться средствами альтернативной коммуникации: жестами, взглядами, коммуникативными таблицами, тетрадями, воспроизводящими (синтезирующими) речь устройствами (коммуникаторами, персональными компьютерами и  др.). </w:t>
            </w:r>
          </w:p>
          <w:p w:rsidR="00237EB3" w:rsidRPr="00CF2360" w:rsidRDefault="00237EB3" w:rsidP="00942F87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3) 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задач: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мотивы коммуникации: познавательные интересы, общение и взаимодействие в разнообразных видах детской деятельности;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вступать в контакт, поддерживать и завершать его, используя невербальные и вербальные средства, соблюдение общепринятых правил коммуникации;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общение с помощью электронных средств коммуникации (коммуникатора, компьютерного устройства).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4) глобальное чтение в доступных ребенку пределах, понимание смысла узнаваемого слова: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 xml:space="preserve">узнавание и различение напечатанных слов, обозначающих имена людей, названия хорошо известных предметов и действий; 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использование карточек с напечатанными словами как средства коммуникации.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5) развитие предпосылок к осмысленному чтению и письму: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узнавание и различение образов графем (букв);</w:t>
            </w:r>
          </w:p>
          <w:p w:rsidR="00237EB3" w:rsidRPr="00CF2360" w:rsidRDefault="00237EB3" w:rsidP="00942F8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графические действия с использованием элементов графем: обводка, штриховка, печатание букв, слов.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6) чтение и письмо:</w:t>
            </w:r>
          </w:p>
          <w:p w:rsidR="00237EB3" w:rsidRPr="00CF2360" w:rsidRDefault="00237EB3" w:rsidP="00942F87">
            <w:pPr>
              <w:pStyle w:val="NoSpacing"/>
              <w:autoSpaceDN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начальные навыки чтения и письма.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CF2360">
              <w:rPr>
                <w:bCs/>
                <w:color w:val="000000"/>
                <w:sz w:val="20"/>
                <w:szCs w:val="20"/>
              </w:rPr>
              <w:t>Математика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FF0000"/>
                <w:sz w:val="20"/>
                <w:szCs w:val="20"/>
              </w:rPr>
            </w:pPr>
            <w:r w:rsidRPr="00CF2360">
              <w:rPr>
                <w:bCs/>
                <w:color w:val="000000"/>
                <w:sz w:val="20"/>
                <w:szCs w:val="20"/>
              </w:rPr>
              <w:t xml:space="preserve">Математика </w:t>
            </w:r>
            <w:r w:rsidRPr="00CF2360">
              <w:rPr>
                <w:bCs/>
                <w:sz w:val="20"/>
                <w:szCs w:val="20"/>
              </w:rPr>
              <w:t>и информатика: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CF2360">
              <w:rPr>
                <w:bCs/>
                <w:color w:val="000000"/>
                <w:sz w:val="20"/>
                <w:szCs w:val="20"/>
              </w:rPr>
              <w:t>1) элементарные математические представления о количестве, форме, величине предметов; пространственные и временные представления;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CF2360">
              <w:rPr>
                <w:bCs/>
                <w:color w:val="000000"/>
                <w:sz w:val="20"/>
                <w:szCs w:val="20"/>
              </w:rPr>
              <w:t>2) начальные математические знания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CF2360">
              <w:rPr>
                <w:bCs/>
                <w:color w:val="000000"/>
                <w:sz w:val="20"/>
                <w:szCs w:val="20"/>
              </w:rPr>
              <w:t xml:space="preserve">3) навыки измерения, пересчета, измерения, прикидки и оценки наглядного представления числовых данных и процессов, записи и выполнения несложных алгоритмов; 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CF2360">
              <w:rPr>
                <w:bCs/>
                <w:color w:val="000000"/>
                <w:sz w:val="20"/>
                <w:szCs w:val="20"/>
              </w:rPr>
              <w:t xml:space="preserve">4) способность применения математических знаний для решения </w:t>
            </w:r>
            <w:r>
              <w:rPr>
                <w:bCs/>
                <w:color w:val="000000"/>
                <w:sz w:val="20"/>
                <w:szCs w:val="20"/>
              </w:rPr>
              <w:br/>
            </w:r>
            <w:r w:rsidRPr="00CF2360">
              <w:rPr>
                <w:bCs/>
                <w:color w:val="000000"/>
                <w:sz w:val="20"/>
                <w:szCs w:val="20"/>
              </w:rPr>
              <w:t>учебно-познавательных, учебно-практических, жизненных и профессиональных задач;</w:t>
            </w:r>
          </w:p>
          <w:p w:rsidR="00237EB3" w:rsidRPr="00CF236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CF2360">
              <w:rPr>
                <w:bCs/>
                <w:color w:val="000000"/>
                <w:sz w:val="20"/>
                <w:szCs w:val="20"/>
              </w:rPr>
              <w:t>5) оперирование математическим содержанием на уровне словесно-логического мышления с использованием математической речи;</w:t>
            </w:r>
          </w:p>
          <w:p w:rsidR="00237EB3" w:rsidRPr="00CF2360" w:rsidRDefault="00237EB3" w:rsidP="00095CAC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CF2360">
              <w:rPr>
                <w:bCs/>
                <w:sz w:val="20"/>
                <w:szCs w:val="20"/>
              </w:rPr>
              <w:t>6) элементарные умения пользования компьютером.</w:t>
            </w:r>
          </w:p>
        </w:tc>
        <w:tc>
          <w:tcPr>
            <w:tcW w:w="7393" w:type="dxa"/>
            <w:gridSpan w:val="2"/>
          </w:tcPr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Математические представления: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1) элементарные математические представления о форме, величине; количественные (дочисловые), пространственные, временные представления: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 xml:space="preserve">умение различать и сравнивать предметы по форме, величине, удаленности; 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ориентироваться в схеме тела, в пространстве, на плоскости;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различать, сравнивать и преобразовывать множества (один – много).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2) 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наглядность: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соотносить число с соответствующим количеством предметов, обозначать его цифрой;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 xml:space="preserve">умение пересчитывать предметы в доступных пределах; 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представлять множество двумя другими множествами в пределах 5-ти;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обозначать арифметические действия знаками;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решать задачи на увеличение и уменьшение на несколько единиц.</w:t>
            </w:r>
          </w:p>
          <w:p w:rsidR="00237EB3" w:rsidRPr="00CF236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3) овладение способностью пользоваться математическими знаниями при решении соответствующих возрасту житейских задач: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обращаться с деньгами, рассчитываться ими, пользоваться карманными деньгами и т.д.;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определять длину, вес, объем, температуру, время, пользуясь мерками и измерительными приборами;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устанавливать взаимно-однозначные соответствия;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распознавать цифры, обозначающие номер дома, квартиры, автобуса, телефона и др.;</w:t>
            </w:r>
          </w:p>
          <w:p w:rsidR="00237EB3" w:rsidRPr="00CF2360" w:rsidRDefault="00237EB3" w:rsidP="00674C95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CF2360">
              <w:rPr>
                <w:rFonts w:ascii="Times New Roman" w:hAnsi="Times New Roman"/>
                <w:sz w:val="20"/>
                <w:szCs w:val="20"/>
              </w:rPr>
      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6D3508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sz w:val="20"/>
                <w:szCs w:val="20"/>
              </w:rPr>
              <w:t>Не предусматривается</w:t>
            </w:r>
          </w:p>
        </w:tc>
        <w:tc>
          <w:tcPr>
            <w:tcW w:w="7393" w:type="dxa"/>
            <w:gridSpan w:val="2"/>
          </w:tcPr>
          <w:p w:rsidR="00237EB3" w:rsidRPr="006D3508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D3508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  <w:p w:rsidR="00237EB3" w:rsidRPr="006D3508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D3508">
              <w:rPr>
                <w:rFonts w:ascii="Times New Roman" w:hAnsi="Times New Roman"/>
                <w:sz w:val="20"/>
                <w:szCs w:val="20"/>
              </w:rPr>
              <w:t>Окружающий природный мир:</w:t>
            </w:r>
          </w:p>
          <w:p w:rsidR="00237EB3" w:rsidRPr="00674C95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74C95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74C95">
              <w:rPr>
                <w:rFonts w:ascii="Times New Roman" w:hAnsi="Times New Roman"/>
                <w:sz w:val="20"/>
                <w:szCs w:val="20"/>
              </w:rPr>
              <w:t>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</w:t>
            </w:r>
            <w:r>
              <w:rPr>
                <w:rFonts w:ascii="Times New Roman" w:hAnsi="Times New Roman"/>
                <w:sz w:val="20"/>
                <w:szCs w:val="20"/>
              </w:rPr>
              <w:t>родным и климатическим условиям:</w:t>
            </w:r>
          </w:p>
          <w:p w:rsidR="00237EB3" w:rsidRPr="00F56C4B" w:rsidRDefault="00237EB3" w:rsidP="0061106B">
            <w:pPr>
              <w:pStyle w:val="NoSpacing"/>
              <w:suppressAutoHyphens w:val="0"/>
              <w:autoSpaceDN/>
              <w:spacing w:line="240" w:lineRule="auto"/>
              <w:ind w:firstLine="34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нтерес к объек</w:t>
            </w:r>
            <w:r>
              <w:rPr>
                <w:rFonts w:ascii="Times New Roman" w:hAnsi="Times New Roman"/>
                <w:sz w:val="20"/>
                <w:szCs w:val="20"/>
              </w:rPr>
              <w:t>там и явлениям неживой природы;</w:t>
            </w:r>
          </w:p>
          <w:p w:rsidR="00237EB3" w:rsidRPr="00F56C4B" w:rsidRDefault="00237EB3" w:rsidP="0061106B">
            <w:pPr>
              <w:pStyle w:val="NoSpacing"/>
              <w:suppressAutoHyphens w:val="0"/>
              <w:autoSpaceDN/>
              <w:spacing w:line="240" w:lineRule="auto"/>
              <w:ind w:firstLine="34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асширение представлений об объектах неживой природы (вода, воздух, земля, огонь, водоемы, формы земной поверхно</w:t>
            </w:r>
            <w:r>
              <w:rPr>
                <w:rFonts w:ascii="Times New Roman" w:hAnsi="Times New Roman"/>
                <w:sz w:val="20"/>
                <w:szCs w:val="20"/>
              </w:rPr>
              <w:t>сти и др.);</w:t>
            </w:r>
          </w:p>
          <w:p w:rsidR="00237EB3" w:rsidRPr="00F56C4B" w:rsidRDefault="00237EB3" w:rsidP="0061106B">
            <w:pPr>
              <w:pStyle w:val="NoSpacing"/>
              <w:suppressAutoHyphens w:val="0"/>
              <w:autoSpaceDN/>
              <w:spacing w:line="240" w:lineRule="auto"/>
              <w:ind w:firstLine="34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временах года, характерных признаках времен года, погодных изменениях</w:t>
            </w:r>
            <w:r>
              <w:rPr>
                <w:rFonts w:ascii="Times New Roman" w:hAnsi="Times New Roman"/>
                <w:sz w:val="20"/>
                <w:szCs w:val="20"/>
              </w:rPr>
              <w:t>, их влиянии на жизнь человека;</w:t>
            </w:r>
          </w:p>
          <w:p w:rsidR="00237EB3" w:rsidRPr="00F56C4B" w:rsidRDefault="00237EB3" w:rsidP="0061106B">
            <w:pPr>
              <w:pStyle w:val="NoSpacing"/>
              <w:suppressAutoHyphens w:val="0"/>
              <w:autoSpaceDN/>
              <w:spacing w:line="240" w:lineRule="auto"/>
              <w:ind w:firstLine="34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учитывать изменения в окружающей среде для выполнения правил жизнедеятельно</w:t>
            </w:r>
            <w:r>
              <w:rPr>
                <w:rFonts w:ascii="Times New Roman" w:hAnsi="Times New Roman"/>
                <w:sz w:val="20"/>
                <w:szCs w:val="20"/>
              </w:rPr>
              <w:t>сти, охраны здоровья.</w:t>
            </w:r>
          </w:p>
          <w:p w:rsidR="00237EB3" w:rsidRPr="007F39B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 п</w:t>
            </w:r>
            <w:r w:rsidRPr="007F39BB">
              <w:rPr>
                <w:rFonts w:ascii="Times New Roman" w:hAnsi="Times New Roman"/>
                <w:sz w:val="20"/>
                <w:szCs w:val="20"/>
              </w:rPr>
              <w:t>редставления о животном и растительном мир</w:t>
            </w:r>
            <w:r>
              <w:rPr>
                <w:rFonts w:ascii="Times New Roman" w:hAnsi="Times New Roman"/>
                <w:sz w:val="20"/>
                <w:szCs w:val="20"/>
              </w:rPr>
              <w:t>е, их значении в жизни человека: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терес к объектам живой природы;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асширение представлений о животном и растительном мире (растения, животные, их виды, понятия «полезные» - «вредные», «д</w:t>
            </w:r>
            <w:r>
              <w:rPr>
                <w:rFonts w:ascii="Times New Roman" w:hAnsi="Times New Roman"/>
                <w:sz w:val="20"/>
                <w:szCs w:val="20"/>
              </w:rPr>
              <w:t>икие» - «домашние» и др.);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пыт заботливого и бережного отношения к раст</w:t>
            </w:r>
            <w:r>
              <w:rPr>
                <w:rFonts w:ascii="Times New Roman" w:hAnsi="Times New Roman"/>
                <w:sz w:val="20"/>
                <w:szCs w:val="20"/>
              </w:rPr>
              <w:t>ениям и животным, ухода за ними;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мение соблюдать правила безопасного поведения в </w:t>
            </w:r>
            <w:r>
              <w:rPr>
                <w:rFonts w:ascii="Times New Roman" w:hAnsi="Times New Roman"/>
                <w:sz w:val="20"/>
                <w:szCs w:val="20"/>
              </w:rPr>
              <w:t>природе (в лесу, у реки и др.).</w:t>
            </w:r>
          </w:p>
          <w:p w:rsidR="00237EB3" w:rsidRPr="007F39B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7F39BB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Pr="007F39BB">
              <w:rPr>
                <w:rFonts w:ascii="Times New Roman" w:hAnsi="Times New Roman"/>
                <w:sz w:val="20"/>
                <w:szCs w:val="20"/>
              </w:rPr>
              <w:t xml:space="preserve">лементарные </w:t>
            </w:r>
            <w:r>
              <w:rPr>
                <w:rFonts w:ascii="Times New Roman" w:hAnsi="Times New Roman"/>
                <w:sz w:val="20"/>
                <w:szCs w:val="20"/>
              </w:rPr>
              <w:t>представления о течении времени: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различать части суток, дни недели, месяцы; соотн</w:t>
            </w:r>
            <w:r>
              <w:rPr>
                <w:rFonts w:ascii="Times New Roman" w:hAnsi="Times New Roman"/>
                <w:sz w:val="20"/>
                <w:szCs w:val="20"/>
              </w:rPr>
              <w:t>есение месяцев с временем года;</w:t>
            </w:r>
          </w:p>
          <w:p w:rsidR="00237EB3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течении времени: смена событий дня, суток, в течение недели, месяца и т.д.</w:t>
            </w:r>
          </w:p>
          <w:p w:rsidR="00237EB3" w:rsidRPr="006D3508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D3508">
              <w:rPr>
                <w:rFonts w:ascii="Times New Roman" w:hAnsi="Times New Roman"/>
                <w:sz w:val="20"/>
                <w:szCs w:val="20"/>
              </w:rPr>
              <w:t>Человек:</w:t>
            </w:r>
          </w:p>
          <w:p w:rsidR="00237EB3" w:rsidRPr="007F39B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D3508">
              <w:rPr>
                <w:rFonts w:ascii="Times New Roman" w:hAnsi="Times New Roman"/>
                <w:sz w:val="20"/>
                <w:szCs w:val="20"/>
              </w:rPr>
              <w:t>1) представление о</w:t>
            </w:r>
            <w:r w:rsidRPr="007F39BB">
              <w:rPr>
                <w:rFonts w:ascii="Times New Roman" w:hAnsi="Times New Roman"/>
                <w:sz w:val="20"/>
                <w:szCs w:val="20"/>
              </w:rPr>
              <w:t xml:space="preserve"> себе как «Я», осознание об</w:t>
            </w:r>
            <w:r>
              <w:rPr>
                <w:rFonts w:ascii="Times New Roman" w:hAnsi="Times New Roman"/>
                <w:sz w:val="20"/>
                <w:szCs w:val="20"/>
              </w:rPr>
              <w:t>щности и различий «Я» от других: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оотнесение себя со своим именем, своим изображением на ф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отографии, отражением в зеркале;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собственном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 теле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тне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сение себя к определенному полу;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мение определять «моё» и «не моё», осознавать и 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ыражать свои интересы, желания;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мение сообщать общие сведения о себе: имя, фамилия, возраст, пол, место жительства, интересы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возрастных изменениях человека, адекватное отношени</w:t>
            </w:r>
            <w:r>
              <w:rPr>
                <w:rFonts w:ascii="Times New Roman" w:hAnsi="Times New Roman"/>
                <w:sz w:val="20"/>
                <w:szCs w:val="20"/>
              </w:rPr>
              <w:t>е к своим возрастным изменениям.</w:t>
            </w:r>
          </w:p>
          <w:p w:rsidR="00237EB3" w:rsidRPr="00F56C4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 у</w:t>
            </w:r>
            <w:r w:rsidRPr="007F39BB">
              <w:rPr>
                <w:rFonts w:ascii="Times New Roman" w:hAnsi="Times New Roman"/>
                <w:sz w:val="20"/>
                <w:szCs w:val="20"/>
              </w:rPr>
              <w:t>мение решать каждодневные жизненные задачи, связанные с удовлетворением первоочередных потребностей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обслуживать себя: принимать пищу и пить, ходить в туалет, выполнять гигиенические процедуры</w:t>
            </w:r>
            <w:r>
              <w:rPr>
                <w:rFonts w:ascii="Times New Roman" w:hAnsi="Times New Roman"/>
                <w:sz w:val="20"/>
                <w:szCs w:val="20"/>
              </w:rPr>
              <w:t>, одеваться и раздеваться и др.;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мение сообщать о своих потребностях и желаниях. </w:t>
            </w:r>
          </w:p>
          <w:p w:rsidR="00237EB3" w:rsidRPr="007F39B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 у</w:t>
            </w:r>
            <w:r w:rsidRPr="007F39BB">
              <w:rPr>
                <w:rFonts w:ascii="Times New Roman" w:hAnsi="Times New Roman"/>
                <w:sz w:val="20"/>
                <w:szCs w:val="20"/>
              </w:rPr>
              <w:t>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мение определять свое самочувствие (как хорошее или плохое), показывать или сообщать о </w:t>
            </w:r>
            <w:r>
              <w:rPr>
                <w:rFonts w:ascii="Times New Roman" w:hAnsi="Times New Roman"/>
                <w:sz w:val="20"/>
                <w:szCs w:val="20"/>
              </w:rPr>
              <w:t>болезненных ощущениях взрослому;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мение </w:t>
            </w:r>
            <w:r>
              <w:rPr>
                <w:rFonts w:ascii="Times New Roman" w:hAnsi="Times New Roman"/>
                <w:sz w:val="20"/>
                <w:szCs w:val="20"/>
              </w:rPr>
              <w:t>следить за своим внешним видом.</w:t>
            </w:r>
          </w:p>
          <w:p w:rsidR="00237EB3" w:rsidRPr="00F56C4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4</w:t>
            </w:r>
            <w:r w:rsidRPr="007F39BB">
              <w:rPr>
                <w:rFonts w:ascii="Times New Roman" w:hAnsi="Times New Roman"/>
                <w:sz w:val="20"/>
                <w:szCs w:val="20"/>
              </w:rPr>
              <w:t xml:space="preserve">) представления о своей </w:t>
            </w:r>
            <w:r>
              <w:rPr>
                <w:rFonts w:ascii="Times New Roman" w:hAnsi="Times New Roman"/>
                <w:sz w:val="20"/>
                <w:szCs w:val="20"/>
              </w:rPr>
              <w:t>семье, взаимоотношениях в семье: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      </w:r>
          </w:p>
          <w:p w:rsidR="00237EB3" w:rsidRPr="006D3508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D3508">
              <w:rPr>
                <w:rFonts w:ascii="Times New Roman" w:hAnsi="Times New Roman"/>
                <w:sz w:val="20"/>
                <w:szCs w:val="20"/>
              </w:rPr>
              <w:t>Домоводство:</w:t>
            </w:r>
          </w:p>
          <w:p w:rsidR="00237EB3" w:rsidRPr="00F56C4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 у</w:t>
            </w:r>
            <w:r w:rsidRPr="007F39BB">
              <w:rPr>
                <w:rFonts w:ascii="Times New Roman" w:hAnsi="Times New Roman"/>
                <w:sz w:val="20"/>
                <w:szCs w:val="20"/>
              </w:rPr>
              <w:t>мение принимать посильное уч</w:t>
            </w:r>
            <w:r>
              <w:rPr>
                <w:rFonts w:ascii="Times New Roman" w:hAnsi="Times New Roman"/>
                <w:sz w:val="20"/>
                <w:szCs w:val="20"/>
              </w:rPr>
              <w:t>астие в повседневных делах дома: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выполнять доступные бытовые виды работ: приготовление пищи, уборка, стирка, глажение, чистка одежды, обуви, сервировка стола, др.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соблюдать технологические процессы в хозяйственно-бытовой деятельности: стир</w:t>
            </w:r>
            <w:r>
              <w:rPr>
                <w:rFonts w:ascii="Times New Roman" w:hAnsi="Times New Roman"/>
                <w:sz w:val="20"/>
                <w:szCs w:val="20"/>
              </w:rPr>
              <w:t>ка, уборка, работа на кухне, др.;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облюдение гигиенических и санитарных правил хранения домашних вещей, продуктов, химичес</w:t>
            </w:r>
            <w:r>
              <w:rPr>
                <w:rFonts w:ascii="Times New Roman" w:hAnsi="Times New Roman"/>
                <w:sz w:val="20"/>
                <w:szCs w:val="20"/>
              </w:rPr>
              <w:t>ких средств бытового назначения;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7EB3" w:rsidRPr="00F56C4B" w:rsidRDefault="00237EB3" w:rsidP="007F39B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использовать в домашнем хозяйстве бытовую технику, химические средства, инструменты, соблюдая правила безопасности.</w:t>
            </w:r>
          </w:p>
          <w:p w:rsidR="00237EB3" w:rsidRPr="006D3508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6D3508">
              <w:rPr>
                <w:rFonts w:ascii="Times New Roman" w:hAnsi="Times New Roman"/>
                <w:sz w:val="20"/>
                <w:szCs w:val="20"/>
              </w:rPr>
              <w:t>Окружающий социальный мир:</w:t>
            </w:r>
          </w:p>
          <w:p w:rsidR="00237EB3" w:rsidRPr="00F56C4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 п</w:t>
            </w:r>
            <w:r w:rsidRPr="00E81709">
              <w:rPr>
                <w:rFonts w:ascii="Times New Roman" w:hAnsi="Times New Roman"/>
                <w:sz w:val="20"/>
                <w:szCs w:val="20"/>
              </w:rPr>
              <w:t>редставления о мире, созданном руками человека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нтерес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объектам, созданным человеком;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доме, школе,  расположенных в них и рядом объектах (мебель, оборудование, одежда, посуда, игровая площадка, и др.), транспорте и т.д.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мение соблюдать элементарные правила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безопасности поведения в доме,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на улице, в транспорте, в общественных местах.</w:t>
            </w:r>
          </w:p>
          <w:p w:rsidR="00237EB3" w:rsidRPr="00E81709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E81709">
              <w:rPr>
                <w:rFonts w:ascii="Times New Roman" w:hAnsi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81709">
              <w:rPr>
                <w:rFonts w:ascii="Times New Roman" w:hAnsi="Times New Roman"/>
                <w:sz w:val="20"/>
                <w:szCs w:val="20"/>
              </w:rPr>
              <w:t>редставления об окружающих людях: овладение первоначальными представлениями о социальной жизни,  профессиональных и социальных ролях людей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деятельности и профессиях людей, окружающих ребенка (учитель</w:t>
            </w:r>
            <w:r>
              <w:rPr>
                <w:rFonts w:ascii="Times New Roman" w:hAnsi="Times New Roman"/>
                <w:sz w:val="20"/>
                <w:szCs w:val="20"/>
              </w:rPr>
              <w:t>, повар, врач, водитель и т.д.);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 социальных ролях  людей (пассажир, пешеход, покупатель и т.д.), правилах поведения согласно социаль</w:t>
            </w:r>
            <w:r>
              <w:rPr>
                <w:rFonts w:ascii="Times New Roman" w:hAnsi="Times New Roman"/>
                <w:sz w:val="20"/>
                <w:szCs w:val="20"/>
              </w:rPr>
              <w:t>ным ролям в различных ситуациях;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пыт конструктивного взаимодействия с взрослыми и сверстниками.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соблюдать правила поведения на у</w:t>
            </w:r>
            <w:r>
              <w:rPr>
                <w:rFonts w:ascii="Times New Roman" w:hAnsi="Times New Roman"/>
                <w:sz w:val="20"/>
                <w:szCs w:val="20"/>
              </w:rPr>
              <w:t>роках и во внеурочной деятель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ности, взаимодействовать с взросл</w:t>
            </w:r>
            <w:r>
              <w:rPr>
                <w:rFonts w:ascii="Times New Roman" w:hAnsi="Times New Roman"/>
                <w:sz w:val="20"/>
                <w:szCs w:val="20"/>
              </w:rPr>
              <w:t>ыми и сверстниками, выбирая аде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кватную дистанцию и формы контакта, соответствующие возрасту и полу ребенка.</w:t>
            </w:r>
          </w:p>
          <w:p w:rsidR="00237EB3" w:rsidRPr="00E81709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E81709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E81709">
              <w:rPr>
                <w:rFonts w:ascii="Times New Roman" w:hAnsi="Times New Roman"/>
                <w:sz w:val="20"/>
                <w:szCs w:val="20"/>
              </w:rPr>
              <w:t>азвитие межл</w:t>
            </w:r>
            <w:r>
              <w:rPr>
                <w:rFonts w:ascii="Times New Roman" w:hAnsi="Times New Roman"/>
                <w:sz w:val="20"/>
                <w:szCs w:val="20"/>
              </w:rPr>
              <w:t>ичностных и групповых отношений: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редставление 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дружбе, товарищах, сверстниках: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находить друзей на основе личных симпатий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:</w:t>
            </w:r>
          </w:p>
          <w:p w:rsidR="00237EB3" w:rsidRPr="00F56C4B" w:rsidRDefault="00237EB3" w:rsidP="00E81709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строить отношения на основе поддержки и взаимопомощи, умение сопереживать, со</w:t>
            </w:r>
            <w:r>
              <w:rPr>
                <w:rFonts w:ascii="Times New Roman" w:hAnsi="Times New Roman"/>
                <w:sz w:val="20"/>
                <w:szCs w:val="20"/>
              </w:rPr>
              <w:t>чувствовать, проявлять внимание;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взаимодействовать в группе в процессе учебной, игровой, друг</w:t>
            </w:r>
            <w:r>
              <w:rPr>
                <w:rFonts w:ascii="Times New Roman" w:hAnsi="Times New Roman"/>
                <w:sz w:val="20"/>
                <w:szCs w:val="20"/>
              </w:rPr>
              <w:t>их видах доступной деятельности;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организовывать свободное время с учетом своих и совместных интересов.</w:t>
            </w:r>
          </w:p>
          <w:p w:rsidR="00237EB3" w:rsidRPr="00F56C4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 н</w:t>
            </w:r>
            <w:r w:rsidRPr="000E5547">
              <w:rPr>
                <w:rFonts w:ascii="Times New Roman" w:hAnsi="Times New Roman"/>
                <w:sz w:val="20"/>
                <w:szCs w:val="20"/>
              </w:rPr>
              <w:t>акопление положительного опыта сотрудничеств</w:t>
            </w:r>
            <w:r>
              <w:rPr>
                <w:rFonts w:ascii="Times New Roman" w:hAnsi="Times New Roman"/>
                <w:sz w:val="20"/>
                <w:szCs w:val="20"/>
              </w:rPr>
              <w:t>а и участия в общественной жизни: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редставление о праздниках, праздничных мероприятия</w:t>
            </w:r>
            <w:r>
              <w:rPr>
                <w:rFonts w:ascii="Times New Roman" w:hAnsi="Times New Roman"/>
                <w:sz w:val="20"/>
                <w:szCs w:val="20"/>
              </w:rPr>
              <w:t>х, их содержании, участие в них;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спользование простейших эстетических ориентиров/эталонов о внешнем виде, на праздниках, в хо</w:t>
            </w:r>
            <w:r>
              <w:rPr>
                <w:rFonts w:ascii="Times New Roman" w:hAnsi="Times New Roman"/>
                <w:sz w:val="20"/>
                <w:szCs w:val="20"/>
              </w:rPr>
              <w:t>зяйственно-бытовой деятельности;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соблюдать традиции семейных, школьных, государственных праздников.</w:t>
            </w:r>
          </w:p>
          <w:p w:rsidR="00237EB3" w:rsidRPr="00F56C4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5)</w:t>
            </w:r>
            <w:r>
              <w:rPr>
                <w:rFonts w:ascii="Times New Roman" w:hAnsi="Times New Roman"/>
                <w:sz w:val="20"/>
                <w:szCs w:val="20"/>
              </w:rPr>
              <w:t> п</w:t>
            </w:r>
            <w:r w:rsidRPr="000E5547">
              <w:rPr>
                <w:rFonts w:ascii="Times New Roman" w:hAnsi="Times New Roman"/>
                <w:sz w:val="20"/>
                <w:szCs w:val="20"/>
              </w:rPr>
              <w:t>редставления об обязанностях и правах ребенка: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ставления о праве на жизнь, на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образование, на труд, на неприкосновеннос</w:t>
            </w:r>
            <w:r>
              <w:rPr>
                <w:rFonts w:ascii="Times New Roman" w:hAnsi="Times New Roman"/>
                <w:sz w:val="20"/>
                <w:szCs w:val="20"/>
              </w:rPr>
              <w:t>ть личности и достоинства и др.;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редставления об обязанностях обучающегося, сына/дочери, внука/внучки,  гражданина и др.</w:t>
            </w:r>
          </w:p>
          <w:p w:rsidR="00237EB3" w:rsidRPr="00F56C4B" w:rsidRDefault="00237EB3" w:rsidP="00CC3CB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 п</w:t>
            </w:r>
            <w:r w:rsidRPr="000E5547">
              <w:rPr>
                <w:rFonts w:ascii="Times New Roman" w:hAnsi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/>
                <w:sz w:val="20"/>
                <w:szCs w:val="20"/>
              </w:rPr>
              <w:t>дставление о стране проживания ―</w:t>
            </w:r>
            <w:r w:rsidRPr="000E5547">
              <w:rPr>
                <w:rFonts w:ascii="Times New Roman" w:hAnsi="Times New Roman"/>
                <w:sz w:val="20"/>
                <w:szCs w:val="20"/>
              </w:rPr>
              <w:t xml:space="preserve"> России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0E55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редставление о стране, народе, столице, больших и малых городах,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месте проживания;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государственной символике (флаг, герб, гимн);</w:t>
            </w:r>
          </w:p>
          <w:p w:rsidR="00237EB3" w:rsidRPr="00F56C4B" w:rsidRDefault="00237EB3" w:rsidP="000E5547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редставление о значимых исторических событиях и выдающихся людях России.</w:t>
            </w:r>
          </w:p>
          <w:p w:rsidR="00237EB3" w:rsidRPr="004D1805" w:rsidRDefault="00237EB3" w:rsidP="006363EF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7EB3" w:rsidRPr="00F56C4B" w:rsidTr="000F2240">
        <w:tc>
          <w:tcPr>
            <w:tcW w:w="7285" w:type="dxa"/>
          </w:tcPr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Естествознание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Мир природы и человека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1) знания о предметах и явлениях окружающего мира и умения наблюдать, сравнивать и давать элементарную оценку предметам и явлениям живой и неживой природы;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2) знания простейших взаимосвязей и взаимозависимостей между миром живой и неживой природы и умение их устанавливать;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3) владение доступными способами изучения природных явлений, процессов и некоторых социальных объектов.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Природоведение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1) знания о природе, взаимосвязи между деятельностью человека и происходящими изменениями в окружающей природной среде;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2) использование усвоенных знаний и умений в повседневной жизни для решения практико-ориентированных задач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3) развитие активности, любознательности и разумной предприимчивости во взаимодействии с миром природы.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География</w:t>
            </w:r>
          </w:p>
          <w:p w:rsidR="00237EB3" w:rsidRPr="006D3508" w:rsidRDefault="00237EB3" w:rsidP="00E1023B">
            <w:pPr>
              <w:pStyle w:val="p2"/>
              <w:spacing w:before="0" w:after="0" w:line="240" w:lineRule="auto"/>
              <w:ind w:firstLine="284"/>
              <w:rPr>
                <w:sz w:val="20"/>
                <w:szCs w:val="20"/>
              </w:rPr>
            </w:pPr>
            <w:r w:rsidRPr="006D3508">
              <w:rPr>
                <w:rStyle w:val="s2"/>
                <w:sz w:val="20"/>
                <w:szCs w:val="20"/>
              </w:rPr>
              <w:t>1) </w:t>
            </w:r>
            <w:r w:rsidRPr="006D3508">
              <w:rPr>
                <w:sz w:val="20"/>
                <w:szCs w:val="20"/>
              </w:rPr>
              <w:t>представления об особенностях природы, жизни, культуры и хозяйственной деятельности людей, экологических проблемах России, разных материков и отдельных стран.</w:t>
            </w:r>
          </w:p>
          <w:p w:rsidR="00237EB3" w:rsidRPr="006D3508" w:rsidRDefault="00237EB3" w:rsidP="00E1023B">
            <w:pPr>
              <w:pStyle w:val="p2"/>
              <w:spacing w:before="0" w:after="0" w:line="240" w:lineRule="auto"/>
              <w:ind w:firstLine="284"/>
              <w:rPr>
                <w:sz w:val="20"/>
                <w:szCs w:val="20"/>
              </w:rPr>
            </w:pPr>
            <w:r w:rsidRPr="006D3508">
              <w:rPr>
                <w:rStyle w:val="s2"/>
                <w:sz w:val="20"/>
                <w:szCs w:val="20"/>
              </w:rPr>
              <w:t>3) </w:t>
            </w:r>
            <w:r w:rsidRPr="006D3508">
              <w:rPr>
                <w:sz w:val="20"/>
                <w:szCs w:val="20"/>
              </w:rPr>
              <w:t>умения и навыки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      </w:r>
          </w:p>
          <w:p w:rsidR="00237EB3" w:rsidRPr="006D3508" w:rsidRDefault="00237EB3" w:rsidP="00E1023B">
            <w:pPr>
              <w:pStyle w:val="p2"/>
              <w:spacing w:before="0" w:after="0" w:line="240" w:lineRule="auto"/>
              <w:ind w:firstLine="284"/>
              <w:rPr>
                <w:sz w:val="20"/>
                <w:szCs w:val="20"/>
              </w:rPr>
            </w:pPr>
            <w:r w:rsidRPr="006D3508">
              <w:rPr>
                <w:rStyle w:val="s2"/>
                <w:sz w:val="20"/>
                <w:szCs w:val="20"/>
              </w:rPr>
              <w:t>3) </w:t>
            </w:r>
            <w:r w:rsidRPr="006D3508">
              <w:rPr>
                <w:sz w:val="20"/>
                <w:szCs w:val="20"/>
              </w:rPr>
              <w:t xml:space="preserve">элементарная картографическая грамотность, умение использовать географическую карту для получения географической информации в целях решения жизненных задач. 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Биология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1) начальные представления о единстве растительного и животного миров, мира человека;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2)  практические умения по выращиванию некоторых растений и уходу за ними (комнатными и на пришкольном участке); животными, которых можно содержать дома и в школьном уголке природы;</w:t>
            </w:r>
          </w:p>
          <w:p w:rsidR="00237EB3" w:rsidRPr="006D3508" w:rsidRDefault="00237EB3" w:rsidP="00E1023B">
            <w:pPr>
              <w:pStyle w:val="Standard"/>
              <w:spacing w:line="240" w:lineRule="auto"/>
              <w:ind w:firstLine="284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D3508">
              <w:rPr>
                <w:bCs/>
                <w:color w:val="000000"/>
                <w:sz w:val="20"/>
                <w:szCs w:val="20"/>
              </w:rPr>
              <w:t>3) знания о строении тела человека; формирование элементарных навыков, способствующих укреплению здоровья человека.</w:t>
            </w:r>
          </w:p>
        </w:tc>
        <w:tc>
          <w:tcPr>
            <w:tcW w:w="7393" w:type="dxa"/>
            <w:gridSpan w:val="2"/>
          </w:tcPr>
          <w:p w:rsidR="00237EB3" w:rsidRPr="006D3508" w:rsidRDefault="00237EB3" w:rsidP="00CC3CB4">
            <w:pPr>
              <w:pStyle w:val="NoSpacing"/>
              <w:suppressAutoHyphens w:val="0"/>
              <w:autoSpaceDN/>
              <w:spacing w:line="240" w:lineRule="auto"/>
              <w:ind w:firstLine="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D3508">
              <w:rPr>
                <w:rFonts w:ascii="Times New Roman" w:hAnsi="Times New Roman"/>
                <w:sz w:val="20"/>
                <w:szCs w:val="20"/>
              </w:rPr>
              <w:t>Не предусматривается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Человек и общество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Основы социальной жизни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1) навыки самообслуживания и ведения домашнего хозяйства, необходимые в повседневной жизни;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2) знание названий, назначения и особенностей функционирования организаций, учреждений и предприятий социальной направленности;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3) умения обращаться в различные организации и учреждения социальной направленности для решения практических жизненно важных задач;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0D5A90">
              <w:rPr>
                <w:bCs/>
                <w:sz w:val="20"/>
                <w:szCs w:val="20"/>
              </w:rPr>
              <w:t xml:space="preserve">Мир истории 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0D5A90">
              <w:rPr>
                <w:bCs/>
                <w:sz w:val="20"/>
                <w:szCs w:val="20"/>
              </w:rPr>
              <w:t>1) знание и понимание некоторых исторических терминов;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0D5A90">
              <w:rPr>
                <w:bCs/>
                <w:sz w:val="20"/>
                <w:szCs w:val="20"/>
              </w:rPr>
              <w:t>2) элементарные представления об истории развития предметного мира (мира вещей);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0D5A90">
              <w:rPr>
                <w:bCs/>
                <w:sz w:val="20"/>
                <w:szCs w:val="20"/>
              </w:rPr>
              <w:t>3) элементарные представления об истории развития человеческого общества.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История Отечества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1) первоначальные представления об историческом прошлом и настоящем России;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2)умение получать и историческую информацию из разных источников и использовать ее для решения различных задач.</w:t>
            </w:r>
          </w:p>
          <w:p w:rsidR="00237EB3" w:rsidRPr="000D5A90" w:rsidRDefault="00237EB3" w:rsidP="00F56C4B">
            <w:pPr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D5A90">
              <w:rPr>
                <w:rFonts w:cs="Times New Roman"/>
                <w:sz w:val="20"/>
                <w:szCs w:val="20"/>
              </w:rPr>
              <w:t>Обществоведение</w:t>
            </w:r>
          </w:p>
          <w:p w:rsidR="00237EB3" w:rsidRPr="000D5A90" w:rsidRDefault="00237EB3" w:rsidP="00CC3CB4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1) понимание значения обществоведческих и правовых знаний в жизни человека и общества;</w:t>
            </w:r>
          </w:p>
          <w:p w:rsidR="00237EB3" w:rsidRPr="000D5A90" w:rsidRDefault="00237EB3" w:rsidP="00CC3CB4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 xml:space="preserve"> 2) формирование обществоведческих представлений и понятий, отражающих особенности изучаемого материала; </w:t>
            </w:r>
          </w:p>
          <w:p w:rsidR="00237EB3" w:rsidRPr="000D5A90" w:rsidRDefault="00237EB3" w:rsidP="00CC3CB4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 xml:space="preserve">3) умение изучать и систематизировать информацию из различных источников; </w:t>
            </w:r>
          </w:p>
          <w:p w:rsidR="00237EB3" w:rsidRPr="000D5A90" w:rsidRDefault="00237EB3" w:rsidP="00CC3CB4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4) расширение опыта оценочной деятельности на основе осмысления заданий, учебных и жизненных ситуаций, документальных материалов.</w:t>
            </w:r>
          </w:p>
          <w:p w:rsidR="00237EB3" w:rsidRPr="000D5A90" w:rsidRDefault="00237EB3" w:rsidP="00CC3CB4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D5A90">
              <w:rPr>
                <w:rFonts w:ascii="Times New Roman" w:hAnsi="Times New Roman"/>
                <w:bCs/>
                <w:iCs/>
                <w:sz w:val="20"/>
                <w:szCs w:val="20"/>
              </w:rPr>
              <w:t>Этика</w:t>
            </w:r>
          </w:p>
          <w:p w:rsidR="00237EB3" w:rsidRPr="000D5A90" w:rsidRDefault="00237EB3" w:rsidP="00CC3CB4">
            <w:pPr>
              <w:pStyle w:val="ListParagraph1"/>
              <w:autoSpaceDE w:val="0"/>
              <w:autoSpaceDN w:val="0"/>
              <w:adjustRightInd w:val="0"/>
              <w:spacing w:after="0" w:line="240" w:lineRule="auto"/>
              <w:ind w:left="0" w:firstLine="284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0D5A90">
              <w:rPr>
                <w:rFonts w:ascii="Times New Roman" w:hAnsi="Times New Roman"/>
                <w:bCs/>
                <w:iCs/>
                <w:sz w:val="20"/>
                <w:szCs w:val="20"/>
              </w:rPr>
              <w:t>1) первоначальные этические представления;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iCs/>
                <w:sz w:val="20"/>
                <w:szCs w:val="20"/>
              </w:rPr>
              <w:t>2) определение собственного отношения к некоторым поступкам людей; их элементарная оценка.</w:t>
            </w:r>
          </w:p>
        </w:tc>
        <w:tc>
          <w:tcPr>
            <w:tcW w:w="7393" w:type="dxa"/>
            <w:gridSpan w:val="2"/>
          </w:tcPr>
          <w:p w:rsidR="00237EB3" w:rsidRPr="000D5A90" w:rsidRDefault="00237EB3" w:rsidP="006363EF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Не предусматривается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Искусство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Музыка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1) владение элементами музыкальной культуры, интерес к музыкальному искусству и музыкальной деятельности, элементарные эстетические суждения;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2) элементарный опыт музыкальной деятельности.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4.5.2. Рисование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 xml:space="preserve">1) элементарные эстетические представления и оценочные суждения о произведениях искусства; 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2) овладение практическими изобразительными умениями и навыками, используемыми в разных видах рисования;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3) практические умения самовыражения средствами рисования.</w:t>
            </w:r>
          </w:p>
        </w:tc>
        <w:tc>
          <w:tcPr>
            <w:tcW w:w="7393" w:type="dxa"/>
            <w:gridSpan w:val="2"/>
          </w:tcPr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Искусство</w:t>
            </w:r>
          </w:p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Музыка и движение</w:t>
            </w:r>
          </w:p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1) 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выступлений:</w:t>
            </w:r>
          </w:p>
          <w:p w:rsidR="00237EB3" w:rsidRPr="000D5A90" w:rsidRDefault="00237EB3" w:rsidP="008251EC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интерес к различным видам музыкальной деятельности (слушание, пение, движение под музыку, игра на музыкальных инструментах);</w:t>
            </w:r>
          </w:p>
          <w:p w:rsidR="00237EB3" w:rsidRPr="000D5A90" w:rsidRDefault="00237EB3" w:rsidP="008251EC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умение слушать музыку и выполнять простейшие танцевальные движения;</w:t>
            </w:r>
          </w:p>
          <w:p w:rsidR="00237EB3" w:rsidRPr="000D5A90" w:rsidRDefault="00237EB3" w:rsidP="008251EC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освоение приемов игры на музыкальных инструментах, сопровождение мелодии игрой на музыкальных инструментах;</w:t>
            </w:r>
          </w:p>
          <w:p w:rsidR="00237EB3" w:rsidRPr="000D5A90" w:rsidRDefault="00237EB3" w:rsidP="008251EC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умение узнавать знакомые песни, подпевать их, петь в хоре.</w:t>
            </w:r>
          </w:p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2) готовность к участию в совместных музыкальных мероприятиях:</w:t>
            </w:r>
          </w:p>
          <w:p w:rsidR="00237EB3" w:rsidRPr="000D5A90" w:rsidRDefault="00237EB3" w:rsidP="008251EC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деятельности;</w:t>
            </w:r>
          </w:p>
          <w:p w:rsidR="00237EB3" w:rsidRPr="000D5A90" w:rsidRDefault="00237EB3" w:rsidP="008251EC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стремление к совместной и самостоятельной музыкальной деятельности;</w:t>
            </w:r>
          </w:p>
          <w:p w:rsidR="00237EB3" w:rsidRPr="000D5A90" w:rsidRDefault="00237EB3" w:rsidP="008251EC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 xml:space="preserve">умение использовать полученные навыки для участия в представлениях, концертах, спектаклях, др. </w:t>
            </w:r>
          </w:p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Изобразительная деятельность (рисование, лепка, аппликация)</w:t>
            </w:r>
          </w:p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1) освоение доступных средств изобразительной деятельности и их использование в повседневной жизни: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интерес к доступным видам изобразительной деятельности;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умение использовать инструменты и материалы в процессе доступной изобразительной деятельности (лепка, рисование, аппликация);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 xml:space="preserve">умение использовать различные изобразительные технологии в процессе рисования, лепки, аппликации. </w:t>
            </w:r>
          </w:p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2) способность к совместной и самостоятельной изобразительной деятельности: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положительные эмоциональные реакции (удовольствие, радость) в процессе изобразительной деятельности;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стремление к собственной творческой деятельности и умение демонстрировать результаты работы;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умение выражать свое отношение к результатам собственной и чужой творческой деятельности.</w:t>
            </w:r>
          </w:p>
          <w:p w:rsidR="00237EB3" w:rsidRPr="000D5A9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3) готовность к участию в совместных мероприятиях: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>готовность к взаимодействию в творческой деятельности совместно со сверстниками, взрослыми;</w:t>
            </w:r>
          </w:p>
          <w:p w:rsidR="00237EB3" w:rsidRPr="000D5A90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0D5A90">
              <w:rPr>
                <w:rFonts w:ascii="Times New Roman" w:hAnsi="Times New Roman"/>
                <w:sz w:val="20"/>
                <w:szCs w:val="20"/>
              </w:rPr>
              <w:t xml:space="preserve">умение использовать полученные навыки для изготовления творческих работ, для участия в выставках, конкурсах рисунков, поделок. 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Физическая культура</w:t>
            </w:r>
          </w:p>
          <w:p w:rsidR="00237EB3" w:rsidRPr="000D5A90" w:rsidRDefault="00237EB3" w:rsidP="00F56C4B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0D5A90">
              <w:rPr>
                <w:bCs/>
                <w:color w:val="000000"/>
                <w:sz w:val="20"/>
                <w:szCs w:val="20"/>
              </w:rPr>
              <w:t>Физическая культура</w:t>
            </w:r>
            <w:r w:rsidRPr="000D5A90">
              <w:rPr>
                <w:bCs/>
                <w:sz w:val="20"/>
                <w:szCs w:val="20"/>
              </w:rPr>
              <w:t xml:space="preserve"> (Адаптивная физическая культура)</w:t>
            </w:r>
          </w:p>
          <w:p w:rsidR="00237EB3" w:rsidRPr="00BB45B0" w:rsidRDefault="00237EB3" w:rsidP="00A52C50">
            <w:pPr>
              <w:pStyle w:val="BodyText"/>
              <w:spacing w:after="0"/>
              <w:ind w:firstLine="284"/>
              <w:jc w:val="both"/>
            </w:pPr>
            <w:r w:rsidRPr="00BB45B0">
              <w:rPr>
                <w:sz w:val="20"/>
              </w:rPr>
              <w:t>1) овладение умениями организовывать здоровьесберегающую жизнедеятельность (режим дня утренняя зарядка, оздоровительные мероприятия, подвижные игры и т.д.)</w:t>
            </w:r>
            <w:r w:rsidRPr="00BB45B0">
              <w:t>;</w:t>
            </w:r>
          </w:p>
          <w:p w:rsidR="00237EB3" w:rsidRPr="00F56C4B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Pr="00F56C4B">
              <w:rPr>
                <w:bCs/>
                <w:sz w:val="20"/>
                <w:szCs w:val="20"/>
              </w:rPr>
              <w:t xml:space="preserve">) первоначальные представления о значении физической культуры для </w:t>
            </w:r>
            <w:r w:rsidRPr="00F56C4B">
              <w:rPr>
                <w:bCs/>
                <w:color w:val="000000"/>
                <w:sz w:val="20"/>
                <w:szCs w:val="20"/>
              </w:rPr>
              <w:t>физического развития, повышения работоспособности;</w:t>
            </w:r>
          </w:p>
          <w:p w:rsidR="00237EB3" w:rsidRPr="00F56C4B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r w:rsidRPr="00F56C4B">
              <w:rPr>
                <w:bCs/>
                <w:color w:val="000000"/>
                <w:sz w:val="20"/>
                <w:szCs w:val="20"/>
              </w:rPr>
              <w:t>) вовлечение в систематические занятия физической культурой и доступными видами спорта;</w:t>
            </w:r>
          </w:p>
          <w:p w:rsidR="00237EB3" w:rsidRPr="00F56C4B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56C4B">
              <w:rPr>
                <w:sz w:val="20"/>
                <w:szCs w:val="20"/>
              </w:rPr>
              <w:t>) умения оценивать свое физическое состояние, величину физических нагрузок.</w:t>
            </w:r>
          </w:p>
        </w:tc>
        <w:tc>
          <w:tcPr>
            <w:tcW w:w="7393" w:type="dxa"/>
            <w:gridSpan w:val="2"/>
          </w:tcPr>
          <w:p w:rsidR="00237EB3" w:rsidRPr="00D965D6" w:rsidRDefault="00237EB3" w:rsidP="00090C14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D965D6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  <w:p w:rsidR="00237EB3" w:rsidRPr="00D965D6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D965D6">
              <w:rPr>
                <w:rFonts w:ascii="Times New Roman" w:hAnsi="Times New Roman"/>
                <w:sz w:val="20"/>
                <w:szCs w:val="20"/>
              </w:rPr>
              <w:t>Адаптивная физкультура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 в</w:t>
            </w:r>
            <w:r w:rsidRPr="00A52C50">
              <w:rPr>
                <w:rFonts w:ascii="Times New Roman" w:hAnsi="Times New Roman"/>
                <w:sz w:val="20"/>
                <w:szCs w:val="20"/>
              </w:rPr>
              <w:t>осприятие собственного тела, осознание своих физических возможностей и ограничений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37EB3" w:rsidRPr="00F56C4B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своение доступных способов контроля над функциями собственного тела: сидеть, стоять, передвигаться (в том числе с испо</w:t>
            </w:r>
            <w:r>
              <w:rPr>
                <w:rFonts w:ascii="Times New Roman" w:hAnsi="Times New Roman"/>
                <w:sz w:val="20"/>
                <w:szCs w:val="20"/>
              </w:rPr>
              <w:t>льзованием технических средств);</w:t>
            </w:r>
          </w:p>
          <w:p w:rsidR="00237EB3" w:rsidRPr="00F56C4B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своение двигательных навыков, координац</w:t>
            </w:r>
            <w:r>
              <w:rPr>
                <w:rFonts w:ascii="Times New Roman" w:hAnsi="Times New Roman"/>
                <w:sz w:val="20"/>
                <w:szCs w:val="20"/>
              </w:rPr>
              <w:t>ии, последовательности движений;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7EB3" w:rsidRPr="00F56C4B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овершенствование физических качеств: ловкост</w:t>
            </w:r>
            <w:r>
              <w:rPr>
                <w:rFonts w:ascii="Times New Roman" w:hAnsi="Times New Roman"/>
                <w:sz w:val="20"/>
                <w:szCs w:val="20"/>
              </w:rPr>
              <w:t>и, силы, быстроты, выносливости;</w:t>
            </w:r>
          </w:p>
          <w:p w:rsidR="00237EB3" w:rsidRPr="00F56C4B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радоваться успехам: выше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прыгнул, быстрее пробежал и другое.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7EB3" w:rsidRPr="00A52C50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 с</w:t>
            </w:r>
            <w:r w:rsidRPr="00A52C50">
              <w:rPr>
                <w:rFonts w:ascii="Times New Roman" w:hAnsi="Times New Roman"/>
                <w:sz w:val="20"/>
                <w:szCs w:val="20"/>
              </w:rPr>
              <w:t>оотнесение самочувствия с настроением, собственной активностью, самостоятельностью и независимостью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37EB3" w:rsidRPr="00F56C4B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определять свое самочувствие в связи с физической нагрузк</w:t>
            </w:r>
            <w:r>
              <w:rPr>
                <w:rFonts w:ascii="Times New Roman" w:hAnsi="Times New Roman"/>
                <w:sz w:val="20"/>
                <w:szCs w:val="20"/>
              </w:rPr>
              <w:t>ой: усталость, болевые ощущения и другое;</w:t>
            </w:r>
          </w:p>
          <w:p w:rsidR="00237EB3" w:rsidRPr="00F56C4B" w:rsidRDefault="00237EB3" w:rsidP="00A52C5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овышение уровня самостоятельности в освоении и совершенствовании двигательных умений.</w:t>
            </w:r>
          </w:p>
          <w:p w:rsidR="00237EB3" w:rsidRPr="00645301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 о</w:t>
            </w:r>
            <w:r w:rsidRPr="00645301">
              <w:rPr>
                <w:rFonts w:ascii="Times New Roman" w:hAnsi="Times New Roman"/>
                <w:sz w:val="20"/>
                <w:szCs w:val="20"/>
              </w:rPr>
              <w:t>своение доступных видов физкультурно-спортивной деятельности: езды на велосипеде, ходьбы на лыжах, сп</w:t>
            </w:r>
            <w:r>
              <w:rPr>
                <w:rFonts w:ascii="Times New Roman" w:hAnsi="Times New Roman"/>
                <w:sz w:val="20"/>
                <w:szCs w:val="20"/>
              </w:rPr>
              <w:t>ортивных игр, туризма, плавания:</w:t>
            </w:r>
          </w:p>
          <w:p w:rsidR="00237EB3" w:rsidRPr="00F56C4B" w:rsidRDefault="00237EB3" w:rsidP="00645301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нтерес к определенным видам физкультурно-спортивной деятельности: езда на велосипеде, ходьба на лыжах, плавание, спортивные и подвижные игры, туризм, </w:t>
            </w:r>
            <w:r>
              <w:rPr>
                <w:rFonts w:ascii="Times New Roman" w:hAnsi="Times New Roman"/>
                <w:sz w:val="20"/>
                <w:szCs w:val="20"/>
              </w:rPr>
              <w:t>физическая подготовка и другое;</w:t>
            </w:r>
          </w:p>
          <w:p w:rsidR="00237EB3" w:rsidRPr="00F56C4B" w:rsidRDefault="00237EB3" w:rsidP="00645301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мение ездить на велосипеде, кататься на санках, ходить на лыжах, плавать, играть в подвижные игры и др</w:t>
            </w:r>
            <w:r>
              <w:rPr>
                <w:rFonts w:ascii="Times New Roman" w:hAnsi="Times New Roman"/>
                <w:sz w:val="20"/>
                <w:szCs w:val="20"/>
              </w:rPr>
              <w:t>угое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Технологии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Ручной труд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1) умения работать с разными видами материалов (бумагой, тканями, пластилином, природным материалом и т.д.), выбирать способы их обработки в зависимости от их свойств;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2) владение некоторыми технологическими приемами ручной обработки материалов;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3) сформированность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4) использование приобретенных знаний и умений для решения практических задач.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bCs/>
                <w:color w:val="000000"/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Профильный труд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B90363">
              <w:rPr>
                <w:bCs/>
                <w:color w:val="000000"/>
                <w:sz w:val="20"/>
                <w:szCs w:val="20"/>
              </w:rPr>
              <w:t>1)</w:t>
            </w:r>
            <w:r w:rsidRPr="00B90363">
              <w:rPr>
                <w:sz w:val="20"/>
                <w:szCs w:val="20"/>
              </w:rPr>
              <w:t> владение умениями на уровне квалификационных требований к определенной профессии,</w:t>
            </w:r>
            <w:r w:rsidRPr="00B90363">
              <w:rPr>
                <w:bCs/>
                <w:color w:val="000000"/>
                <w:sz w:val="20"/>
                <w:szCs w:val="20"/>
              </w:rPr>
              <w:t xml:space="preserve"> применение сформированных умений для решения учебных и практических задач;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B90363">
              <w:rPr>
                <w:sz w:val="20"/>
                <w:szCs w:val="20"/>
              </w:rPr>
              <w:t>2) знание правил поведения в ситуациях профессиональной деятельности и продуктивность межличностного взаимодействия в процессе реализации задания;</w:t>
            </w:r>
          </w:p>
          <w:p w:rsidR="00237EB3" w:rsidRPr="00B90363" w:rsidRDefault="00237EB3" w:rsidP="00F56C4B">
            <w:pPr>
              <w:pStyle w:val="Standard"/>
              <w:spacing w:line="240" w:lineRule="auto"/>
              <w:ind w:firstLine="284"/>
              <w:rPr>
                <w:sz w:val="20"/>
                <w:szCs w:val="20"/>
              </w:rPr>
            </w:pPr>
            <w:r w:rsidRPr="00B90363">
              <w:rPr>
                <w:sz w:val="20"/>
                <w:szCs w:val="20"/>
              </w:rPr>
              <w:t>3) знание технологической карты и умение следовать ей при выполнении заданий;</w:t>
            </w:r>
          </w:p>
          <w:p w:rsidR="00237EB3" w:rsidRPr="00B90363" w:rsidRDefault="00237EB3" w:rsidP="003A1800">
            <w:pPr>
              <w:pStyle w:val="Standard"/>
              <w:spacing w:line="240" w:lineRule="auto"/>
              <w:ind w:firstLine="284"/>
              <w:rPr>
                <w:color w:val="FF0000"/>
                <w:sz w:val="20"/>
                <w:szCs w:val="20"/>
              </w:rPr>
            </w:pPr>
            <w:r w:rsidRPr="00B90363">
              <w:rPr>
                <w:sz w:val="20"/>
                <w:szCs w:val="20"/>
              </w:rPr>
              <w:t>4) знание правил техники безопасности и их применение в учебных и жизненных ситуациях.</w:t>
            </w:r>
          </w:p>
        </w:tc>
        <w:tc>
          <w:tcPr>
            <w:tcW w:w="7393" w:type="dxa"/>
            <w:gridSpan w:val="2"/>
          </w:tcPr>
          <w:p w:rsidR="00237EB3" w:rsidRPr="00B9036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 xml:space="preserve">Технологии </w:t>
            </w:r>
          </w:p>
          <w:p w:rsidR="00237EB3" w:rsidRPr="00B9036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Профильный труд</w:t>
            </w:r>
          </w:p>
          <w:p w:rsidR="00237EB3" w:rsidRPr="00B9036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1) овладение трудовыми умениями, необходимыми в разных жизненных сферах; овладение умением адекватно применять доступные технологические цепочки и освоенные трудовые навыки для социального и трудового взаимодействия:</w:t>
            </w:r>
          </w:p>
          <w:p w:rsidR="00237EB3" w:rsidRPr="00B90363" w:rsidRDefault="00237EB3" w:rsidP="00645301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интерес к овладению доступными профильными, прикладными, вспомогательными видами трудовой деятельности (керамикой, батиком, печатью, ткачеством, растениеводством, деревообработкой и др.);</w:t>
            </w:r>
          </w:p>
          <w:p w:rsidR="00237EB3" w:rsidRPr="00B90363" w:rsidRDefault="00237EB3" w:rsidP="00645301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умение выполнять отдельные и комплексные элементы трудовых операций, несложные виды работ, применяемые в сферах производства и обслуживания;</w:t>
            </w:r>
          </w:p>
          <w:p w:rsidR="00237EB3" w:rsidRPr="00B90363" w:rsidRDefault="00237EB3" w:rsidP="00645301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 xml:space="preserve">умение использовать в трудовой деятельности различные инструменты, материалы; соблюдать необходимые правила техники безопасности; </w:t>
            </w:r>
          </w:p>
          <w:p w:rsidR="00237EB3" w:rsidRPr="00B90363" w:rsidRDefault="00237EB3" w:rsidP="00645301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умение соблюдать технологические процессы, например: выращивание и уход за растениями, при изготовлении изделий из бумаги, дерева, ткани, глины и другие, с учетом особенностей региона;</w:t>
            </w:r>
          </w:p>
          <w:p w:rsidR="00237EB3" w:rsidRPr="00B90363" w:rsidRDefault="00237EB3" w:rsidP="00645301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умение выполнять работу качественно, в установленный промежуток времени, оценивать результаты своего труда.</w:t>
            </w:r>
          </w:p>
          <w:p w:rsidR="00237EB3" w:rsidRPr="00B90363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2) 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близким:</w:t>
            </w:r>
          </w:p>
          <w:p w:rsidR="00237EB3" w:rsidRPr="00B90363" w:rsidRDefault="00237EB3" w:rsidP="003A1800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B90363">
              <w:rPr>
                <w:rFonts w:ascii="Times New Roman" w:hAnsi="Times New Roman"/>
                <w:sz w:val="20"/>
                <w:szCs w:val="20"/>
              </w:rPr>
      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      </w:r>
          </w:p>
        </w:tc>
      </w:tr>
      <w:tr w:rsidR="00237EB3" w:rsidRPr="00F56C4B" w:rsidTr="000F2240">
        <w:tc>
          <w:tcPr>
            <w:tcW w:w="7285" w:type="dxa"/>
          </w:tcPr>
          <w:p w:rsidR="00237EB3" w:rsidRPr="008D06EE" w:rsidRDefault="00237EB3" w:rsidP="00F56C4B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8D06EE">
              <w:rPr>
                <w:bCs/>
                <w:sz w:val="20"/>
                <w:szCs w:val="20"/>
              </w:rPr>
              <w:t>Итоговая а</w:t>
            </w:r>
            <w:r>
              <w:rPr>
                <w:bCs/>
                <w:sz w:val="20"/>
                <w:szCs w:val="20"/>
              </w:rPr>
              <w:t xml:space="preserve">ттестация осуществляется организацией </w:t>
            </w:r>
            <w:r w:rsidRPr="008D06EE">
              <w:rPr>
                <w:bCs/>
                <w:sz w:val="20"/>
                <w:szCs w:val="20"/>
              </w:rPr>
              <w:t xml:space="preserve"> по завершению реализации АООП в форме двух испытаний:</w:t>
            </w:r>
          </w:p>
          <w:p w:rsidR="00237EB3" w:rsidRPr="008D06EE" w:rsidRDefault="00237EB3" w:rsidP="00175607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8D06EE">
              <w:rPr>
                <w:bCs/>
                <w:sz w:val="20"/>
                <w:szCs w:val="20"/>
              </w:rPr>
              <w:t>первое</w:t>
            </w:r>
            <w:r>
              <w:rPr>
                <w:bCs/>
                <w:sz w:val="20"/>
                <w:szCs w:val="20"/>
              </w:rPr>
              <w:t xml:space="preserve"> ― предполагает</w:t>
            </w:r>
            <w:r w:rsidRPr="008D06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комплексную </w:t>
            </w:r>
            <w:r w:rsidRPr="008D06EE">
              <w:rPr>
                <w:bCs/>
                <w:sz w:val="20"/>
                <w:szCs w:val="20"/>
              </w:rPr>
              <w:t>оценку предметных результатов усвоения обучающимися русского языка, чтения (литературного чтения), математики и основ социальной жизни;</w:t>
            </w:r>
          </w:p>
          <w:p w:rsidR="00237EB3" w:rsidRPr="008D06EE" w:rsidRDefault="00237EB3" w:rsidP="007C393C">
            <w:pPr>
              <w:pStyle w:val="Standard"/>
              <w:spacing w:line="240" w:lineRule="auto"/>
              <w:ind w:firstLine="284"/>
              <w:rPr>
                <w:bCs/>
                <w:sz w:val="20"/>
                <w:szCs w:val="20"/>
              </w:rPr>
            </w:pPr>
            <w:r w:rsidRPr="008D06EE">
              <w:rPr>
                <w:bCs/>
                <w:sz w:val="20"/>
                <w:szCs w:val="20"/>
              </w:rPr>
              <w:t>второ</w:t>
            </w:r>
            <w:r>
              <w:rPr>
                <w:bCs/>
                <w:sz w:val="20"/>
                <w:szCs w:val="20"/>
              </w:rPr>
              <w:t>е ― направлено</w:t>
            </w:r>
            <w:r w:rsidRPr="008D06EE">
              <w:rPr>
                <w:bCs/>
                <w:sz w:val="20"/>
                <w:szCs w:val="20"/>
              </w:rPr>
              <w:t xml:space="preserve"> на оценку знаний и умений по выбранному профилю труда.</w:t>
            </w:r>
          </w:p>
        </w:tc>
        <w:tc>
          <w:tcPr>
            <w:tcW w:w="7393" w:type="dxa"/>
            <w:gridSpan w:val="2"/>
          </w:tcPr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Итоговая оценка качест</w:t>
            </w:r>
            <w:r>
              <w:rPr>
                <w:rFonts w:ascii="Times New Roman" w:hAnsi="Times New Roman"/>
                <w:sz w:val="20"/>
                <w:szCs w:val="20"/>
              </w:rPr>
              <w:t>ва освоения обучающимися АООП осуществляется 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рганизацией.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Предметом итоговой оценки о</w:t>
            </w:r>
            <w:r>
              <w:rPr>
                <w:rFonts w:ascii="Times New Roman" w:hAnsi="Times New Roman"/>
                <w:sz w:val="20"/>
                <w:szCs w:val="20"/>
              </w:rPr>
              <w:t>своения обучающимися АООП должно быть дости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жение результатов освоения </w:t>
            </w:r>
            <w:r>
              <w:rPr>
                <w:rFonts w:ascii="Times New Roman" w:hAnsi="Times New Roman"/>
                <w:sz w:val="20"/>
                <w:szCs w:val="20"/>
              </w:rPr>
              <w:t>СИПР по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следнего года обучения и раз</w:t>
            </w:r>
            <w:r>
              <w:rPr>
                <w:rFonts w:ascii="Times New Roman" w:hAnsi="Times New Roman"/>
                <w:sz w:val="20"/>
                <w:szCs w:val="20"/>
              </w:rPr>
              <w:t>витие жизненной компетенции обучающи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хся.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Система оценки результатов 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включает целостную характеристи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ку освоения обучающимся СИПР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, отражающую взаимодействи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 следующих компоне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нтов: </w:t>
            </w:r>
          </w:p>
          <w:p w:rsidR="00237EB3" w:rsidRPr="00F56C4B" w:rsidRDefault="00237EB3" w:rsidP="00090C14">
            <w:pPr>
              <w:pStyle w:val="NoSpacing"/>
              <w:suppressAutoHyphens w:val="0"/>
              <w:autoSpaceDN/>
              <w:spacing w:line="240" w:lineRule="auto"/>
              <w:ind w:left="284"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что обучающийся знает и умеет на конец учебного периода,</w:t>
            </w:r>
          </w:p>
          <w:p w:rsidR="00237EB3" w:rsidRPr="00F56C4B" w:rsidRDefault="00237EB3" w:rsidP="00090C14">
            <w:pPr>
              <w:pStyle w:val="NoSpacing"/>
              <w:suppressAutoHyphens w:val="0"/>
              <w:autoSpaceDN/>
              <w:spacing w:line="240" w:lineRule="auto"/>
              <w:ind w:left="284"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что из полученных знаний и умений он применяет на практике,</w:t>
            </w:r>
          </w:p>
          <w:p w:rsidR="00237EB3" w:rsidRPr="00F56C4B" w:rsidRDefault="00237EB3" w:rsidP="00090C14">
            <w:pPr>
              <w:pStyle w:val="NoSpacing"/>
              <w:suppressAutoHyphens w:val="0"/>
              <w:autoSpaceDN/>
              <w:spacing w:line="240" w:lineRule="auto"/>
              <w:ind w:left="284"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насколько активно, адекватно и самостоятельно он их применяет.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оценке результативности обучения </w:t>
            </w:r>
            <w:r>
              <w:rPr>
                <w:rFonts w:ascii="Times New Roman" w:hAnsi="Times New Roman"/>
                <w:sz w:val="20"/>
                <w:szCs w:val="20"/>
              </w:rPr>
              <w:t>важно учи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тывать, что 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обучающихся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могут быть вполне зак</w:t>
            </w:r>
            <w:r>
              <w:rPr>
                <w:rFonts w:ascii="Times New Roman" w:hAnsi="Times New Roman"/>
                <w:sz w:val="20"/>
                <w:szCs w:val="20"/>
              </w:rPr>
              <w:t>ономерные затруднения в освое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нии отдельных предметов и даже предметных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областей, но это не должно рас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сматриваться как показатель неуспешности их обучения и развития в целом. 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 оценке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 результативности обучения должны учитываться следующие факторы и проявления:</w:t>
            </w:r>
          </w:p>
          <w:p w:rsidR="00237EB3" w:rsidRPr="00F56C4B" w:rsidRDefault="00237EB3" w:rsidP="00F56C4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− особенности психического, неврологического и соматического состояния каждого обучающегося;</w:t>
            </w:r>
          </w:p>
          <w:p w:rsidR="00237EB3" w:rsidRPr="00F56C4B" w:rsidRDefault="00237EB3" w:rsidP="00F56C4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− выявление результативности обучения происходит вариативно с учетом п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сихофизического развития обучающегося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 в процессе выполнения перцептивных, речевых, предметных д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ействий, графических работ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237EB3" w:rsidRPr="00F56C4B" w:rsidRDefault="00237EB3" w:rsidP="00F56C4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− 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др.; </w:t>
            </w:r>
          </w:p>
          <w:p w:rsidR="00237EB3" w:rsidRPr="00F56C4B" w:rsidRDefault="00237EB3" w:rsidP="00F56C4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− при оценке результативности дост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ижений необходимо учитывать сте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пень са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мостоя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тельности ребенка. Формы и способы обозначения выявленных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ре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softHyphen/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зультатов обучения раз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ных групп детей могу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 осуществляться в оценочных по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казателях, а также в качественных крите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риях по итогам практических дейст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вий. Например: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«выполняет действие сам</w:t>
            </w:r>
            <w:r>
              <w:rPr>
                <w:rFonts w:ascii="Times New Roman" w:hAnsi="Times New Roman"/>
                <w:sz w:val="20"/>
                <w:szCs w:val="20"/>
              </w:rPr>
              <w:t>остоятельно», «выполняет дейст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вие по инструкции» (верб</w:t>
            </w:r>
            <w:r>
              <w:rPr>
                <w:rFonts w:ascii="Times New Roman" w:hAnsi="Times New Roman"/>
                <w:sz w:val="20"/>
                <w:szCs w:val="20"/>
              </w:rPr>
              <w:t>альной или невербальной), «выполняет действие по об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разцу», «выполняет действие с частично</w:t>
            </w:r>
            <w:r>
              <w:rPr>
                <w:rFonts w:ascii="Times New Roman" w:hAnsi="Times New Roman"/>
                <w:sz w:val="20"/>
                <w:szCs w:val="20"/>
              </w:rPr>
              <w:t>й физической помощью», «выполня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ет действие со значительной физической помощью», «</w:t>
            </w:r>
            <w:r>
              <w:rPr>
                <w:rFonts w:ascii="Times New Roman" w:hAnsi="Times New Roman"/>
                <w:sz w:val="20"/>
                <w:szCs w:val="20"/>
              </w:rPr>
              <w:t>действие не выполняет»; «уз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нает объект», «не всегда узнает объект», «не узнает объект»;</w:t>
            </w:r>
          </w:p>
          <w:p w:rsidR="00237EB3" w:rsidRPr="00F56C4B" w:rsidRDefault="00237EB3" w:rsidP="00F56C4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− выявление представлений, умений и навыков обучающихся в каждой образовательной области должно создавать основу для корректировки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25416">
              <w:rPr>
                <w:rFonts w:ascii="Times New Roman" w:hAnsi="Times New Roman"/>
                <w:bCs/>
                <w:sz w:val="20"/>
                <w:szCs w:val="20"/>
              </w:rPr>
              <w:t>СИПР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, конкретизации содержания дальнейшей коррекционно-развивающей работы;</w:t>
            </w:r>
          </w:p>
          <w:p w:rsidR="00237EB3" w:rsidRPr="00F56C4B" w:rsidRDefault="00237EB3" w:rsidP="00F56C4B">
            <w:pPr>
              <w:pStyle w:val="NoSpacing"/>
              <w:suppressAutoHyphens w:val="0"/>
              <w:autoSpaceDN/>
              <w:spacing w:line="240" w:lineRule="auto"/>
              <w:ind w:firstLine="284"/>
              <w:textAlignment w:val="auto"/>
              <w:rPr>
                <w:rFonts w:ascii="Times New Roman" w:hAnsi="Times New Roman"/>
                <w:bCs/>
                <w:sz w:val="20"/>
                <w:szCs w:val="20"/>
                <w:highlight w:val="green"/>
              </w:rPr>
            </w:pP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 xml:space="preserve">− в случае затруднений в оценке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сформированности действий, представ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лений в связи с отсутствием види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мых изменений, обусловленных тяжестью име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ю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щихся у ребенка нарушений, следует оце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нивать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его социально-эмоциональное состояние, другие возможные личностные результа</w:t>
            </w:r>
            <w:r w:rsidRPr="00F56C4B">
              <w:rPr>
                <w:rFonts w:ascii="Times New Roman" w:hAnsi="Times New Roman"/>
                <w:bCs/>
                <w:sz w:val="20"/>
                <w:szCs w:val="20"/>
              </w:rPr>
              <w:t>ты.</w:t>
            </w:r>
          </w:p>
          <w:p w:rsidR="00237EB3" w:rsidRPr="008D06EE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8D06EE">
              <w:rPr>
                <w:rFonts w:ascii="Times New Roman" w:hAnsi="Times New Roman"/>
                <w:bCs/>
                <w:sz w:val="20"/>
                <w:szCs w:val="20"/>
              </w:rPr>
              <w:t>− </w:t>
            </w:r>
            <w:r w:rsidRPr="008D06EE">
              <w:rPr>
                <w:rFonts w:ascii="Times New Roman" w:hAnsi="Times New Roman"/>
                <w:sz w:val="20"/>
                <w:szCs w:val="20"/>
              </w:rPr>
              <w:t>итоговая аттестация осуществляется в течение двух последних недель учебного года путем наблюдения за выполнением обучающимися специально подобранных заданий в естественных и искусственно созданных ситуациях, позволяющих выявить и оценить результаты обучения.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>Итоги освоения отраженн</w:t>
            </w:r>
            <w:r>
              <w:rPr>
                <w:rFonts w:ascii="Times New Roman" w:hAnsi="Times New Roman"/>
                <w:sz w:val="20"/>
                <w:szCs w:val="20"/>
              </w:rPr>
              <w:t>ого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Pr="00A25416">
              <w:rPr>
                <w:rFonts w:ascii="Times New Roman" w:hAnsi="Times New Roman"/>
                <w:bCs/>
                <w:sz w:val="20"/>
                <w:szCs w:val="20"/>
              </w:rPr>
              <w:t>СИПР</w:t>
            </w:r>
            <w:r w:rsidRPr="00A25416">
              <w:rPr>
                <w:rFonts w:ascii="Times New Roman" w:hAnsi="Times New Roman"/>
                <w:sz w:val="20"/>
                <w:szCs w:val="20"/>
              </w:rPr>
              <w:t xml:space="preserve"> содержания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анализ результатов обуче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ния позволяют составить развернутую характе</w:t>
            </w:r>
            <w:r>
              <w:rPr>
                <w:rFonts w:ascii="Times New Roman" w:hAnsi="Times New Roman"/>
                <w:sz w:val="20"/>
                <w:szCs w:val="20"/>
              </w:rPr>
              <w:t>ристику учебной деятельности ре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бёнка, оценить динамику развития его жизненных компетенций.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7EB3" w:rsidRPr="00F56C4B" w:rsidRDefault="00237EB3" w:rsidP="00F56C4B">
            <w:pPr>
              <w:pStyle w:val="NoSpacing"/>
              <w:spacing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Для оценки результатов </w:t>
            </w:r>
            <w:r w:rsidRPr="00A25416">
              <w:rPr>
                <w:rFonts w:ascii="Times New Roman" w:hAnsi="Times New Roman"/>
                <w:sz w:val="20"/>
                <w:szCs w:val="20"/>
              </w:rPr>
              <w:t>освоения СИПР и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развития ж</w:t>
            </w:r>
            <w:r>
              <w:rPr>
                <w:rFonts w:ascii="Times New Roman" w:hAnsi="Times New Roman"/>
                <w:sz w:val="20"/>
                <w:szCs w:val="20"/>
              </w:rPr>
              <w:t>изненных компетенций ребёнка реко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ендуется при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 xml:space="preserve">менять метод экспертной </w:t>
            </w:r>
            <w:r>
              <w:rPr>
                <w:rFonts w:ascii="Times New Roman" w:hAnsi="Times New Roman"/>
                <w:sz w:val="20"/>
                <w:szCs w:val="20"/>
              </w:rPr>
              <w:t>группы (на междисциплинарной ос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нове). Она объединяет пред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ставителей всех за</w:t>
            </w:r>
            <w:r>
              <w:rPr>
                <w:rFonts w:ascii="Times New Roman" w:hAnsi="Times New Roman"/>
                <w:sz w:val="20"/>
                <w:szCs w:val="20"/>
              </w:rPr>
              <w:t>интересованных участников обра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зо</w:t>
            </w:r>
            <w:r>
              <w:rPr>
                <w:rFonts w:ascii="Times New Roman" w:hAnsi="Times New Roman"/>
                <w:sz w:val="20"/>
                <w:szCs w:val="20"/>
              </w:rPr>
              <w:t>вательного процесса, тесно кон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такт</w:t>
            </w:r>
            <w:r>
              <w:rPr>
                <w:rFonts w:ascii="Times New Roman" w:hAnsi="Times New Roman"/>
                <w:sz w:val="20"/>
                <w:szCs w:val="20"/>
              </w:rPr>
              <w:t>ирующих с ребёнком, включая чле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нов его семьи. Задачей экспертной группы является выработка согласованной оце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нки достижений ребёнка в сфере жиз</w:t>
            </w:r>
            <w:r>
              <w:rPr>
                <w:rFonts w:ascii="Times New Roman" w:hAnsi="Times New Roman"/>
                <w:sz w:val="20"/>
                <w:szCs w:val="20"/>
              </w:rPr>
              <w:t>ненных компетенций. Основой слу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жит анализ результатов обучения ребёнка, дин</w:t>
            </w:r>
            <w:r>
              <w:rPr>
                <w:rFonts w:ascii="Times New Roman" w:hAnsi="Times New Roman"/>
                <w:sz w:val="20"/>
                <w:szCs w:val="20"/>
              </w:rPr>
              <w:t>амика развития его личности. Ре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зультаты анализа должны быть представлен</w:t>
            </w:r>
            <w:r>
              <w:rPr>
                <w:rFonts w:ascii="Times New Roman" w:hAnsi="Times New Roman"/>
                <w:sz w:val="20"/>
                <w:szCs w:val="20"/>
              </w:rPr>
              <w:t>ы в удобной и понятной всем чле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нам группы форме оценки, характер</w:t>
            </w:r>
            <w:r>
              <w:rPr>
                <w:rFonts w:ascii="Times New Roman" w:hAnsi="Times New Roman"/>
                <w:sz w:val="20"/>
                <w:szCs w:val="20"/>
              </w:rPr>
              <w:t>изующей наличный уровень жизне</w:t>
            </w:r>
            <w:r w:rsidRPr="00F56C4B">
              <w:rPr>
                <w:rFonts w:ascii="Times New Roman" w:hAnsi="Times New Roman"/>
                <w:sz w:val="20"/>
                <w:szCs w:val="20"/>
              </w:rPr>
              <w:t>н</w:t>
            </w:r>
            <w:r w:rsidRPr="00F56C4B">
              <w:rPr>
                <w:rFonts w:ascii="Times New Roman" w:hAnsi="Times New Roman"/>
                <w:sz w:val="20"/>
                <w:szCs w:val="20"/>
              </w:rPr>
              <w:softHyphen/>
              <w:t>ной компетенции.</w:t>
            </w:r>
          </w:p>
        </w:tc>
      </w:tr>
    </w:tbl>
    <w:p w:rsidR="00237EB3" w:rsidRPr="00E23404" w:rsidRDefault="00237EB3">
      <w:pPr>
        <w:pStyle w:val="Standard"/>
        <w:tabs>
          <w:tab w:val="left" w:pos="0"/>
        </w:tabs>
        <w:ind w:firstLine="575"/>
        <w:rPr>
          <w:sz w:val="20"/>
          <w:szCs w:val="20"/>
        </w:rPr>
      </w:pPr>
    </w:p>
    <w:sectPr w:rsidR="00237EB3" w:rsidRPr="00E23404" w:rsidSect="00577400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EB3" w:rsidRDefault="00237EB3">
      <w:r>
        <w:separator/>
      </w:r>
    </w:p>
  </w:endnote>
  <w:endnote w:type="continuationSeparator" w:id="0">
    <w:p w:rsidR="00237EB3" w:rsidRDefault="00237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M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B3" w:rsidRDefault="00237EB3">
    <w:pPr>
      <w:pStyle w:val="Footer"/>
      <w:jc w:val="center"/>
    </w:pPr>
  </w:p>
  <w:p w:rsidR="00237EB3" w:rsidRPr="00E142C5" w:rsidRDefault="00237EB3">
    <w:pPr>
      <w:pStyle w:val="Footer"/>
      <w:rPr>
        <w:sz w:val="16"/>
        <w:szCs w:val="16"/>
      </w:rPr>
    </w:pPr>
    <w:r w:rsidRPr="00E142C5">
      <w:rPr>
        <w:sz w:val="16"/>
        <w:szCs w:val="16"/>
      </w:rPr>
      <w:t>ФГОС-07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B3" w:rsidRPr="00CF5614" w:rsidRDefault="00237EB3">
    <w:pPr>
      <w:pStyle w:val="Footer"/>
      <w:rPr>
        <w:sz w:val="16"/>
        <w:szCs w:val="16"/>
      </w:rPr>
    </w:pPr>
    <w:r w:rsidRPr="00CF5614">
      <w:rPr>
        <w:sz w:val="16"/>
        <w:szCs w:val="16"/>
      </w:rPr>
      <w:t>ФГОС-07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EB3" w:rsidRDefault="00237EB3">
      <w:r>
        <w:separator/>
      </w:r>
    </w:p>
  </w:footnote>
  <w:footnote w:type="continuationSeparator" w:id="0">
    <w:p w:rsidR="00237EB3" w:rsidRDefault="00237EB3">
      <w:r>
        <w:continuationSeparator/>
      </w:r>
    </w:p>
  </w:footnote>
  <w:footnote w:id="1">
    <w:p w:rsidR="00237EB3" w:rsidRPr="00201898" w:rsidRDefault="00237EB3" w:rsidP="00730C45">
      <w:pPr>
        <w:pStyle w:val="NormalWeb"/>
        <w:tabs>
          <w:tab w:val="left" w:pos="284"/>
        </w:tabs>
        <w:spacing w:line="100" w:lineRule="atLeast"/>
        <w:ind w:firstLine="0"/>
        <w:rPr>
          <w:sz w:val="20"/>
          <w:szCs w:val="20"/>
        </w:rPr>
      </w:pPr>
      <w:r w:rsidRPr="00730C45">
        <w:rPr>
          <w:rStyle w:val="a0"/>
          <w:rFonts w:cs="Mangal"/>
          <w:caps w:val="0"/>
          <w:kern w:val="20"/>
          <w:sz w:val="20"/>
          <w:szCs w:val="20"/>
          <w:vertAlign w:val="superscript"/>
          <w:lang w:bidi="hi-IN"/>
        </w:rPr>
        <w:footnoteRef/>
      </w:r>
      <w:r>
        <w:rPr>
          <w:caps w:val="0"/>
          <w:sz w:val="20"/>
          <w:szCs w:val="20"/>
        </w:rPr>
        <w:tab/>
      </w:r>
      <w:r w:rsidRPr="00201898">
        <w:rPr>
          <w:caps w:val="0"/>
          <w:sz w:val="20"/>
          <w:szCs w:val="20"/>
        </w:rPr>
        <w:t xml:space="preserve"> Часть 5 статьи 79 Федерального закона </w:t>
      </w:r>
      <w:r w:rsidRPr="00026558">
        <w:rPr>
          <w:caps w:val="0"/>
          <w:sz w:val="20"/>
          <w:szCs w:val="20"/>
        </w:rPr>
        <w:t xml:space="preserve">от 29 декабря 2012 г. № 273-ФЗ </w:t>
      </w:r>
      <w:r w:rsidRPr="00201898">
        <w:rPr>
          <w:caps w:val="0"/>
          <w:sz w:val="20"/>
          <w:szCs w:val="20"/>
        </w:rPr>
        <w:t xml:space="preserve">«Об образовании в Российской Федерации» </w:t>
      </w:r>
      <w:r w:rsidRPr="006942CA">
        <w:rPr>
          <w:caps w:val="0"/>
          <w:sz w:val="20"/>
          <w:szCs w:val="20"/>
        </w:rPr>
        <w:t>(Собрание законодательства Российской Федерации, 2012, № 53, ст. 7598; 2013, № 19, ст. 2326; № 23, ст.2878; № 27, ст.</w:t>
      </w:r>
      <w:r>
        <w:rPr>
          <w:caps w:val="0"/>
          <w:sz w:val="20"/>
          <w:szCs w:val="20"/>
        </w:rPr>
        <w:t> </w:t>
      </w:r>
      <w:r w:rsidRPr="006942CA">
        <w:rPr>
          <w:caps w:val="0"/>
          <w:sz w:val="20"/>
          <w:szCs w:val="20"/>
        </w:rPr>
        <w:t xml:space="preserve">3462; № 30, ст. 4036; № 48, ст. 6165; 2014, № 6, ст. 562, ст. 566;  № 19, ст. 2289; № 22, ст. 2769; № 23, ст. 2933; № 26, ст. 3388; № 30, ст. 4257, ст. 4263). </w:t>
      </w:r>
    </w:p>
    <w:p w:rsidR="00237EB3" w:rsidRDefault="00237EB3" w:rsidP="00730C45">
      <w:pPr>
        <w:pStyle w:val="NormalWeb"/>
        <w:tabs>
          <w:tab w:val="left" w:pos="284"/>
        </w:tabs>
        <w:spacing w:line="100" w:lineRule="atLeast"/>
        <w:ind w:firstLine="0"/>
      </w:pPr>
    </w:p>
  </w:footnote>
  <w:footnote w:id="2">
    <w:p w:rsidR="00237EB3" w:rsidRDefault="00237EB3" w:rsidP="00730C45">
      <w:pPr>
        <w:pStyle w:val="FootnoteText"/>
        <w:tabs>
          <w:tab w:val="left" w:pos="284"/>
        </w:tabs>
        <w:ind w:left="0" w:firstLine="0"/>
        <w:jc w:val="both"/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>
        <w:tab/>
        <w:t xml:space="preserve"> Конституция Российской Федерации (Собрание законодательства Российской Федерации, 1996, № 3 ст. 152; № 7, ст.676; 2001 № 24, ст. 2421; 2003, № 30, ст. 3051; 2004, № 13, ст. 1110; 2005, № 42, ст. 4212; 2006, № 29, ст. 3119; 2007, № 1, ст. 1; № 30 ст. 3745; 2009, </w:t>
      </w:r>
      <w:r w:rsidRPr="000C0C4C">
        <w:t>№ 1, ст. 1, ст. 2; 2014, №</w:t>
      </w:r>
      <w:r>
        <w:t xml:space="preserve"> </w:t>
      </w:r>
      <w:r w:rsidRPr="000C0C4C">
        <w:t>6, ст. 548; № 30, ст. 4202).</w:t>
      </w:r>
    </w:p>
  </w:footnote>
  <w:footnote w:id="3">
    <w:p w:rsidR="00237EB3" w:rsidRDefault="00237EB3" w:rsidP="00730C45">
      <w:pPr>
        <w:tabs>
          <w:tab w:val="left" w:pos="284"/>
        </w:tabs>
        <w:autoSpaceDE w:val="0"/>
        <w:jc w:val="both"/>
      </w:pPr>
      <w:r w:rsidRPr="00730C45">
        <w:rPr>
          <w:rStyle w:val="a0"/>
          <w:kern w:val="20"/>
          <w:sz w:val="20"/>
          <w:szCs w:val="20"/>
          <w:vertAlign w:val="superscript"/>
        </w:rPr>
        <w:footnoteRef/>
      </w:r>
      <w:r>
        <w:rPr>
          <w:sz w:val="20"/>
          <w:szCs w:val="20"/>
        </w:rPr>
        <w:tab/>
        <w:t xml:space="preserve"> Конвенция ООН о правах ребенка, принятая 20 ноября 1989 г. (Сборник международных договоров СССР, 1993, выпуск XLVI). </w:t>
      </w:r>
    </w:p>
  </w:footnote>
  <w:footnote w:id="4">
    <w:p w:rsidR="00237EB3" w:rsidRDefault="00237EB3" w:rsidP="00730C45">
      <w:pPr>
        <w:pStyle w:val="FootnoteText"/>
        <w:tabs>
          <w:tab w:val="left" w:pos="284"/>
        </w:tabs>
        <w:ind w:left="0" w:firstLine="8"/>
        <w:jc w:val="both"/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>
        <w:tab/>
        <w:t xml:space="preserve"> Часть 3 статьи 11 Федерального закона от 29 декабря 2012 г. № 273-ФЗ «Об образовании в Российской Федерации» </w:t>
      </w:r>
      <w:r w:rsidRPr="005A5C5C">
        <w:t>(Собрание законодательства Российской Федерации, 2012, №</w:t>
      </w:r>
      <w:r>
        <w:t> </w:t>
      </w:r>
      <w:r w:rsidRPr="005A5C5C">
        <w:t>53, ст.</w:t>
      </w:r>
      <w:r>
        <w:t> </w:t>
      </w:r>
      <w:r w:rsidRPr="005A5C5C">
        <w:t>7598; 2013, №</w:t>
      </w:r>
      <w:r>
        <w:t> </w:t>
      </w:r>
      <w:r w:rsidRPr="005A5C5C">
        <w:t>19, ст.</w:t>
      </w:r>
      <w:r>
        <w:t> </w:t>
      </w:r>
      <w:r w:rsidRPr="005A5C5C">
        <w:t>2326; №</w:t>
      </w:r>
      <w:r>
        <w:t> </w:t>
      </w:r>
      <w:r w:rsidRPr="005A5C5C">
        <w:t>23,ст.</w:t>
      </w:r>
      <w:r>
        <w:t xml:space="preserve"> </w:t>
      </w:r>
      <w:r w:rsidRPr="005A5C5C">
        <w:t>2878; № 27, ст.</w:t>
      </w:r>
      <w:r>
        <w:t> </w:t>
      </w:r>
      <w:r w:rsidRPr="005A5C5C">
        <w:t>3462; № 30, ст. 4036; № 48, ст. 6165; 2014, № 6, ст. 562, ст. 566;  № 19, ст. 2289; № 22, ст. 2769; № 23, ст. 2933; № 26, ст. 3388; № 30, ст. 4257, ст. 4263).</w:t>
      </w:r>
    </w:p>
  </w:footnote>
  <w:footnote w:id="5">
    <w:p w:rsidR="00237EB3" w:rsidRPr="007B674A" w:rsidRDefault="00237EB3" w:rsidP="00D1476E">
      <w:pPr>
        <w:pStyle w:val="FootnoteText"/>
        <w:tabs>
          <w:tab w:val="left" w:pos="284"/>
        </w:tabs>
        <w:ind w:left="0" w:firstLine="0"/>
        <w:jc w:val="both"/>
        <w:rPr>
          <w:rFonts w:eastAsia="Times New Roman"/>
          <w:kern w:val="0"/>
          <w:lang w:eastAsia="en-US"/>
        </w:rPr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>
        <w:tab/>
        <w:t>Пункт 1 части</w:t>
      </w:r>
      <w:r w:rsidRPr="003F4B5D">
        <w:t> 1 статьи 11 Федерального</w:t>
      </w:r>
      <w:r>
        <w:t xml:space="preserve"> закона от 29 декабря 2012 г. № 273-ФЗ «Об образовании в Российской Федерации» </w:t>
      </w:r>
      <w:r w:rsidRPr="007B674A">
        <w:rPr>
          <w:rFonts w:eastAsia="Times New Roman"/>
          <w:kern w:val="0"/>
          <w:lang w:eastAsia="en-US"/>
        </w:rPr>
        <w:t>(Собрание законодательства Российской Федерации, 2012, № 53, ст. 7598; 2013, № 19, ст. 2326; № 23, ст.</w:t>
      </w:r>
      <w:r>
        <w:rPr>
          <w:rFonts w:eastAsia="Times New Roman"/>
          <w:kern w:val="0"/>
          <w:lang w:eastAsia="en-US"/>
        </w:rPr>
        <w:t> </w:t>
      </w:r>
      <w:r w:rsidRPr="007B674A">
        <w:rPr>
          <w:rFonts w:eastAsia="Times New Roman"/>
          <w:kern w:val="0"/>
          <w:lang w:eastAsia="en-US"/>
        </w:rPr>
        <w:t>2878; № 27, ст. 3462; № 30, ст. 4036; № 48, ст. 6165; 2014, № 6, ст. 562, ст. 566;  № 19, ст. 2289; № 22, ст. 2769; №</w:t>
      </w:r>
      <w:r>
        <w:rPr>
          <w:rFonts w:eastAsia="Times New Roman"/>
          <w:kern w:val="0"/>
          <w:lang w:eastAsia="en-US"/>
        </w:rPr>
        <w:t> </w:t>
      </w:r>
      <w:r w:rsidRPr="007B674A">
        <w:rPr>
          <w:rFonts w:eastAsia="Times New Roman"/>
          <w:kern w:val="0"/>
          <w:lang w:eastAsia="en-US"/>
        </w:rPr>
        <w:t>23, ст. 2933; № 26, ст. 3388; № 30, ст. 4257, ст. 4263).</w:t>
      </w:r>
    </w:p>
    <w:p w:rsidR="00237EB3" w:rsidRDefault="00237EB3" w:rsidP="00730C45">
      <w:pPr>
        <w:jc w:val="both"/>
      </w:pPr>
    </w:p>
    <w:p w:rsidR="00237EB3" w:rsidRDefault="00237EB3" w:rsidP="00730C45">
      <w:pPr>
        <w:jc w:val="both"/>
      </w:pPr>
    </w:p>
  </w:footnote>
  <w:footnote w:id="6">
    <w:p w:rsidR="00237EB3" w:rsidRPr="0099409E" w:rsidRDefault="00237EB3" w:rsidP="00730C45">
      <w:pPr>
        <w:pStyle w:val="FootnoteText"/>
        <w:tabs>
          <w:tab w:val="left" w:pos="284"/>
        </w:tabs>
        <w:ind w:left="0" w:firstLine="0"/>
        <w:jc w:val="both"/>
        <w:rPr>
          <w:rFonts w:eastAsia="Times New Roman"/>
          <w:kern w:val="0"/>
          <w:lang w:eastAsia="en-US"/>
        </w:rPr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>
        <w:tab/>
        <w:t xml:space="preserve"> Часть 1 статьи 12 Федерального закона от 29 декабря 2012 г. № 273-ФЗ «Об образовании в Российской Федерации»</w:t>
      </w:r>
      <w:r w:rsidRPr="0099409E">
        <w:rPr>
          <w:rFonts w:eastAsia="Times New Roman"/>
          <w:kern w:val="0"/>
          <w:lang w:eastAsia="en-US"/>
        </w:rPr>
        <w:t xml:space="preserve"> (Собрание законодательства Российской Федерации, 2012, № 53, ст. 7598; 2013, № 19, ст. 2326; № 23, ст.</w:t>
      </w:r>
      <w:r>
        <w:rPr>
          <w:rFonts w:eastAsia="Times New Roman"/>
          <w:kern w:val="0"/>
          <w:lang w:eastAsia="en-US"/>
        </w:rPr>
        <w:t xml:space="preserve"> </w:t>
      </w:r>
      <w:r w:rsidRPr="0099409E">
        <w:rPr>
          <w:rFonts w:eastAsia="Times New Roman"/>
          <w:kern w:val="0"/>
          <w:lang w:eastAsia="en-US"/>
        </w:rPr>
        <w:t xml:space="preserve">2878; № 27, ст. 3462; № 30, ст. 4036; № 48, ст. 6165; 2014, № 6, ст. 562, ст. 566;  № 19, ст. 2289; № 22, ст. 2769; № 23, ст. 2933; № </w:t>
      </w:r>
      <w:r>
        <w:rPr>
          <w:rFonts w:eastAsia="Times New Roman"/>
          <w:kern w:val="0"/>
          <w:lang w:eastAsia="en-US"/>
        </w:rPr>
        <w:t> </w:t>
      </w:r>
      <w:r w:rsidRPr="0099409E">
        <w:rPr>
          <w:rFonts w:eastAsia="Times New Roman"/>
          <w:kern w:val="0"/>
          <w:lang w:eastAsia="en-US"/>
        </w:rPr>
        <w:t>6, ст. 3388; № 30, ст. 4257, ст. 4263).</w:t>
      </w:r>
    </w:p>
    <w:p w:rsidR="00237EB3" w:rsidRDefault="00237EB3" w:rsidP="00730C45">
      <w:pPr>
        <w:pStyle w:val="FootnoteText"/>
        <w:tabs>
          <w:tab w:val="left" w:pos="284"/>
        </w:tabs>
        <w:ind w:left="0" w:firstLine="0"/>
        <w:jc w:val="both"/>
      </w:pPr>
    </w:p>
  </w:footnote>
  <w:footnote w:id="7">
    <w:p w:rsidR="00237EB3" w:rsidRPr="00730C45" w:rsidRDefault="00237EB3" w:rsidP="00D1476E">
      <w:pPr>
        <w:tabs>
          <w:tab w:val="left" w:pos="426"/>
        </w:tabs>
        <w:jc w:val="both"/>
        <w:rPr>
          <w:rFonts w:eastAsia="Times New Roman" w:cs="Times New Roman"/>
          <w:kern w:val="0"/>
          <w:sz w:val="20"/>
          <w:szCs w:val="20"/>
          <w:lang w:eastAsia="en-US" w:bidi="ar-SA"/>
        </w:rPr>
      </w:pPr>
      <w:r w:rsidRPr="00730C45">
        <w:rPr>
          <w:rStyle w:val="a0"/>
          <w:kern w:val="20"/>
          <w:sz w:val="20"/>
          <w:szCs w:val="20"/>
          <w:vertAlign w:val="superscript"/>
        </w:rPr>
        <w:footnoteRef/>
      </w:r>
      <w:r>
        <w:rPr>
          <w:sz w:val="20"/>
          <w:szCs w:val="20"/>
        </w:rPr>
        <w:tab/>
      </w:r>
      <w:r w:rsidRPr="00972D53">
        <w:rPr>
          <w:sz w:val="16"/>
          <w:szCs w:val="16"/>
        </w:rPr>
        <w:t xml:space="preserve"> </w:t>
      </w:r>
      <w:r w:rsidRPr="00730C45">
        <w:rPr>
          <w:rFonts w:eastAsia="Times New Roman" w:cs="Times New Roman"/>
          <w:kern w:val="0"/>
          <w:sz w:val="20"/>
          <w:szCs w:val="20"/>
          <w:lang w:eastAsia="en-US" w:bidi="ar-SA"/>
        </w:rPr>
        <w:t>Часть 2 статьи 79 Федерального закона от 29 декабря 2012 г. № 273-ФЗ «Об образовании в Российской Федерации»</w:t>
      </w:r>
      <w:r>
        <w:rPr>
          <w:rFonts w:eastAsia="Times New Roman" w:cs="Times New Roman"/>
          <w:kern w:val="0"/>
          <w:sz w:val="20"/>
          <w:szCs w:val="20"/>
          <w:lang w:eastAsia="en-US" w:bidi="ar-SA"/>
        </w:rPr>
        <w:t xml:space="preserve"> </w:t>
      </w:r>
      <w:r w:rsidRPr="00730C45">
        <w:rPr>
          <w:rFonts w:eastAsia="Times New Roman" w:cs="Times New Roman"/>
          <w:kern w:val="0"/>
          <w:sz w:val="20"/>
          <w:szCs w:val="20"/>
          <w:lang w:eastAsia="en-US" w:bidi="ar-SA"/>
        </w:rPr>
        <w:t>(Собрание законодательства Российской Федерации, 2012, № 53, ст. 7598; 2013, № 19, ст. 2326; № 23, ст.</w:t>
      </w:r>
      <w:r>
        <w:rPr>
          <w:rFonts w:eastAsia="Times New Roman" w:cs="Times New Roman"/>
          <w:kern w:val="0"/>
          <w:sz w:val="20"/>
          <w:szCs w:val="20"/>
          <w:lang w:eastAsia="en-US" w:bidi="ar-SA"/>
        </w:rPr>
        <w:t> </w:t>
      </w:r>
      <w:r w:rsidRPr="00730C45">
        <w:rPr>
          <w:rFonts w:eastAsia="Times New Roman" w:cs="Times New Roman"/>
          <w:kern w:val="0"/>
          <w:sz w:val="20"/>
          <w:szCs w:val="20"/>
          <w:lang w:eastAsia="en-US" w:bidi="ar-SA"/>
        </w:rPr>
        <w:t>2878; № 27, ст. 3462; № 30, ст. 4036; № 48, ст. 6165; 2014, № 6, ст. 562, ст. 566;  № 19, ст. 2289; № 22, ст. 2769; №</w:t>
      </w:r>
      <w:r>
        <w:rPr>
          <w:rFonts w:eastAsia="Times New Roman" w:cs="Times New Roman"/>
          <w:kern w:val="0"/>
          <w:sz w:val="20"/>
          <w:szCs w:val="20"/>
          <w:lang w:eastAsia="en-US" w:bidi="ar-SA"/>
        </w:rPr>
        <w:t> </w:t>
      </w:r>
      <w:r w:rsidRPr="00730C45">
        <w:rPr>
          <w:rFonts w:eastAsia="Times New Roman" w:cs="Times New Roman"/>
          <w:kern w:val="0"/>
          <w:sz w:val="20"/>
          <w:szCs w:val="20"/>
          <w:lang w:eastAsia="en-US" w:bidi="ar-SA"/>
        </w:rPr>
        <w:t>23, ст. 2933; № 26, ст. 3388; № 30, ст. 4257, ст. 4263).</w:t>
      </w:r>
    </w:p>
    <w:p w:rsidR="00237EB3" w:rsidRDefault="00237EB3" w:rsidP="008714E2">
      <w:pPr>
        <w:jc w:val="both"/>
      </w:pPr>
      <w:r w:rsidRPr="00730C45">
        <w:rPr>
          <w:rFonts w:eastAsia="Times New Roman" w:cs="Times New Roman"/>
          <w:kern w:val="0"/>
          <w:sz w:val="20"/>
          <w:szCs w:val="20"/>
          <w:lang w:eastAsia="en-US" w:bidi="ar-SA"/>
        </w:rPr>
        <w:t xml:space="preserve"> </w:t>
      </w:r>
    </w:p>
  </w:footnote>
  <w:footnote w:id="8">
    <w:p w:rsidR="00237EB3" w:rsidRDefault="00237EB3" w:rsidP="00D85405">
      <w:pPr>
        <w:pStyle w:val="NormalWeb"/>
        <w:tabs>
          <w:tab w:val="left" w:pos="284"/>
        </w:tabs>
        <w:spacing w:before="0" w:after="0" w:line="240" w:lineRule="auto"/>
        <w:ind w:hanging="8"/>
      </w:pPr>
      <w:r w:rsidRPr="00730C45">
        <w:rPr>
          <w:rStyle w:val="a0"/>
          <w:rFonts w:cs="Mangal"/>
          <w:caps w:val="0"/>
          <w:kern w:val="20"/>
          <w:sz w:val="20"/>
          <w:szCs w:val="20"/>
          <w:vertAlign w:val="superscript"/>
          <w:lang w:bidi="hi-IN"/>
        </w:rPr>
        <w:footnoteRef/>
      </w:r>
      <w:r>
        <w:rPr>
          <w:caps w:val="0"/>
          <w:sz w:val="20"/>
          <w:szCs w:val="20"/>
        </w:rPr>
        <w:tab/>
        <w:t xml:space="preserve"> </w:t>
      </w:r>
      <w:r w:rsidRPr="00730C45">
        <w:rPr>
          <w:rFonts w:eastAsia="Times New Roman"/>
          <w:caps w:val="0"/>
          <w:kern w:val="0"/>
          <w:sz w:val="20"/>
          <w:szCs w:val="20"/>
          <w:lang w:eastAsia="en-US"/>
        </w:rPr>
        <w:t xml:space="preserve">Части 5 и 7 ст. 12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2013, № 19, ст. 2326; № 23, </w:t>
      </w:r>
      <w:r w:rsidRPr="00730C45">
        <w:rPr>
          <w:rFonts w:eastAsia="Times New Roman"/>
          <w:caps w:val="0"/>
          <w:kern w:val="0"/>
          <w:sz w:val="20"/>
          <w:szCs w:val="20"/>
          <w:lang w:eastAsia="en-US"/>
        </w:rPr>
        <w:br/>
        <w:t>ст. 2878; № 27, ст. 3462; № 30, ст. 4036; № 48, ст. 6165; 2014, № 6, ст. 562, ст. 566;  № 19, ст. 2289; № 22, ст. 2769; №</w:t>
      </w:r>
      <w:r>
        <w:rPr>
          <w:rFonts w:eastAsia="Times New Roman"/>
          <w:caps w:val="0"/>
          <w:kern w:val="0"/>
          <w:sz w:val="20"/>
          <w:szCs w:val="20"/>
          <w:lang w:eastAsia="en-US"/>
        </w:rPr>
        <w:t> </w:t>
      </w:r>
      <w:r w:rsidRPr="00730C45">
        <w:rPr>
          <w:rFonts w:eastAsia="Times New Roman"/>
          <w:caps w:val="0"/>
          <w:kern w:val="0"/>
          <w:sz w:val="20"/>
          <w:szCs w:val="20"/>
          <w:lang w:eastAsia="en-US"/>
        </w:rPr>
        <w:t>23, ст. 2933; № 26, ст. 3388; № 30, ст. 4257, ст. 4263).</w:t>
      </w:r>
    </w:p>
  </w:footnote>
  <w:footnote w:id="9">
    <w:p w:rsidR="00237EB3" w:rsidRDefault="00237EB3" w:rsidP="00796672">
      <w:pPr>
        <w:pStyle w:val="NormalWeb"/>
        <w:spacing w:before="0" w:after="0" w:line="240" w:lineRule="auto"/>
        <w:ind w:firstLine="0"/>
      </w:pPr>
      <w:r w:rsidRPr="00730C45">
        <w:rPr>
          <w:rStyle w:val="a0"/>
          <w:rFonts w:cs="Mangal"/>
          <w:caps w:val="0"/>
          <w:kern w:val="20"/>
          <w:vertAlign w:val="superscript"/>
          <w:lang w:bidi="hi-IN"/>
        </w:rPr>
        <w:footnoteRef/>
      </w:r>
      <w:r w:rsidRPr="00730C45">
        <w:rPr>
          <w:rStyle w:val="a0"/>
          <w:rFonts w:cs="Mangal"/>
          <w:kern w:val="20"/>
          <w:vertAlign w:val="superscript"/>
          <w:lang w:bidi="hi-IN"/>
        </w:rPr>
        <w:t xml:space="preserve"> </w:t>
      </w:r>
      <w:r w:rsidRPr="00730C45">
        <w:rPr>
          <w:rFonts w:eastAsia="Times New Roman"/>
          <w:caps w:val="0"/>
          <w:kern w:val="0"/>
          <w:sz w:val="20"/>
          <w:szCs w:val="20"/>
          <w:lang w:eastAsia="en-US"/>
        </w:rPr>
        <w:t xml:space="preserve">  Часть 23 ст. 2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2013, № 19, ст. 2326; № 23, ст. 2878; № 27, </w:t>
      </w:r>
      <w:r w:rsidRPr="00730C45">
        <w:rPr>
          <w:rFonts w:eastAsia="Times New Roman"/>
          <w:caps w:val="0"/>
          <w:kern w:val="0"/>
          <w:sz w:val="20"/>
          <w:szCs w:val="20"/>
          <w:lang w:eastAsia="en-US"/>
        </w:rPr>
        <w:br/>
        <w:t>ст. 3462; № 30, ст. 4036; № 48, ст. 6165; 2014, № 6, ст. 562, ст. 566;  № 19, ст. 2289; № 22, ст. 2769; № 23, ст. 2933; №</w:t>
      </w:r>
      <w:r>
        <w:rPr>
          <w:rFonts w:eastAsia="Times New Roman"/>
          <w:caps w:val="0"/>
          <w:kern w:val="0"/>
          <w:sz w:val="20"/>
          <w:szCs w:val="20"/>
          <w:lang w:eastAsia="en-US"/>
        </w:rPr>
        <w:t> </w:t>
      </w:r>
      <w:r w:rsidRPr="00730C45">
        <w:rPr>
          <w:rFonts w:eastAsia="Times New Roman"/>
          <w:caps w:val="0"/>
          <w:kern w:val="0"/>
          <w:sz w:val="20"/>
          <w:szCs w:val="20"/>
          <w:lang w:eastAsia="en-US"/>
        </w:rPr>
        <w:t>26, ст. 3388; № 30, ст. 4257, ст. 4263).</w:t>
      </w:r>
    </w:p>
  </w:footnote>
  <w:footnote w:id="10">
    <w:p w:rsidR="00237EB3" w:rsidRDefault="00237EB3" w:rsidP="00796672">
      <w:pPr>
        <w:jc w:val="both"/>
      </w:pPr>
      <w:r w:rsidRPr="00730C45">
        <w:rPr>
          <w:rStyle w:val="a0"/>
          <w:kern w:val="20"/>
          <w:sz w:val="20"/>
          <w:szCs w:val="20"/>
          <w:vertAlign w:val="superscript"/>
        </w:rPr>
        <w:footnoteRef/>
      </w:r>
      <w:r>
        <w:rPr>
          <w:sz w:val="20"/>
          <w:szCs w:val="20"/>
        </w:rPr>
        <w:t xml:space="preserve">  Часть 4 ст. 79</w:t>
      </w:r>
      <w:r>
        <w:rPr>
          <w:color w:val="000000"/>
          <w:sz w:val="20"/>
          <w:szCs w:val="20"/>
        </w:rPr>
        <w:t xml:space="preserve"> Федерального закона </w:t>
      </w:r>
      <w:r w:rsidRPr="00F76BF7">
        <w:rPr>
          <w:color w:val="000000"/>
          <w:sz w:val="20"/>
          <w:szCs w:val="20"/>
        </w:rPr>
        <w:t xml:space="preserve">от 29 декабря 2012 г. № 273-ФЗ </w:t>
      </w:r>
      <w:r>
        <w:rPr>
          <w:color w:val="000000"/>
          <w:sz w:val="20"/>
          <w:szCs w:val="20"/>
        </w:rPr>
        <w:t xml:space="preserve">«Об образовании в Российской Федерации» </w:t>
      </w:r>
      <w:r w:rsidRPr="00E40E61">
        <w:rPr>
          <w:color w:val="000000"/>
          <w:sz w:val="20"/>
          <w:szCs w:val="20"/>
        </w:rPr>
        <w:t>(Собрание законодательства Российской Федерации, 2012, № 53, ст. 7598; 2013, № 19, ст. 2326; № 23, ст.</w:t>
      </w:r>
      <w:r>
        <w:rPr>
          <w:color w:val="000000"/>
          <w:sz w:val="20"/>
          <w:szCs w:val="20"/>
        </w:rPr>
        <w:t xml:space="preserve"> </w:t>
      </w:r>
      <w:r w:rsidRPr="00E40E61">
        <w:rPr>
          <w:color w:val="000000"/>
          <w:sz w:val="20"/>
          <w:szCs w:val="20"/>
        </w:rPr>
        <w:t>2878; № 27, ст. 3462; № 30, ст. 4036; № 48, ст. 6165; 2014, № 6, ст. 562, ст. 566;  № 19, ст. 2289; № 22, ст. 2769; № 23, ст. 2933; № 26, ст. 3388; № 30, ст. 4257, ст. 4263).</w:t>
      </w:r>
    </w:p>
  </w:footnote>
  <w:footnote w:id="11">
    <w:p w:rsidR="00237EB3" w:rsidRDefault="00237EB3" w:rsidP="00D85405">
      <w:pPr>
        <w:pStyle w:val="FootnoteText"/>
        <w:tabs>
          <w:tab w:val="left" w:pos="284"/>
        </w:tabs>
        <w:ind w:left="0" w:firstLine="0"/>
        <w:jc w:val="both"/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>
        <w:tab/>
        <w:t xml:space="preserve">Часть 2, ст. 79 </w:t>
      </w:r>
      <w:r w:rsidRPr="00E40E61">
        <w:t xml:space="preserve">Федерального закона </w:t>
      </w:r>
      <w:r w:rsidRPr="00F76BF7">
        <w:t xml:space="preserve">от 29 декабря 2012 г. № 273-ФЗ </w:t>
      </w:r>
      <w:r w:rsidRPr="00E40E61">
        <w:t xml:space="preserve">«Об образовании в Российской Федерации» </w:t>
      </w:r>
      <w:r w:rsidRPr="00461F53">
        <w:t>(Собрание законодательства Российской Федерации, 2012, № 53, ст. 7598; 2013, № 19, ст. 2326; № 23, ст.</w:t>
      </w:r>
      <w:r>
        <w:t xml:space="preserve"> </w:t>
      </w:r>
      <w:r w:rsidRPr="00461F53">
        <w:t xml:space="preserve">2878; № 27, ст. 3462; № 30, ст. 4036; № 48, ст. 6165; 2014, № 6, ст. 562, ст. 566;  № 19, ст. 2289; № 22, ст. 2769; № 23, </w:t>
      </w:r>
      <w:r>
        <w:br/>
      </w:r>
      <w:r w:rsidRPr="00461F53">
        <w:t>ст. 2933; № 26, ст. 3388; № 30, ст. 4257, ст. 4263).</w:t>
      </w:r>
    </w:p>
  </w:footnote>
  <w:footnote w:id="12">
    <w:p w:rsidR="00237EB3" w:rsidRDefault="00237EB3" w:rsidP="00D30B77">
      <w:pPr>
        <w:pStyle w:val="Standard"/>
        <w:spacing w:line="240" w:lineRule="auto"/>
        <w:ind w:firstLine="0"/>
      </w:pPr>
      <w:r w:rsidRPr="00730C45">
        <w:rPr>
          <w:rStyle w:val="a0"/>
          <w:rFonts w:cs="Mangal"/>
          <w:kern w:val="20"/>
          <w:sz w:val="20"/>
          <w:szCs w:val="20"/>
          <w:vertAlign w:val="superscript"/>
          <w:lang w:bidi="hi-IN"/>
        </w:rPr>
        <w:t>12</w:t>
      </w:r>
      <w:r w:rsidRPr="00EE3508">
        <w:rPr>
          <w:color w:val="000000"/>
          <w:sz w:val="20"/>
          <w:szCs w:val="20"/>
        </w:rPr>
        <w:t xml:space="preserve">   Статья 15 Федерального закона </w:t>
      </w:r>
      <w:r w:rsidRPr="00786D30">
        <w:rPr>
          <w:color w:val="000000"/>
          <w:sz w:val="20"/>
          <w:szCs w:val="20"/>
        </w:rPr>
        <w:t xml:space="preserve">от 29 декабря 2012 г. № 273-ФЗ </w:t>
      </w:r>
      <w:r w:rsidRPr="00EE3508">
        <w:rPr>
          <w:color w:val="000000"/>
          <w:sz w:val="20"/>
          <w:szCs w:val="20"/>
        </w:rPr>
        <w:t>«Об образ</w:t>
      </w:r>
      <w:r>
        <w:rPr>
          <w:color w:val="000000"/>
          <w:sz w:val="20"/>
          <w:szCs w:val="20"/>
        </w:rPr>
        <w:t xml:space="preserve">овании в Российской Федерации» </w:t>
      </w:r>
      <w:r w:rsidRPr="00DF17EB">
        <w:rPr>
          <w:color w:val="000000"/>
          <w:sz w:val="20"/>
          <w:szCs w:val="20"/>
        </w:rPr>
        <w:t>(Собрание законодательства Российской Федерации, 2012, № 53, ст. 7598; 2013, № 19, ст. 2326; № 23, ст.</w:t>
      </w:r>
      <w:r>
        <w:rPr>
          <w:color w:val="000000"/>
          <w:sz w:val="20"/>
          <w:szCs w:val="20"/>
        </w:rPr>
        <w:t xml:space="preserve"> </w:t>
      </w:r>
      <w:r w:rsidRPr="00DF17EB">
        <w:rPr>
          <w:color w:val="000000"/>
          <w:sz w:val="20"/>
          <w:szCs w:val="20"/>
        </w:rPr>
        <w:t>2878; № 27, ст. 3462; № 30, ст. 4036; № 48, ст. 6165; 2014, № 6, ст. 562, ст. 566;  № 19, ст. 2289; № 22, ст. 2769; № 23, ст. 2933; № 26, ст. 3388; № 30, ст. 4257, ст. 4263).</w:t>
      </w:r>
    </w:p>
  </w:footnote>
  <w:footnote w:id="13">
    <w:p w:rsidR="00237EB3" w:rsidRDefault="00237EB3" w:rsidP="00EE3508">
      <w:pPr>
        <w:pStyle w:val="FootnoteText"/>
        <w:ind w:left="0" w:firstLine="0"/>
        <w:jc w:val="both"/>
      </w:pPr>
      <w:r w:rsidRPr="00730C45">
        <w:rPr>
          <w:rStyle w:val="a0"/>
          <w:rFonts w:cs="Mangal"/>
          <w:vertAlign w:val="superscript"/>
          <w:lang w:bidi="hi-IN"/>
        </w:rPr>
        <w:t>13</w:t>
      </w:r>
      <w:r w:rsidRPr="00395659">
        <w:rPr>
          <w:outline/>
          <w:color w:val="FFFFFF"/>
          <w:kern w:val="20"/>
        </w:rPr>
        <w:t xml:space="preserve">  </w:t>
      </w:r>
      <w:r>
        <w:rPr>
          <w:outline/>
          <w:color w:val="FFFFFF"/>
          <w:kern w:val="20"/>
        </w:rPr>
        <w:t xml:space="preserve"> </w:t>
      </w:r>
      <w:r>
        <w:t>Пункт 15</w:t>
      </w:r>
      <w:r w:rsidRPr="00EE3508">
        <w:t xml:space="preserve"> раздела </w:t>
      </w:r>
      <w:r w:rsidRPr="00EE3508">
        <w:rPr>
          <w:lang w:val="en-US"/>
        </w:rPr>
        <w:t>III</w:t>
      </w:r>
      <w:r>
        <w:t xml:space="preserve"> ф</w:t>
      </w:r>
      <w:r w:rsidRPr="00761E08">
        <w:t xml:space="preserve">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6 октября 2009 г. № 373 </w:t>
      </w:r>
      <w:r>
        <w:br/>
      </w:r>
      <w:r w:rsidRPr="00761E08">
        <w:t>«Об утверждении и введении в действие федерального государственного образовательного стандарта начального общего образования» (зарегистрирован Министерством юстиции Российской Федерации 22 декабря 2009 г., регистрационный № 15785</w:t>
      </w:r>
      <w:r>
        <w:t>)</w:t>
      </w:r>
      <w:r w:rsidRPr="00761E08">
        <w:t xml:space="preserve"> с изменениями, внесенными приказами Министерства образования и науки Российской Федерации от 26 ноября 2010 г. № 1241 (зарег</w:t>
      </w:r>
      <w:r>
        <w:t xml:space="preserve">истрирован Министерством  </w:t>
      </w:r>
      <w:r w:rsidRPr="00761E08">
        <w:t>юстиции Росс</w:t>
      </w:r>
      <w:r>
        <w:t>ийской Федерации 4 февраля 2011 г</w:t>
      </w:r>
      <w:r w:rsidRPr="00761E08">
        <w:t>., регистрационный № 19707), от 22 сентября 2011</w:t>
      </w:r>
      <w:r>
        <w:t xml:space="preserve"> </w:t>
      </w:r>
      <w:r w:rsidRPr="00761E08">
        <w:t>г. № 2357 (зарегистрирован Министерством юстиции Российской Федерации 12 декабря 2011 г., регистрационный №22540) и от 18 декабря 2012 г. №</w:t>
      </w:r>
      <w:r>
        <w:t xml:space="preserve"> </w:t>
      </w:r>
      <w:r w:rsidRPr="00761E08">
        <w:t>1060 (зарегистрирован Министерством юстиции Росси</w:t>
      </w:r>
      <w:r>
        <w:t>йской Федерации 11 февраля 2013г</w:t>
      </w:r>
      <w:r w:rsidRPr="00761E08">
        <w:t>., регистрационный № 26993) (далее - ФГОС НОО).</w:t>
      </w:r>
    </w:p>
  </w:footnote>
  <w:footnote w:id="14">
    <w:p w:rsidR="00237EB3" w:rsidRDefault="00237EB3" w:rsidP="00EE3508">
      <w:pPr>
        <w:pStyle w:val="FootnoteText"/>
        <w:ind w:left="0" w:firstLine="0"/>
      </w:pPr>
      <w:r w:rsidRPr="00730C45">
        <w:rPr>
          <w:rStyle w:val="a0"/>
          <w:rFonts w:cs="Mangal"/>
          <w:kern w:val="20"/>
          <w:vertAlign w:val="superscript"/>
          <w:lang w:bidi="hi-IN"/>
        </w:rPr>
        <w:t xml:space="preserve">14 </w:t>
      </w:r>
      <w:r>
        <w:t xml:space="preserve">     </w:t>
      </w:r>
      <w:r w:rsidRPr="00EE3508">
        <w:t xml:space="preserve">Пункт 16 раздела </w:t>
      </w:r>
      <w:r w:rsidRPr="00EE3508">
        <w:rPr>
          <w:lang w:val="en-US"/>
        </w:rPr>
        <w:t>III</w:t>
      </w:r>
      <w:r w:rsidRPr="00EE3508">
        <w:t xml:space="preserve"> ФГОС НОО.</w:t>
      </w:r>
    </w:p>
  </w:footnote>
  <w:footnote w:id="15">
    <w:p w:rsidR="00237EB3" w:rsidRDefault="00237EB3">
      <w:pPr>
        <w:pStyle w:val="FootnoteText"/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>
        <w:rPr>
          <w:rStyle w:val="a0"/>
          <w:rFonts w:cs="Mangal"/>
          <w:kern w:val="20"/>
          <w:vertAlign w:val="superscript"/>
          <w:lang w:bidi="hi-IN"/>
        </w:rPr>
        <w:t xml:space="preserve">   </w:t>
      </w:r>
      <w:r w:rsidRPr="00730C45">
        <w:rPr>
          <w:rStyle w:val="a0"/>
          <w:rFonts w:cs="Mangal"/>
          <w:kern w:val="20"/>
          <w:vertAlign w:val="superscript"/>
          <w:lang w:bidi="hi-IN"/>
        </w:rPr>
        <w:t xml:space="preserve"> </w:t>
      </w:r>
      <w:r w:rsidRPr="00270637">
        <w:t xml:space="preserve">Пункт 19 раздела </w:t>
      </w:r>
      <w:r w:rsidRPr="00270637">
        <w:rPr>
          <w:lang w:val="en-US"/>
        </w:rPr>
        <w:t>III</w:t>
      </w:r>
      <w:r w:rsidRPr="00270637">
        <w:t xml:space="preserve"> ФГОС НОО.</w:t>
      </w:r>
    </w:p>
  </w:footnote>
  <w:footnote w:id="16">
    <w:p w:rsidR="00237EB3" w:rsidRDefault="00237EB3" w:rsidP="00564CB5">
      <w:pPr>
        <w:pStyle w:val="FootnoteText"/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 w:rsidRPr="00730C45">
        <w:rPr>
          <w:rStyle w:val="a0"/>
          <w:rFonts w:cs="Mangal"/>
          <w:kern w:val="20"/>
          <w:vertAlign w:val="superscript"/>
          <w:lang w:bidi="hi-IN"/>
        </w:rPr>
        <w:t xml:space="preserve"> </w:t>
      </w:r>
      <w:r>
        <w:rPr>
          <w:rStyle w:val="a0"/>
          <w:rFonts w:cs="Mangal"/>
          <w:kern w:val="20"/>
          <w:vertAlign w:val="superscript"/>
          <w:lang w:bidi="hi-IN"/>
        </w:rPr>
        <w:t xml:space="preserve">   </w:t>
      </w:r>
      <w:r>
        <w:t xml:space="preserve">Пункт 19.7 раздела </w:t>
      </w:r>
      <w:r>
        <w:rPr>
          <w:lang w:val="en-US"/>
        </w:rPr>
        <w:t>III</w:t>
      </w:r>
      <w:r w:rsidRPr="000C3F5D">
        <w:t xml:space="preserve"> </w:t>
      </w:r>
      <w:r>
        <w:t>ФГОС НОО.</w:t>
      </w:r>
    </w:p>
  </w:footnote>
  <w:footnote w:id="17">
    <w:p w:rsidR="00237EB3" w:rsidRDefault="00237EB3" w:rsidP="00D85405">
      <w:pPr>
        <w:pStyle w:val="FootnoteText"/>
        <w:tabs>
          <w:tab w:val="left" w:pos="426"/>
        </w:tabs>
        <w:ind w:left="0" w:firstLine="0"/>
        <w:jc w:val="both"/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 w:rsidRPr="00D3206F">
        <w:tab/>
        <w:t xml:space="preserve">Пункт 17 раздела </w:t>
      </w:r>
      <w:r w:rsidRPr="00D3206F">
        <w:rPr>
          <w:lang w:val="en-US"/>
        </w:rPr>
        <w:t>III</w:t>
      </w:r>
      <w:r w:rsidRPr="00D3206F">
        <w:t xml:space="preserve"> ФГОС НОО.</w:t>
      </w:r>
    </w:p>
  </w:footnote>
  <w:footnote w:id="18">
    <w:p w:rsidR="00237EB3" w:rsidRDefault="00237EB3" w:rsidP="00D85405">
      <w:pPr>
        <w:tabs>
          <w:tab w:val="left" w:pos="426"/>
        </w:tabs>
        <w:jc w:val="both"/>
      </w:pPr>
      <w:r w:rsidRPr="00730C45">
        <w:rPr>
          <w:rStyle w:val="a0"/>
          <w:kern w:val="20"/>
          <w:sz w:val="20"/>
          <w:szCs w:val="20"/>
          <w:vertAlign w:val="superscript"/>
        </w:rPr>
        <w:footnoteRef/>
      </w:r>
      <w:r>
        <w:rPr>
          <w:rFonts w:cs="Times New Roman"/>
          <w:sz w:val="20"/>
          <w:szCs w:val="20"/>
        </w:rPr>
        <w:tab/>
        <w:t xml:space="preserve">Часть 3 статьи 11 Федерального закона </w:t>
      </w:r>
      <w:r w:rsidRPr="00D16767">
        <w:rPr>
          <w:rFonts w:cs="Times New Roman"/>
          <w:sz w:val="20"/>
          <w:szCs w:val="20"/>
          <w:lang w:bidi="ar-SA"/>
        </w:rPr>
        <w:t>от 29 декабря 2012 г. № 273-ФЗ</w:t>
      </w:r>
      <w:r>
        <w:rPr>
          <w:rFonts w:cs="Times New Roman"/>
          <w:sz w:val="20"/>
          <w:szCs w:val="20"/>
        </w:rPr>
        <w:t xml:space="preserve"> «Об образовании в Российской Федерации» </w:t>
      </w:r>
      <w:r w:rsidRPr="00B62B62">
        <w:rPr>
          <w:rFonts w:cs="Times New Roman"/>
          <w:sz w:val="20"/>
          <w:szCs w:val="20"/>
        </w:rPr>
        <w:t xml:space="preserve">(Собрание законодательства Российской Федерации, 2012, № 53, ст. 7598; 2013, № 19, ст. 2326; № 23, </w:t>
      </w:r>
      <w:r>
        <w:rPr>
          <w:rFonts w:cs="Times New Roman"/>
          <w:sz w:val="20"/>
          <w:szCs w:val="20"/>
        </w:rPr>
        <w:br/>
      </w:r>
      <w:r w:rsidRPr="00B62B62">
        <w:rPr>
          <w:rFonts w:cs="Times New Roman"/>
          <w:sz w:val="20"/>
          <w:szCs w:val="20"/>
        </w:rPr>
        <w:t>ст.</w:t>
      </w:r>
      <w:r>
        <w:rPr>
          <w:rFonts w:cs="Times New Roman"/>
          <w:sz w:val="20"/>
          <w:szCs w:val="20"/>
        </w:rPr>
        <w:t xml:space="preserve"> </w:t>
      </w:r>
      <w:r w:rsidRPr="00B62B62">
        <w:rPr>
          <w:rFonts w:cs="Times New Roman"/>
          <w:sz w:val="20"/>
          <w:szCs w:val="20"/>
        </w:rPr>
        <w:t>2878; № 27, ст. 3462; № 30, ст. 4036; № 48, ст. 6165; 2014, № 6, ст. 562, ст. 566;  № 19, ст. 2289; № 22, ст. 2769; № 23, ст. 2933; № 26, ст. 3388; № 30, ст. 4257, ст. 4263).</w:t>
      </w:r>
      <w:r>
        <w:rPr>
          <w:rFonts w:cs="Times New Roman"/>
          <w:sz w:val="20"/>
          <w:szCs w:val="20"/>
        </w:rPr>
        <w:t xml:space="preserve"> </w:t>
      </w:r>
    </w:p>
  </w:footnote>
  <w:footnote w:id="19">
    <w:p w:rsidR="00237EB3" w:rsidRDefault="00237EB3">
      <w:pPr>
        <w:pStyle w:val="FootnoteText"/>
      </w:pPr>
      <w:r w:rsidRPr="00730C45">
        <w:rPr>
          <w:rStyle w:val="a0"/>
          <w:rFonts w:cs="Mangal"/>
          <w:kern w:val="20"/>
          <w:vertAlign w:val="superscript"/>
          <w:lang w:bidi="hi-IN"/>
        </w:rPr>
        <w:footnoteRef/>
      </w:r>
      <w:r w:rsidRPr="00730C45">
        <w:rPr>
          <w:rStyle w:val="a0"/>
          <w:rFonts w:cs="Mangal"/>
          <w:vertAlign w:val="superscript"/>
          <w:lang w:bidi="hi-IN"/>
        </w:rPr>
        <w:t xml:space="preserve"> </w:t>
      </w:r>
      <w:r w:rsidRPr="00DC3C8D">
        <w:t xml:space="preserve">Пункт 22 раздела </w:t>
      </w:r>
      <w:r w:rsidRPr="00DC3C8D">
        <w:rPr>
          <w:lang w:val="en-US"/>
        </w:rPr>
        <w:t>IV</w:t>
      </w:r>
      <w:r w:rsidRPr="00DC3C8D">
        <w:t xml:space="preserve"> ФГОС НОО.</w:t>
      </w:r>
    </w:p>
  </w:footnote>
  <w:footnote w:id="20">
    <w:p w:rsidR="00237EB3" w:rsidRPr="00D16767" w:rsidRDefault="00237EB3" w:rsidP="00F35F36">
      <w:pPr>
        <w:jc w:val="both"/>
        <w:rPr>
          <w:rFonts w:cs="Times New Roman"/>
          <w:color w:val="FF0000"/>
          <w:sz w:val="20"/>
          <w:szCs w:val="20"/>
          <w:lang w:bidi="ar-SA"/>
        </w:rPr>
      </w:pPr>
      <w:r w:rsidRPr="00730C45">
        <w:rPr>
          <w:rStyle w:val="a0"/>
          <w:kern w:val="20"/>
          <w:sz w:val="20"/>
          <w:szCs w:val="20"/>
          <w:vertAlign w:val="superscript"/>
        </w:rPr>
        <w:footnoteRef/>
      </w:r>
      <w:r>
        <w:rPr>
          <w:sz w:val="20"/>
          <w:szCs w:val="20"/>
        </w:rPr>
        <w:t xml:space="preserve">   Часть 5 Статьи</w:t>
      </w:r>
      <w:r>
        <w:rPr>
          <w:caps/>
          <w:sz w:val="20"/>
          <w:szCs w:val="20"/>
        </w:rPr>
        <w:t xml:space="preserve"> 41</w:t>
      </w:r>
      <w:r w:rsidRPr="00F35F36">
        <w:rPr>
          <w:caps/>
          <w:sz w:val="20"/>
          <w:szCs w:val="20"/>
        </w:rPr>
        <w:t xml:space="preserve"> </w:t>
      </w:r>
      <w:r w:rsidRPr="00F35F36">
        <w:rPr>
          <w:sz w:val="20"/>
          <w:szCs w:val="20"/>
        </w:rPr>
        <w:t>Федерального закона 29 декабря 2012 г. № 273-ФЗ «Об образовании в Российской Федерации»</w:t>
      </w:r>
      <w:r w:rsidRPr="00F35F36">
        <w:rPr>
          <w:color w:val="FF0000"/>
          <w:sz w:val="20"/>
          <w:szCs w:val="20"/>
        </w:rPr>
        <w:t xml:space="preserve"> </w:t>
      </w:r>
      <w:r w:rsidRPr="00B62B62">
        <w:rPr>
          <w:rFonts w:cs="Times New Roman"/>
          <w:sz w:val="20"/>
          <w:szCs w:val="20"/>
        </w:rPr>
        <w:t>(Собрание законодательства Российской Федерации, 2012, № 53, ст. 7598; 2013, № 19, ст. 2326; № 23, ст.</w:t>
      </w:r>
      <w:r>
        <w:rPr>
          <w:rFonts w:cs="Times New Roman"/>
          <w:sz w:val="20"/>
          <w:szCs w:val="20"/>
        </w:rPr>
        <w:t xml:space="preserve"> </w:t>
      </w:r>
      <w:r w:rsidRPr="00B62B62">
        <w:rPr>
          <w:rFonts w:cs="Times New Roman"/>
          <w:sz w:val="20"/>
          <w:szCs w:val="20"/>
        </w:rPr>
        <w:t xml:space="preserve">2878; № 27, </w:t>
      </w:r>
      <w:r>
        <w:rPr>
          <w:rFonts w:cs="Times New Roman"/>
          <w:sz w:val="20"/>
          <w:szCs w:val="20"/>
        </w:rPr>
        <w:br/>
      </w:r>
      <w:r w:rsidRPr="00B62B62">
        <w:rPr>
          <w:rFonts w:cs="Times New Roman"/>
          <w:sz w:val="20"/>
          <w:szCs w:val="20"/>
        </w:rPr>
        <w:t>ст. 3462; № 30, ст. 4036; № 48, ст. 6165; 2014, № 6, ст. 562, ст. 566;  № 19, ст. 2289; № 22, ст. 2769; № 23, ст. 2933; № 26, ст. 3388; № 30, ст. 4257, ст. 4263).</w:t>
      </w:r>
      <w:r>
        <w:rPr>
          <w:rFonts w:cs="Times New Roman"/>
          <w:sz w:val="20"/>
          <w:szCs w:val="20"/>
        </w:rPr>
        <w:t xml:space="preserve"> </w:t>
      </w:r>
    </w:p>
    <w:p w:rsidR="00237EB3" w:rsidRDefault="00237EB3" w:rsidP="00F35F36">
      <w:pPr>
        <w:jc w:val="both"/>
      </w:pPr>
    </w:p>
  </w:footnote>
  <w:footnote w:id="21">
    <w:p w:rsidR="00237EB3" w:rsidRDefault="00237EB3" w:rsidP="00840008">
      <w:pPr>
        <w:pStyle w:val="Footnote"/>
        <w:spacing w:line="240" w:lineRule="auto"/>
      </w:pPr>
      <w:r>
        <w:rPr>
          <w:rStyle w:val="FootnoteReference"/>
        </w:rPr>
        <w:footnoteRef/>
      </w:r>
      <w:r>
        <w:t xml:space="preserve">  </w:t>
      </w:r>
      <w:r w:rsidRPr="00DC3C8D">
        <w:t xml:space="preserve">Пункт 24 раздела </w:t>
      </w:r>
      <w:r w:rsidRPr="00DC3C8D">
        <w:rPr>
          <w:lang w:val="en-US"/>
        </w:rPr>
        <w:t>IV</w:t>
      </w:r>
      <w:r w:rsidRPr="00DC3C8D">
        <w:t xml:space="preserve"> ФГОС НОО</w:t>
      </w:r>
      <w:r>
        <w:t>.</w:t>
      </w:r>
    </w:p>
    <w:p w:rsidR="00237EB3" w:rsidRDefault="00237EB3" w:rsidP="00095A1B">
      <w:pPr>
        <w:pStyle w:val="FootnoteText"/>
        <w:spacing w:line="100" w:lineRule="atLeast"/>
        <w:rPr>
          <w:caps/>
        </w:rPr>
      </w:pPr>
    </w:p>
    <w:p w:rsidR="00237EB3" w:rsidRDefault="00237EB3" w:rsidP="00095A1B">
      <w:pPr>
        <w:pStyle w:val="FootnoteText"/>
        <w:spacing w:line="100" w:lineRule="atLeast"/>
      </w:pPr>
    </w:p>
  </w:footnote>
  <w:footnote w:id="22">
    <w:p w:rsidR="00237EB3" w:rsidRDefault="00237EB3">
      <w:pPr>
        <w:pStyle w:val="FootnoteText"/>
      </w:pPr>
      <w:r>
        <w:rPr>
          <w:rStyle w:val="FootnoteReference"/>
        </w:rPr>
        <w:footnoteRef/>
      </w:r>
      <w:r>
        <w:t xml:space="preserve">   Пункт 25</w:t>
      </w:r>
      <w:r w:rsidRPr="00DC3C8D">
        <w:t xml:space="preserve"> раздела </w:t>
      </w:r>
      <w:r w:rsidRPr="00DC3C8D">
        <w:rPr>
          <w:lang w:val="en-US"/>
        </w:rPr>
        <w:t>IV</w:t>
      </w:r>
      <w:r w:rsidRPr="00DC3C8D">
        <w:t xml:space="preserve"> ФГОС НОО</w:t>
      </w:r>
      <w:r>
        <w:t>.</w:t>
      </w:r>
    </w:p>
  </w:footnote>
  <w:footnote w:id="23">
    <w:p w:rsidR="00237EB3" w:rsidRDefault="00237EB3" w:rsidP="00A67D7E">
      <w:pPr>
        <w:pStyle w:val="FootnoteText"/>
        <w:ind w:left="0" w:firstLine="0"/>
        <w:jc w:val="both"/>
      </w:pPr>
      <w:r>
        <w:rPr>
          <w:rStyle w:val="FootnoteReference"/>
        </w:rPr>
        <w:footnoteRef/>
      </w:r>
      <w:r>
        <w:t xml:space="preserve"> </w:t>
      </w:r>
      <w:r w:rsidRPr="00D3206F">
        <w:t xml:space="preserve">Пункт 19.8 раздела </w:t>
      </w:r>
      <w:r w:rsidRPr="00D3206F">
        <w:rPr>
          <w:lang w:val="en-US"/>
        </w:rPr>
        <w:t>III</w:t>
      </w:r>
      <w:r w:rsidRPr="00D3206F">
        <w:t xml:space="preserve"> ФГОС НОО.</w:t>
      </w:r>
    </w:p>
    <w:p w:rsidR="00237EB3" w:rsidRDefault="00237EB3" w:rsidP="00A67D7E">
      <w:pPr>
        <w:pStyle w:val="FootnoteText"/>
        <w:ind w:left="0" w:firstLine="0"/>
        <w:jc w:val="both"/>
      </w:pPr>
    </w:p>
  </w:footnote>
  <w:footnote w:id="24">
    <w:p w:rsidR="00237EB3" w:rsidRDefault="00237EB3" w:rsidP="00563A73">
      <w:pPr>
        <w:pStyle w:val="FootnoteText"/>
      </w:pPr>
      <w:r>
        <w:rPr>
          <w:rStyle w:val="FootnoteReference"/>
        </w:rPr>
        <w:footnoteRef/>
      </w:r>
      <w:r>
        <w:t xml:space="preserve"> Пункт 25</w:t>
      </w:r>
      <w:r w:rsidRPr="00DC3C8D">
        <w:t xml:space="preserve"> раздела </w:t>
      </w:r>
      <w:r w:rsidRPr="00DC3C8D">
        <w:rPr>
          <w:lang w:val="en-US"/>
        </w:rPr>
        <w:t>IV</w:t>
      </w:r>
      <w:r w:rsidRPr="00DC3C8D">
        <w:t xml:space="preserve"> ФГОС НОО</w:t>
      </w:r>
      <w:r>
        <w:t>.</w:t>
      </w:r>
    </w:p>
  </w:footnote>
  <w:footnote w:id="25">
    <w:p w:rsidR="00237EB3" w:rsidRDefault="00237EB3" w:rsidP="00E23404">
      <w:pPr>
        <w:pStyle w:val="FootnoteText"/>
        <w:ind w:firstLine="0"/>
      </w:pPr>
      <w:r>
        <w:rPr>
          <w:rStyle w:val="FootnoteReference"/>
        </w:rPr>
        <w:footnoteRef/>
      </w:r>
      <w:r w:rsidRPr="00631214">
        <w:t xml:space="preserve">Навыки пользования средствами альтернативной коммуникации формируются </w:t>
      </w:r>
      <w:r>
        <w:t>в рамках коррекционного курса «А</w:t>
      </w:r>
      <w:r w:rsidRPr="00631214">
        <w:t>льтернативная коммуникация</w:t>
      </w:r>
      <w:r>
        <w:t>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EB3" w:rsidRPr="00D72F1A" w:rsidRDefault="00237EB3" w:rsidP="001852E0">
    <w:pPr>
      <w:pStyle w:val="Header"/>
      <w:jc w:val="center"/>
      <w:rPr>
        <w:sz w:val="24"/>
        <w:szCs w:val="24"/>
      </w:rPr>
    </w:pPr>
    <w:r w:rsidRPr="00D72F1A">
      <w:rPr>
        <w:sz w:val="24"/>
        <w:szCs w:val="24"/>
      </w:rPr>
      <w:fldChar w:fldCharType="begin"/>
    </w:r>
    <w:r w:rsidRPr="00D72F1A">
      <w:rPr>
        <w:sz w:val="24"/>
        <w:szCs w:val="24"/>
      </w:rPr>
      <w:instrText>PAGE   \* MERGEFORMAT</w:instrText>
    </w:r>
    <w:r w:rsidRPr="00D72F1A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72F1A">
      <w:rPr>
        <w:sz w:val="24"/>
        <w:szCs w:val="24"/>
      </w:rPr>
      <w:fldChar w:fldCharType="end"/>
    </w:r>
  </w:p>
  <w:p w:rsidR="00237EB3" w:rsidRDefault="00237E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F3294"/>
    <w:multiLevelType w:val="hybridMultilevel"/>
    <w:tmpl w:val="25581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121F6"/>
    <w:multiLevelType w:val="hybridMultilevel"/>
    <w:tmpl w:val="3336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95D23"/>
    <w:multiLevelType w:val="hybridMultilevel"/>
    <w:tmpl w:val="C360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955AA8"/>
    <w:multiLevelType w:val="hybridMultilevel"/>
    <w:tmpl w:val="2E6A0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A2193"/>
    <w:multiLevelType w:val="hybridMultilevel"/>
    <w:tmpl w:val="6BBA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04574"/>
    <w:multiLevelType w:val="hybridMultilevel"/>
    <w:tmpl w:val="63564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0525BE"/>
    <w:multiLevelType w:val="hybridMultilevel"/>
    <w:tmpl w:val="68888E8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0367B"/>
    <w:multiLevelType w:val="multilevel"/>
    <w:tmpl w:val="B9B263C6"/>
    <w:styleLink w:val="WWNum1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5F7AB6"/>
    <w:multiLevelType w:val="multilevel"/>
    <w:tmpl w:val="B1686FB2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26E9F"/>
    <w:multiLevelType w:val="hybridMultilevel"/>
    <w:tmpl w:val="109C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3F4EDC"/>
    <w:multiLevelType w:val="hybridMultilevel"/>
    <w:tmpl w:val="29040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FE72FF"/>
    <w:multiLevelType w:val="hybridMultilevel"/>
    <w:tmpl w:val="FB94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8D292B"/>
    <w:multiLevelType w:val="hybridMultilevel"/>
    <w:tmpl w:val="19FEA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5079F4"/>
    <w:multiLevelType w:val="hybridMultilevel"/>
    <w:tmpl w:val="A538F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4B7FD5"/>
    <w:multiLevelType w:val="hybridMultilevel"/>
    <w:tmpl w:val="BEA8D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D968BD"/>
    <w:multiLevelType w:val="hybridMultilevel"/>
    <w:tmpl w:val="B96C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0146"/>
    <w:multiLevelType w:val="hybridMultilevel"/>
    <w:tmpl w:val="F36E4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580A83"/>
    <w:multiLevelType w:val="hybridMultilevel"/>
    <w:tmpl w:val="F27E6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083530"/>
    <w:multiLevelType w:val="hybridMultilevel"/>
    <w:tmpl w:val="8368A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FB7413"/>
    <w:multiLevelType w:val="hybridMultilevel"/>
    <w:tmpl w:val="22F69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793EE6"/>
    <w:multiLevelType w:val="hybridMultilevel"/>
    <w:tmpl w:val="6EAC239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986DEE"/>
    <w:multiLevelType w:val="multilevel"/>
    <w:tmpl w:val="36862786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354846"/>
    <w:multiLevelType w:val="hybridMultilevel"/>
    <w:tmpl w:val="C29A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29447C"/>
    <w:multiLevelType w:val="hybridMultilevel"/>
    <w:tmpl w:val="F44A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35"/>
  </w:num>
  <w:num w:numId="4">
    <w:abstractNumId w:val="35"/>
    <w:lvlOverride w:ilvl="0">
      <w:startOverride w:val="1"/>
    </w:lvlOverride>
  </w:num>
  <w:num w:numId="5">
    <w:abstractNumId w:val="12"/>
  </w:num>
  <w:num w:numId="6">
    <w:abstractNumId w:val="28"/>
  </w:num>
  <w:num w:numId="7">
    <w:abstractNumId w:val="14"/>
  </w:num>
  <w:num w:numId="8">
    <w:abstractNumId w:val="17"/>
  </w:num>
  <w:num w:numId="9">
    <w:abstractNumId w:val="5"/>
  </w:num>
  <w:num w:numId="10">
    <w:abstractNumId w:val="31"/>
  </w:num>
  <w:num w:numId="11">
    <w:abstractNumId w:val="33"/>
  </w:num>
  <w:num w:numId="12">
    <w:abstractNumId w:val="22"/>
  </w:num>
  <w:num w:numId="13">
    <w:abstractNumId w:val="18"/>
  </w:num>
  <w:num w:numId="14">
    <w:abstractNumId w:val="10"/>
  </w:num>
  <w:num w:numId="15">
    <w:abstractNumId w:val="6"/>
  </w:num>
  <w:num w:numId="16">
    <w:abstractNumId w:val="25"/>
  </w:num>
  <w:num w:numId="17">
    <w:abstractNumId w:val="36"/>
  </w:num>
  <w:num w:numId="18">
    <w:abstractNumId w:val="11"/>
  </w:num>
  <w:num w:numId="19">
    <w:abstractNumId w:val="1"/>
  </w:num>
  <w:num w:numId="20">
    <w:abstractNumId w:val="23"/>
  </w:num>
  <w:num w:numId="21">
    <w:abstractNumId w:val="21"/>
  </w:num>
  <w:num w:numId="22">
    <w:abstractNumId w:val="15"/>
  </w:num>
  <w:num w:numId="23">
    <w:abstractNumId w:val="4"/>
  </w:num>
  <w:num w:numId="24">
    <w:abstractNumId w:val="19"/>
  </w:num>
  <w:num w:numId="25">
    <w:abstractNumId w:val="13"/>
  </w:num>
  <w:num w:numId="26">
    <w:abstractNumId w:val="29"/>
  </w:num>
  <w:num w:numId="27">
    <w:abstractNumId w:val="38"/>
  </w:num>
  <w:num w:numId="28">
    <w:abstractNumId w:val="2"/>
  </w:num>
  <w:num w:numId="29">
    <w:abstractNumId w:val="24"/>
  </w:num>
  <w:num w:numId="30">
    <w:abstractNumId w:val="30"/>
  </w:num>
  <w:num w:numId="31">
    <w:abstractNumId w:val="16"/>
  </w:num>
  <w:num w:numId="32">
    <w:abstractNumId w:val="7"/>
  </w:num>
  <w:num w:numId="33">
    <w:abstractNumId w:val="3"/>
  </w:num>
  <w:num w:numId="34">
    <w:abstractNumId w:val="32"/>
  </w:num>
  <w:num w:numId="35">
    <w:abstractNumId w:val="9"/>
  </w:num>
  <w:num w:numId="36">
    <w:abstractNumId w:val="27"/>
  </w:num>
  <w:num w:numId="37">
    <w:abstractNumId w:val="37"/>
  </w:num>
  <w:num w:numId="38">
    <w:abstractNumId w:val="8"/>
  </w:num>
  <w:num w:numId="39">
    <w:abstractNumId w:val="20"/>
  </w:num>
  <w:num w:numId="4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isplayBackgroundShape/>
  <w:embedSystemFonts/>
  <w:stylePaneFormatFilter w:val="0000"/>
  <w:defaultTabStop w:val="709"/>
  <w:hyphenationZone w:val="14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04A"/>
    <w:rsid w:val="00001DF7"/>
    <w:rsid w:val="00002A14"/>
    <w:rsid w:val="00004B60"/>
    <w:rsid w:val="0000517E"/>
    <w:rsid w:val="0001595B"/>
    <w:rsid w:val="00015AC1"/>
    <w:rsid w:val="0001625F"/>
    <w:rsid w:val="00017919"/>
    <w:rsid w:val="00024100"/>
    <w:rsid w:val="0002602A"/>
    <w:rsid w:val="00026558"/>
    <w:rsid w:val="00035DC8"/>
    <w:rsid w:val="00043A93"/>
    <w:rsid w:val="00045082"/>
    <w:rsid w:val="00046693"/>
    <w:rsid w:val="000536B7"/>
    <w:rsid w:val="00055C3A"/>
    <w:rsid w:val="00055E5E"/>
    <w:rsid w:val="000649A9"/>
    <w:rsid w:val="00065236"/>
    <w:rsid w:val="0007168C"/>
    <w:rsid w:val="00073B67"/>
    <w:rsid w:val="00081A00"/>
    <w:rsid w:val="00090C14"/>
    <w:rsid w:val="00095819"/>
    <w:rsid w:val="00095A1B"/>
    <w:rsid w:val="00095CAC"/>
    <w:rsid w:val="000A01A9"/>
    <w:rsid w:val="000A0CD1"/>
    <w:rsid w:val="000A27B1"/>
    <w:rsid w:val="000A532F"/>
    <w:rsid w:val="000A54CC"/>
    <w:rsid w:val="000B0682"/>
    <w:rsid w:val="000B40A0"/>
    <w:rsid w:val="000B768F"/>
    <w:rsid w:val="000C0C4C"/>
    <w:rsid w:val="000C380C"/>
    <w:rsid w:val="000C3F5D"/>
    <w:rsid w:val="000C48AE"/>
    <w:rsid w:val="000C4D28"/>
    <w:rsid w:val="000D003A"/>
    <w:rsid w:val="000D1C0A"/>
    <w:rsid w:val="000D2C8B"/>
    <w:rsid w:val="000D486A"/>
    <w:rsid w:val="000D5A90"/>
    <w:rsid w:val="000E13F2"/>
    <w:rsid w:val="000E47BC"/>
    <w:rsid w:val="000E5547"/>
    <w:rsid w:val="000F0077"/>
    <w:rsid w:val="000F2240"/>
    <w:rsid w:val="00103691"/>
    <w:rsid w:val="001046C3"/>
    <w:rsid w:val="00106172"/>
    <w:rsid w:val="0010626C"/>
    <w:rsid w:val="0011588A"/>
    <w:rsid w:val="00115F2F"/>
    <w:rsid w:val="0012027E"/>
    <w:rsid w:val="0012042F"/>
    <w:rsid w:val="0012559B"/>
    <w:rsid w:val="001271B8"/>
    <w:rsid w:val="00132515"/>
    <w:rsid w:val="00135ACA"/>
    <w:rsid w:val="00136136"/>
    <w:rsid w:val="00140200"/>
    <w:rsid w:val="00142CF2"/>
    <w:rsid w:val="0014403F"/>
    <w:rsid w:val="001504D5"/>
    <w:rsid w:val="00160C54"/>
    <w:rsid w:val="00165401"/>
    <w:rsid w:val="00170433"/>
    <w:rsid w:val="0017064F"/>
    <w:rsid w:val="00170947"/>
    <w:rsid w:val="0017108C"/>
    <w:rsid w:val="00175607"/>
    <w:rsid w:val="00177C56"/>
    <w:rsid w:val="00180073"/>
    <w:rsid w:val="00183720"/>
    <w:rsid w:val="00184B84"/>
    <w:rsid w:val="001852E0"/>
    <w:rsid w:val="00186C20"/>
    <w:rsid w:val="00186D2E"/>
    <w:rsid w:val="001874EA"/>
    <w:rsid w:val="001919BD"/>
    <w:rsid w:val="001954F6"/>
    <w:rsid w:val="001964C6"/>
    <w:rsid w:val="001A79FF"/>
    <w:rsid w:val="001B095E"/>
    <w:rsid w:val="001B1522"/>
    <w:rsid w:val="001B2017"/>
    <w:rsid w:val="001B36F2"/>
    <w:rsid w:val="001B4BAC"/>
    <w:rsid w:val="001C1F76"/>
    <w:rsid w:val="001C4FCF"/>
    <w:rsid w:val="001C6075"/>
    <w:rsid w:val="001D0BC3"/>
    <w:rsid w:val="001D1337"/>
    <w:rsid w:val="001D5B57"/>
    <w:rsid w:val="001D6E14"/>
    <w:rsid w:val="001E0EAC"/>
    <w:rsid w:val="001E41A5"/>
    <w:rsid w:val="001E4707"/>
    <w:rsid w:val="001E4EB9"/>
    <w:rsid w:val="001E7240"/>
    <w:rsid w:val="001F11FB"/>
    <w:rsid w:val="001F4CE4"/>
    <w:rsid w:val="001F58E2"/>
    <w:rsid w:val="001F5BAD"/>
    <w:rsid w:val="001F71C1"/>
    <w:rsid w:val="00200D27"/>
    <w:rsid w:val="00201898"/>
    <w:rsid w:val="0020669F"/>
    <w:rsid w:val="00207E4C"/>
    <w:rsid w:val="00207E86"/>
    <w:rsid w:val="00216454"/>
    <w:rsid w:val="00224BA1"/>
    <w:rsid w:val="00232180"/>
    <w:rsid w:val="00232422"/>
    <w:rsid w:val="0023262B"/>
    <w:rsid w:val="00233EAF"/>
    <w:rsid w:val="0023475D"/>
    <w:rsid w:val="00237EB3"/>
    <w:rsid w:val="00243B5B"/>
    <w:rsid w:val="00245A78"/>
    <w:rsid w:val="00251880"/>
    <w:rsid w:val="0025411D"/>
    <w:rsid w:val="002551AF"/>
    <w:rsid w:val="002571D2"/>
    <w:rsid w:val="002612F5"/>
    <w:rsid w:val="00270637"/>
    <w:rsid w:val="00273734"/>
    <w:rsid w:val="00275F86"/>
    <w:rsid w:val="00276343"/>
    <w:rsid w:val="002768FD"/>
    <w:rsid w:val="00280AED"/>
    <w:rsid w:val="00281BEE"/>
    <w:rsid w:val="00283635"/>
    <w:rsid w:val="00286F21"/>
    <w:rsid w:val="00290467"/>
    <w:rsid w:val="002918F5"/>
    <w:rsid w:val="00291D6D"/>
    <w:rsid w:val="00294802"/>
    <w:rsid w:val="002953EB"/>
    <w:rsid w:val="00296DF0"/>
    <w:rsid w:val="002A1BB0"/>
    <w:rsid w:val="002A1D4C"/>
    <w:rsid w:val="002A328B"/>
    <w:rsid w:val="002A3EDA"/>
    <w:rsid w:val="002A569F"/>
    <w:rsid w:val="002C2BF0"/>
    <w:rsid w:val="002D2F61"/>
    <w:rsid w:val="002D385A"/>
    <w:rsid w:val="002D4101"/>
    <w:rsid w:val="002D4499"/>
    <w:rsid w:val="002D52B6"/>
    <w:rsid w:val="002E2076"/>
    <w:rsid w:val="002E2D5A"/>
    <w:rsid w:val="002E4B1E"/>
    <w:rsid w:val="002E57B3"/>
    <w:rsid w:val="002E5BA9"/>
    <w:rsid w:val="002E5EC1"/>
    <w:rsid w:val="002F2D24"/>
    <w:rsid w:val="002F5294"/>
    <w:rsid w:val="002F590F"/>
    <w:rsid w:val="00300C33"/>
    <w:rsid w:val="00305A62"/>
    <w:rsid w:val="00307287"/>
    <w:rsid w:val="00307814"/>
    <w:rsid w:val="00312917"/>
    <w:rsid w:val="0031548E"/>
    <w:rsid w:val="00315CDE"/>
    <w:rsid w:val="00317DD3"/>
    <w:rsid w:val="0032749C"/>
    <w:rsid w:val="00327A07"/>
    <w:rsid w:val="003301D7"/>
    <w:rsid w:val="00331E6F"/>
    <w:rsid w:val="0033259B"/>
    <w:rsid w:val="00335CFB"/>
    <w:rsid w:val="00347EDD"/>
    <w:rsid w:val="00347F15"/>
    <w:rsid w:val="0035129A"/>
    <w:rsid w:val="00351DFF"/>
    <w:rsid w:val="00363024"/>
    <w:rsid w:val="0036372B"/>
    <w:rsid w:val="00364A4A"/>
    <w:rsid w:val="003658E0"/>
    <w:rsid w:val="00367BD0"/>
    <w:rsid w:val="0037149E"/>
    <w:rsid w:val="00373FC9"/>
    <w:rsid w:val="0037561A"/>
    <w:rsid w:val="003767D5"/>
    <w:rsid w:val="0037684B"/>
    <w:rsid w:val="00376FBB"/>
    <w:rsid w:val="00382D27"/>
    <w:rsid w:val="00383432"/>
    <w:rsid w:val="00386981"/>
    <w:rsid w:val="0038757E"/>
    <w:rsid w:val="00387B97"/>
    <w:rsid w:val="00394D96"/>
    <w:rsid w:val="00395659"/>
    <w:rsid w:val="00395D53"/>
    <w:rsid w:val="003A0B89"/>
    <w:rsid w:val="003A133E"/>
    <w:rsid w:val="003A1800"/>
    <w:rsid w:val="003A2BA5"/>
    <w:rsid w:val="003A4F12"/>
    <w:rsid w:val="003A707C"/>
    <w:rsid w:val="003B35EE"/>
    <w:rsid w:val="003B7E00"/>
    <w:rsid w:val="003C7731"/>
    <w:rsid w:val="003C7B55"/>
    <w:rsid w:val="003E15C0"/>
    <w:rsid w:val="003E3AF0"/>
    <w:rsid w:val="003E4428"/>
    <w:rsid w:val="003E49B5"/>
    <w:rsid w:val="003F27B4"/>
    <w:rsid w:val="003F30CB"/>
    <w:rsid w:val="003F404F"/>
    <w:rsid w:val="003F4302"/>
    <w:rsid w:val="003F4B5D"/>
    <w:rsid w:val="003F5174"/>
    <w:rsid w:val="003F6BC3"/>
    <w:rsid w:val="003F7C9D"/>
    <w:rsid w:val="003F7EE5"/>
    <w:rsid w:val="0040241D"/>
    <w:rsid w:val="004035D2"/>
    <w:rsid w:val="00403847"/>
    <w:rsid w:val="00414B35"/>
    <w:rsid w:val="00416FCC"/>
    <w:rsid w:val="00417D78"/>
    <w:rsid w:val="00420125"/>
    <w:rsid w:val="00420742"/>
    <w:rsid w:val="00422F16"/>
    <w:rsid w:val="00430CF4"/>
    <w:rsid w:val="00431492"/>
    <w:rsid w:val="0043270F"/>
    <w:rsid w:val="00432AD1"/>
    <w:rsid w:val="00432ADA"/>
    <w:rsid w:val="00435366"/>
    <w:rsid w:val="00435885"/>
    <w:rsid w:val="0043607E"/>
    <w:rsid w:val="004401DB"/>
    <w:rsid w:val="00443611"/>
    <w:rsid w:val="004445C2"/>
    <w:rsid w:val="00452EC9"/>
    <w:rsid w:val="00461F53"/>
    <w:rsid w:val="00466CA9"/>
    <w:rsid w:val="0047131C"/>
    <w:rsid w:val="00472998"/>
    <w:rsid w:val="00480C4F"/>
    <w:rsid w:val="004843ED"/>
    <w:rsid w:val="004934FD"/>
    <w:rsid w:val="00493C1C"/>
    <w:rsid w:val="004942FF"/>
    <w:rsid w:val="00494683"/>
    <w:rsid w:val="004B7B02"/>
    <w:rsid w:val="004C1E88"/>
    <w:rsid w:val="004C5133"/>
    <w:rsid w:val="004C56A2"/>
    <w:rsid w:val="004C6ADF"/>
    <w:rsid w:val="004D0B1C"/>
    <w:rsid w:val="004D1805"/>
    <w:rsid w:val="004D33D0"/>
    <w:rsid w:val="004D3BE9"/>
    <w:rsid w:val="004D59A4"/>
    <w:rsid w:val="004D7A99"/>
    <w:rsid w:val="004E32AD"/>
    <w:rsid w:val="004E479C"/>
    <w:rsid w:val="004E4B39"/>
    <w:rsid w:val="004F0040"/>
    <w:rsid w:val="004F2158"/>
    <w:rsid w:val="004F2580"/>
    <w:rsid w:val="005044C1"/>
    <w:rsid w:val="00507718"/>
    <w:rsid w:val="0051159B"/>
    <w:rsid w:val="00512D49"/>
    <w:rsid w:val="005175E8"/>
    <w:rsid w:val="00520A17"/>
    <w:rsid w:val="00522489"/>
    <w:rsid w:val="00524A97"/>
    <w:rsid w:val="005260A2"/>
    <w:rsid w:val="00530CCA"/>
    <w:rsid w:val="00531E41"/>
    <w:rsid w:val="00536B63"/>
    <w:rsid w:val="00542CF9"/>
    <w:rsid w:val="00543BF3"/>
    <w:rsid w:val="00544520"/>
    <w:rsid w:val="00545C77"/>
    <w:rsid w:val="005472FA"/>
    <w:rsid w:val="00551DB6"/>
    <w:rsid w:val="005532E6"/>
    <w:rsid w:val="00560871"/>
    <w:rsid w:val="0056091B"/>
    <w:rsid w:val="00561AA2"/>
    <w:rsid w:val="00562548"/>
    <w:rsid w:val="00563A73"/>
    <w:rsid w:val="00564CB5"/>
    <w:rsid w:val="00564CDC"/>
    <w:rsid w:val="0056763C"/>
    <w:rsid w:val="00567912"/>
    <w:rsid w:val="00571795"/>
    <w:rsid w:val="00574788"/>
    <w:rsid w:val="005751D1"/>
    <w:rsid w:val="00577400"/>
    <w:rsid w:val="00584E7E"/>
    <w:rsid w:val="00584F91"/>
    <w:rsid w:val="00585CF2"/>
    <w:rsid w:val="00593E14"/>
    <w:rsid w:val="00597860"/>
    <w:rsid w:val="005A1CC2"/>
    <w:rsid w:val="005A22AC"/>
    <w:rsid w:val="005A22E1"/>
    <w:rsid w:val="005A5C5C"/>
    <w:rsid w:val="005A65F7"/>
    <w:rsid w:val="005B1A95"/>
    <w:rsid w:val="005C1DC6"/>
    <w:rsid w:val="005C3C13"/>
    <w:rsid w:val="005C4282"/>
    <w:rsid w:val="005D2D6F"/>
    <w:rsid w:val="005D5D5D"/>
    <w:rsid w:val="005D797F"/>
    <w:rsid w:val="005E2C1D"/>
    <w:rsid w:val="005F31D1"/>
    <w:rsid w:val="005F33B1"/>
    <w:rsid w:val="005F7B1B"/>
    <w:rsid w:val="00600FB3"/>
    <w:rsid w:val="0060263E"/>
    <w:rsid w:val="0061025F"/>
    <w:rsid w:val="0061106B"/>
    <w:rsid w:val="00612F92"/>
    <w:rsid w:val="00615F24"/>
    <w:rsid w:val="00616695"/>
    <w:rsid w:val="00622588"/>
    <w:rsid w:val="0062296B"/>
    <w:rsid w:val="00624283"/>
    <w:rsid w:val="006246AF"/>
    <w:rsid w:val="00630123"/>
    <w:rsid w:val="00631214"/>
    <w:rsid w:val="00632B8D"/>
    <w:rsid w:val="006331CB"/>
    <w:rsid w:val="006334B1"/>
    <w:rsid w:val="006363EF"/>
    <w:rsid w:val="006417E5"/>
    <w:rsid w:val="00645301"/>
    <w:rsid w:val="00645AE9"/>
    <w:rsid w:val="00645F4D"/>
    <w:rsid w:val="00651CCD"/>
    <w:rsid w:val="0065260B"/>
    <w:rsid w:val="00652AD7"/>
    <w:rsid w:val="006565E9"/>
    <w:rsid w:val="00656DD6"/>
    <w:rsid w:val="00656FD4"/>
    <w:rsid w:val="0065722F"/>
    <w:rsid w:val="00666420"/>
    <w:rsid w:val="00672C84"/>
    <w:rsid w:val="00674C95"/>
    <w:rsid w:val="00682AFA"/>
    <w:rsid w:val="00691C40"/>
    <w:rsid w:val="006942CA"/>
    <w:rsid w:val="006956ED"/>
    <w:rsid w:val="006A7EAF"/>
    <w:rsid w:val="006B0048"/>
    <w:rsid w:val="006C1729"/>
    <w:rsid w:val="006C3848"/>
    <w:rsid w:val="006C606B"/>
    <w:rsid w:val="006D2355"/>
    <w:rsid w:val="006D3508"/>
    <w:rsid w:val="006D38F2"/>
    <w:rsid w:val="006D5D90"/>
    <w:rsid w:val="006E067F"/>
    <w:rsid w:val="006E20C1"/>
    <w:rsid w:val="006E73FB"/>
    <w:rsid w:val="006F10B9"/>
    <w:rsid w:val="006F36C7"/>
    <w:rsid w:val="006F6C8E"/>
    <w:rsid w:val="00704582"/>
    <w:rsid w:val="00711ED0"/>
    <w:rsid w:val="00712991"/>
    <w:rsid w:val="0071412A"/>
    <w:rsid w:val="00722202"/>
    <w:rsid w:val="00722550"/>
    <w:rsid w:val="007239D5"/>
    <w:rsid w:val="0072450B"/>
    <w:rsid w:val="00725D3B"/>
    <w:rsid w:val="00726EF1"/>
    <w:rsid w:val="00730C45"/>
    <w:rsid w:val="00730DE6"/>
    <w:rsid w:val="00731576"/>
    <w:rsid w:val="007378C5"/>
    <w:rsid w:val="0074515E"/>
    <w:rsid w:val="0074625F"/>
    <w:rsid w:val="007534FF"/>
    <w:rsid w:val="00755079"/>
    <w:rsid w:val="0075767A"/>
    <w:rsid w:val="00761E08"/>
    <w:rsid w:val="00762279"/>
    <w:rsid w:val="00762308"/>
    <w:rsid w:val="00762B5B"/>
    <w:rsid w:val="00763209"/>
    <w:rsid w:val="0076369F"/>
    <w:rsid w:val="0077404B"/>
    <w:rsid w:val="007814C0"/>
    <w:rsid w:val="007861C2"/>
    <w:rsid w:val="00786D30"/>
    <w:rsid w:val="007875BD"/>
    <w:rsid w:val="0079043E"/>
    <w:rsid w:val="00791C8F"/>
    <w:rsid w:val="0079424F"/>
    <w:rsid w:val="00796672"/>
    <w:rsid w:val="007972CC"/>
    <w:rsid w:val="007A349C"/>
    <w:rsid w:val="007A3B06"/>
    <w:rsid w:val="007A483C"/>
    <w:rsid w:val="007A490E"/>
    <w:rsid w:val="007B056D"/>
    <w:rsid w:val="007B674A"/>
    <w:rsid w:val="007C3689"/>
    <w:rsid w:val="007C393C"/>
    <w:rsid w:val="007C6367"/>
    <w:rsid w:val="007D3780"/>
    <w:rsid w:val="007D5BC5"/>
    <w:rsid w:val="007E0CD3"/>
    <w:rsid w:val="007E32AE"/>
    <w:rsid w:val="007E3902"/>
    <w:rsid w:val="007F017F"/>
    <w:rsid w:val="007F10FF"/>
    <w:rsid w:val="007F16BA"/>
    <w:rsid w:val="007F39BB"/>
    <w:rsid w:val="007F70F2"/>
    <w:rsid w:val="007F74AB"/>
    <w:rsid w:val="00803ECB"/>
    <w:rsid w:val="00803FA1"/>
    <w:rsid w:val="00810D0F"/>
    <w:rsid w:val="00811B1F"/>
    <w:rsid w:val="00814C84"/>
    <w:rsid w:val="008200E6"/>
    <w:rsid w:val="00820503"/>
    <w:rsid w:val="00820756"/>
    <w:rsid w:val="00821385"/>
    <w:rsid w:val="00824942"/>
    <w:rsid w:val="008251EC"/>
    <w:rsid w:val="00825A93"/>
    <w:rsid w:val="00825D56"/>
    <w:rsid w:val="00826B5F"/>
    <w:rsid w:val="00835B6D"/>
    <w:rsid w:val="00836284"/>
    <w:rsid w:val="008365AC"/>
    <w:rsid w:val="00840008"/>
    <w:rsid w:val="008401A6"/>
    <w:rsid w:val="00842B40"/>
    <w:rsid w:val="00843F19"/>
    <w:rsid w:val="0085204D"/>
    <w:rsid w:val="00854F89"/>
    <w:rsid w:val="0085675A"/>
    <w:rsid w:val="00857ACF"/>
    <w:rsid w:val="00857E60"/>
    <w:rsid w:val="0086218E"/>
    <w:rsid w:val="00862CF9"/>
    <w:rsid w:val="00870064"/>
    <w:rsid w:val="008714E2"/>
    <w:rsid w:val="0087612D"/>
    <w:rsid w:val="00876233"/>
    <w:rsid w:val="00876D48"/>
    <w:rsid w:val="008827BF"/>
    <w:rsid w:val="008855BB"/>
    <w:rsid w:val="00892C1E"/>
    <w:rsid w:val="008A28F1"/>
    <w:rsid w:val="008A6234"/>
    <w:rsid w:val="008B1659"/>
    <w:rsid w:val="008B3871"/>
    <w:rsid w:val="008B4AD1"/>
    <w:rsid w:val="008B7C62"/>
    <w:rsid w:val="008C26AB"/>
    <w:rsid w:val="008C7CC8"/>
    <w:rsid w:val="008D06EE"/>
    <w:rsid w:val="008D2FB6"/>
    <w:rsid w:val="008D3F34"/>
    <w:rsid w:val="008D4475"/>
    <w:rsid w:val="008E14ED"/>
    <w:rsid w:val="008E583A"/>
    <w:rsid w:val="008E64E3"/>
    <w:rsid w:val="008F7879"/>
    <w:rsid w:val="009020B6"/>
    <w:rsid w:val="00902347"/>
    <w:rsid w:val="009026E8"/>
    <w:rsid w:val="00902848"/>
    <w:rsid w:val="00904421"/>
    <w:rsid w:val="00910930"/>
    <w:rsid w:val="00910BB1"/>
    <w:rsid w:val="009173F5"/>
    <w:rsid w:val="00917F0C"/>
    <w:rsid w:val="0093290D"/>
    <w:rsid w:val="00936017"/>
    <w:rsid w:val="00941ED3"/>
    <w:rsid w:val="00942F87"/>
    <w:rsid w:val="00943534"/>
    <w:rsid w:val="00943837"/>
    <w:rsid w:val="00944B0D"/>
    <w:rsid w:val="00945662"/>
    <w:rsid w:val="009505BE"/>
    <w:rsid w:val="0095170D"/>
    <w:rsid w:val="00952877"/>
    <w:rsid w:val="00952A2D"/>
    <w:rsid w:val="009554B0"/>
    <w:rsid w:val="009565DF"/>
    <w:rsid w:val="00956E5D"/>
    <w:rsid w:val="00956FBB"/>
    <w:rsid w:val="00960D61"/>
    <w:rsid w:val="00972D53"/>
    <w:rsid w:val="00972F3D"/>
    <w:rsid w:val="009739CB"/>
    <w:rsid w:val="00980E82"/>
    <w:rsid w:val="00981893"/>
    <w:rsid w:val="00987341"/>
    <w:rsid w:val="009914E5"/>
    <w:rsid w:val="00991715"/>
    <w:rsid w:val="009930A1"/>
    <w:rsid w:val="0099409E"/>
    <w:rsid w:val="009951D7"/>
    <w:rsid w:val="009A0C61"/>
    <w:rsid w:val="009A0F77"/>
    <w:rsid w:val="009A16E2"/>
    <w:rsid w:val="009A7BCE"/>
    <w:rsid w:val="009A7E88"/>
    <w:rsid w:val="009B267B"/>
    <w:rsid w:val="009B4A1F"/>
    <w:rsid w:val="009B7C42"/>
    <w:rsid w:val="009C1998"/>
    <w:rsid w:val="009C3F09"/>
    <w:rsid w:val="009C700D"/>
    <w:rsid w:val="009D0240"/>
    <w:rsid w:val="009D090B"/>
    <w:rsid w:val="009D1EC5"/>
    <w:rsid w:val="009D1FE5"/>
    <w:rsid w:val="009D3300"/>
    <w:rsid w:val="009D5B8D"/>
    <w:rsid w:val="009E793D"/>
    <w:rsid w:val="009F134B"/>
    <w:rsid w:val="009F209F"/>
    <w:rsid w:val="009F767D"/>
    <w:rsid w:val="00A03E11"/>
    <w:rsid w:val="00A05E7E"/>
    <w:rsid w:val="00A07B0E"/>
    <w:rsid w:val="00A10D7B"/>
    <w:rsid w:val="00A11968"/>
    <w:rsid w:val="00A13B1E"/>
    <w:rsid w:val="00A143C1"/>
    <w:rsid w:val="00A15418"/>
    <w:rsid w:val="00A17894"/>
    <w:rsid w:val="00A25416"/>
    <w:rsid w:val="00A2578F"/>
    <w:rsid w:val="00A27768"/>
    <w:rsid w:val="00A30A90"/>
    <w:rsid w:val="00A370E7"/>
    <w:rsid w:val="00A40ED1"/>
    <w:rsid w:val="00A42307"/>
    <w:rsid w:val="00A43006"/>
    <w:rsid w:val="00A475F1"/>
    <w:rsid w:val="00A505E2"/>
    <w:rsid w:val="00A52C50"/>
    <w:rsid w:val="00A5568E"/>
    <w:rsid w:val="00A57F9F"/>
    <w:rsid w:val="00A67D7E"/>
    <w:rsid w:val="00A70129"/>
    <w:rsid w:val="00A70498"/>
    <w:rsid w:val="00A7102E"/>
    <w:rsid w:val="00A72ECD"/>
    <w:rsid w:val="00A736AB"/>
    <w:rsid w:val="00A754CA"/>
    <w:rsid w:val="00A77B14"/>
    <w:rsid w:val="00A82E76"/>
    <w:rsid w:val="00A84BE9"/>
    <w:rsid w:val="00A91236"/>
    <w:rsid w:val="00AA0309"/>
    <w:rsid w:val="00AA0600"/>
    <w:rsid w:val="00AA7F2C"/>
    <w:rsid w:val="00AB104A"/>
    <w:rsid w:val="00AB1C66"/>
    <w:rsid w:val="00AB5F04"/>
    <w:rsid w:val="00AB7573"/>
    <w:rsid w:val="00AC56F8"/>
    <w:rsid w:val="00AC63AA"/>
    <w:rsid w:val="00AD7093"/>
    <w:rsid w:val="00AE2218"/>
    <w:rsid w:val="00AF3988"/>
    <w:rsid w:val="00B02270"/>
    <w:rsid w:val="00B059AD"/>
    <w:rsid w:val="00B079FD"/>
    <w:rsid w:val="00B143AB"/>
    <w:rsid w:val="00B203FD"/>
    <w:rsid w:val="00B22AE1"/>
    <w:rsid w:val="00B265AD"/>
    <w:rsid w:val="00B26829"/>
    <w:rsid w:val="00B46CB1"/>
    <w:rsid w:val="00B53ABC"/>
    <w:rsid w:val="00B55009"/>
    <w:rsid w:val="00B56C60"/>
    <w:rsid w:val="00B62B62"/>
    <w:rsid w:val="00B637BC"/>
    <w:rsid w:val="00B66488"/>
    <w:rsid w:val="00B66E19"/>
    <w:rsid w:val="00B72070"/>
    <w:rsid w:val="00B73320"/>
    <w:rsid w:val="00B736F8"/>
    <w:rsid w:val="00B74505"/>
    <w:rsid w:val="00B84C1D"/>
    <w:rsid w:val="00B90363"/>
    <w:rsid w:val="00B90BDA"/>
    <w:rsid w:val="00B924E9"/>
    <w:rsid w:val="00B92F8C"/>
    <w:rsid w:val="00B940D3"/>
    <w:rsid w:val="00B973E9"/>
    <w:rsid w:val="00BA2DCA"/>
    <w:rsid w:val="00BA3885"/>
    <w:rsid w:val="00BA5A0B"/>
    <w:rsid w:val="00BA5A98"/>
    <w:rsid w:val="00BB116B"/>
    <w:rsid w:val="00BB26C3"/>
    <w:rsid w:val="00BB45B0"/>
    <w:rsid w:val="00BB7764"/>
    <w:rsid w:val="00BC37A7"/>
    <w:rsid w:val="00BC43E1"/>
    <w:rsid w:val="00BC7295"/>
    <w:rsid w:val="00BD7CC6"/>
    <w:rsid w:val="00BE1903"/>
    <w:rsid w:val="00BE2D03"/>
    <w:rsid w:val="00BE48A1"/>
    <w:rsid w:val="00BE5CDA"/>
    <w:rsid w:val="00BE6341"/>
    <w:rsid w:val="00BF040D"/>
    <w:rsid w:val="00BF1400"/>
    <w:rsid w:val="00BF1F7F"/>
    <w:rsid w:val="00C0340E"/>
    <w:rsid w:val="00C07210"/>
    <w:rsid w:val="00C07DC1"/>
    <w:rsid w:val="00C10E3A"/>
    <w:rsid w:val="00C10FA8"/>
    <w:rsid w:val="00C14EA0"/>
    <w:rsid w:val="00C1511B"/>
    <w:rsid w:val="00C24B3F"/>
    <w:rsid w:val="00C254E9"/>
    <w:rsid w:val="00C27E24"/>
    <w:rsid w:val="00C3033D"/>
    <w:rsid w:val="00C30B99"/>
    <w:rsid w:val="00C32280"/>
    <w:rsid w:val="00C32CFA"/>
    <w:rsid w:val="00C47309"/>
    <w:rsid w:val="00C51831"/>
    <w:rsid w:val="00C53A0F"/>
    <w:rsid w:val="00C631C5"/>
    <w:rsid w:val="00C6564F"/>
    <w:rsid w:val="00C661CD"/>
    <w:rsid w:val="00C77FBF"/>
    <w:rsid w:val="00C81001"/>
    <w:rsid w:val="00C8678A"/>
    <w:rsid w:val="00CA0C96"/>
    <w:rsid w:val="00CA4670"/>
    <w:rsid w:val="00CA5930"/>
    <w:rsid w:val="00CB7ADF"/>
    <w:rsid w:val="00CC02B9"/>
    <w:rsid w:val="00CC0CE2"/>
    <w:rsid w:val="00CC3CB4"/>
    <w:rsid w:val="00CC41F3"/>
    <w:rsid w:val="00CC713D"/>
    <w:rsid w:val="00CD0684"/>
    <w:rsid w:val="00CD07B8"/>
    <w:rsid w:val="00CD0E8E"/>
    <w:rsid w:val="00CD32A9"/>
    <w:rsid w:val="00CD44E0"/>
    <w:rsid w:val="00CD4AF7"/>
    <w:rsid w:val="00CD5061"/>
    <w:rsid w:val="00CE10E0"/>
    <w:rsid w:val="00CE4592"/>
    <w:rsid w:val="00CE4B35"/>
    <w:rsid w:val="00CE61C3"/>
    <w:rsid w:val="00CF2360"/>
    <w:rsid w:val="00CF5614"/>
    <w:rsid w:val="00CF6B89"/>
    <w:rsid w:val="00D0332F"/>
    <w:rsid w:val="00D1476E"/>
    <w:rsid w:val="00D16767"/>
    <w:rsid w:val="00D2060B"/>
    <w:rsid w:val="00D223D1"/>
    <w:rsid w:val="00D227B7"/>
    <w:rsid w:val="00D24958"/>
    <w:rsid w:val="00D2502D"/>
    <w:rsid w:val="00D30041"/>
    <w:rsid w:val="00D30B77"/>
    <w:rsid w:val="00D3206F"/>
    <w:rsid w:val="00D3454C"/>
    <w:rsid w:val="00D34E3F"/>
    <w:rsid w:val="00D36506"/>
    <w:rsid w:val="00D45679"/>
    <w:rsid w:val="00D47981"/>
    <w:rsid w:val="00D5249C"/>
    <w:rsid w:val="00D52E60"/>
    <w:rsid w:val="00D54428"/>
    <w:rsid w:val="00D565AB"/>
    <w:rsid w:val="00D56B5F"/>
    <w:rsid w:val="00D61266"/>
    <w:rsid w:val="00D624F4"/>
    <w:rsid w:val="00D70002"/>
    <w:rsid w:val="00D72F1A"/>
    <w:rsid w:val="00D74A09"/>
    <w:rsid w:val="00D76B35"/>
    <w:rsid w:val="00D82159"/>
    <w:rsid w:val="00D85405"/>
    <w:rsid w:val="00D869A7"/>
    <w:rsid w:val="00D929C4"/>
    <w:rsid w:val="00D965D6"/>
    <w:rsid w:val="00D97C1F"/>
    <w:rsid w:val="00DA21F4"/>
    <w:rsid w:val="00DA4324"/>
    <w:rsid w:val="00DA43E0"/>
    <w:rsid w:val="00DA799D"/>
    <w:rsid w:val="00DB0629"/>
    <w:rsid w:val="00DB604A"/>
    <w:rsid w:val="00DC3C8D"/>
    <w:rsid w:val="00DC45B9"/>
    <w:rsid w:val="00DC6B03"/>
    <w:rsid w:val="00DD1432"/>
    <w:rsid w:val="00DE09A8"/>
    <w:rsid w:val="00DE23F3"/>
    <w:rsid w:val="00DE47DF"/>
    <w:rsid w:val="00DE4A21"/>
    <w:rsid w:val="00DE599A"/>
    <w:rsid w:val="00DE5AB5"/>
    <w:rsid w:val="00DE7344"/>
    <w:rsid w:val="00DF17EB"/>
    <w:rsid w:val="00DF4C14"/>
    <w:rsid w:val="00E01649"/>
    <w:rsid w:val="00E0587C"/>
    <w:rsid w:val="00E1023B"/>
    <w:rsid w:val="00E1049D"/>
    <w:rsid w:val="00E142C5"/>
    <w:rsid w:val="00E14980"/>
    <w:rsid w:val="00E20503"/>
    <w:rsid w:val="00E2142F"/>
    <w:rsid w:val="00E23404"/>
    <w:rsid w:val="00E26F7C"/>
    <w:rsid w:val="00E31EF8"/>
    <w:rsid w:val="00E34D80"/>
    <w:rsid w:val="00E40E61"/>
    <w:rsid w:val="00E52037"/>
    <w:rsid w:val="00E521BD"/>
    <w:rsid w:val="00E521CE"/>
    <w:rsid w:val="00E55225"/>
    <w:rsid w:val="00E563CE"/>
    <w:rsid w:val="00E5795C"/>
    <w:rsid w:val="00E6189B"/>
    <w:rsid w:val="00E65CEF"/>
    <w:rsid w:val="00E679F8"/>
    <w:rsid w:val="00E71DEB"/>
    <w:rsid w:val="00E80855"/>
    <w:rsid w:val="00E81709"/>
    <w:rsid w:val="00E82BDB"/>
    <w:rsid w:val="00E83249"/>
    <w:rsid w:val="00E85336"/>
    <w:rsid w:val="00E857B0"/>
    <w:rsid w:val="00E93572"/>
    <w:rsid w:val="00E96A16"/>
    <w:rsid w:val="00E97260"/>
    <w:rsid w:val="00EA1A04"/>
    <w:rsid w:val="00EA4E2F"/>
    <w:rsid w:val="00EB4EDF"/>
    <w:rsid w:val="00EB66F6"/>
    <w:rsid w:val="00EC1453"/>
    <w:rsid w:val="00EC6D9B"/>
    <w:rsid w:val="00ED2129"/>
    <w:rsid w:val="00ED28BB"/>
    <w:rsid w:val="00ED2AE8"/>
    <w:rsid w:val="00ED7384"/>
    <w:rsid w:val="00ED73EE"/>
    <w:rsid w:val="00EE13C5"/>
    <w:rsid w:val="00EE3508"/>
    <w:rsid w:val="00EE754D"/>
    <w:rsid w:val="00EF0A8E"/>
    <w:rsid w:val="00EF21DE"/>
    <w:rsid w:val="00EF3E05"/>
    <w:rsid w:val="00F078BD"/>
    <w:rsid w:val="00F10D17"/>
    <w:rsid w:val="00F1124C"/>
    <w:rsid w:val="00F14CC1"/>
    <w:rsid w:val="00F14F94"/>
    <w:rsid w:val="00F163AD"/>
    <w:rsid w:val="00F2154D"/>
    <w:rsid w:val="00F25FC5"/>
    <w:rsid w:val="00F2670E"/>
    <w:rsid w:val="00F31111"/>
    <w:rsid w:val="00F317D9"/>
    <w:rsid w:val="00F345A0"/>
    <w:rsid w:val="00F34657"/>
    <w:rsid w:val="00F35F36"/>
    <w:rsid w:val="00F42D70"/>
    <w:rsid w:val="00F4394E"/>
    <w:rsid w:val="00F4458B"/>
    <w:rsid w:val="00F51521"/>
    <w:rsid w:val="00F52383"/>
    <w:rsid w:val="00F56C4B"/>
    <w:rsid w:val="00F572D9"/>
    <w:rsid w:val="00F6581F"/>
    <w:rsid w:val="00F73C80"/>
    <w:rsid w:val="00F76BF7"/>
    <w:rsid w:val="00F770FA"/>
    <w:rsid w:val="00F80C07"/>
    <w:rsid w:val="00F85344"/>
    <w:rsid w:val="00F90E19"/>
    <w:rsid w:val="00F91193"/>
    <w:rsid w:val="00F96B28"/>
    <w:rsid w:val="00F97BFC"/>
    <w:rsid w:val="00F97DF2"/>
    <w:rsid w:val="00FA4F0C"/>
    <w:rsid w:val="00FB44D7"/>
    <w:rsid w:val="00FB6AFE"/>
    <w:rsid w:val="00FC3C91"/>
    <w:rsid w:val="00FC54AE"/>
    <w:rsid w:val="00FC69A2"/>
    <w:rsid w:val="00FC7BEB"/>
    <w:rsid w:val="00FE0A63"/>
    <w:rsid w:val="00FE3F5D"/>
    <w:rsid w:val="00FE6EE4"/>
    <w:rsid w:val="00FE6F70"/>
    <w:rsid w:val="00FF1C1F"/>
    <w:rsid w:val="00FF1CF6"/>
    <w:rsid w:val="00FF2DF1"/>
    <w:rsid w:val="00FF35B8"/>
    <w:rsid w:val="00FF361B"/>
    <w:rsid w:val="00FF5821"/>
    <w:rsid w:val="00FF5FA6"/>
    <w:rsid w:val="00FF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F36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Heading1">
    <w:name w:val="heading 1"/>
    <w:basedOn w:val="a"/>
    <w:next w:val="BodyText"/>
    <w:link w:val="Heading1Char"/>
    <w:uiPriority w:val="99"/>
    <w:qFormat/>
    <w:rsid w:val="009D0240"/>
    <w:pPr>
      <w:tabs>
        <w:tab w:val="num" w:pos="0"/>
      </w:tabs>
      <w:ind w:left="432" w:hanging="432"/>
      <w:outlineLvl w:val="0"/>
    </w:pPr>
    <w:rPr>
      <w:rFonts w:cs="Times New Roman"/>
      <w:b/>
      <w:sz w:val="32"/>
      <w:szCs w:val="20"/>
      <w:lang w:bidi="ar-SA"/>
    </w:rPr>
  </w:style>
  <w:style w:type="paragraph" w:styleId="Heading2">
    <w:name w:val="heading 2"/>
    <w:basedOn w:val="a"/>
    <w:next w:val="BodyText"/>
    <w:link w:val="Heading2Char"/>
    <w:uiPriority w:val="99"/>
    <w:qFormat/>
    <w:rsid w:val="009D0240"/>
    <w:pPr>
      <w:tabs>
        <w:tab w:val="num" w:pos="0"/>
      </w:tabs>
      <w:ind w:left="576" w:hanging="576"/>
      <w:outlineLvl w:val="1"/>
    </w:pPr>
    <w:rPr>
      <w:rFonts w:cs="Times New Roman"/>
      <w:b/>
      <w:i/>
      <w:szCs w:val="20"/>
      <w:lang w:bidi="ar-SA"/>
    </w:rPr>
  </w:style>
  <w:style w:type="paragraph" w:styleId="Heading3">
    <w:name w:val="heading 3"/>
    <w:basedOn w:val="a"/>
    <w:next w:val="BodyText"/>
    <w:link w:val="Heading3Char"/>
    <w:uiPriority w:val="99"/>
    <w:qFormat/>
    <w:rsid w:val="009D0240"/>
    <w:pPr>
      <w:tabs>
        <w:tab w:val="num" w:pos="0"/>
      </w:tabs>
      <w:ind w:left="720" w:hanging="720"/>
      <w:outlineLvl w:val="2"/>
    </w:pPr>
    <w:rPr>
      <w:rFonts w:cs="Times New Roman"/>
      <w:b/>
      <w:szCs w:val="20"/>
      <w:lang w:bidi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D0240"/>
    <w:rPr>
      <w:rFonts w:ascii="Arial" w:eastAsia="Microsoft YaHei" w:hAnsi="Arial"/>
      <w:b/>
      <w:kern w:val="1"/>
      <w:sz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D0240"/>
    <w:rPr>
      <w:rFonts w:ascii="Arial" w:eastAsia="Microsoft YaHei" w:hAnsi="Arial"/>
      <w:b/>
      <w:i/>
      <w:kern w:val="1"/>
      <w:sz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D0240"/>
    <w:rPr>
      <w:rFonts w:ascii="Arial" w:eastAsia="Microsoft YaHei" w:hAnsi="Arial"/>
      <w:b/>
      <w:kern w:val="1"/>
      <w:sz w:val="28"/>
      <w:lang w:eastAsia="zh-CN"/>
    </w:rPr>
  </w:style>
  <w:style w:type="character" w:customStyle="1" w:styleId="WW8Num1z0">
    <w:name w:val="WW8Num1z0"/>
    <w:uiPriority w:val="99"/>
    <w:rsid w:val="009D0240"/>
  </w:style>
  <w:style w:type="character" w:customStyle="1" w:styleId="WW8Num1z1">
    <w:name w:val="WW8Num1z1"/>
    <w:uiPriority w:val="99"/>
    <w:rsid w:val="009D0240"/>
  </w:style>
  <w:style w:type="character" w:customStyle="1" w:styleId="WW8Num1z2">
    <w:name w:val="WW8Num1z2"/>
    <w:uiPriority w:val="99"/>
    <w:rsid w:val="009D0240"/>
  </w:style>
  <w:style w:type="character" w:customStyle="1" w:styleId="WW8Num1z3">
    <w:name w:val="WW8Num1z3"/>
    <w:uiPriority w:val="99"/>
    <w:rsid w:val="009D0240"/>
  </w:style>
  <w:style w:type="character" w:customStyle="1" w:styleId="WW8Num1z4">
    <w:name w:val="WW8Num1z4"/>
    <w:uiPriority w:val="99"/>
    <w:rsid w:val="009D0240"/>
  </w:style>
  <w:style w:type="character" w:customStyle="1" w:styleId="WW8Num1z5">
    <w:name w:val="WW8Num1z5"/>
    <w:uiPriority w:val="99"/>
    <w:rsid w:val="009D0240"/>
  </w:style>
  <w:style w:type="character" w:customStyle="1" w:styleId="WW8Num1z6">
    <w:name w:val="WW8Num1z6"/>
    <w:uiPriority w:val="99"/>
    <w:rsid w:val="009D0240"/>
  </w:style>
  <w:style w:type="character" w:customStyle="1" w:styleId="WW8Num1z7">
    <w:name w:val="WW8Num1z7"/>
    <w:uiPriority w:val="99"/>
    <w:rsid w:val="009D0240"/>
  </w:style>
  <w:style w:type="character" w:customStyle="1" w:styleId="WW8Num1z8">
    <w:name w:val="WW8Num1z8"/>
    <w:uiPriority w:val="99"/>
    <w:rsid w:val="009D0240"/>
  </w:style>
  <w:style w:type="character" w:customStyle="1" w:styleId="DefaultParagraphFont1">
    <w:name w:val="Default Paragraph Font1"/>
    <w:uiPriority w:val="99"/>
    <w:rsid w:val="009D0240"/>
  </w:style>
  <w:style w:type="character" w:styleId="FootnoteReference">
    <w:name w:val="footnote reference"/>
    <w:basedOn w:val="DefaultParagraphFont"/>
    <w:uiPriority w:val="99"/>
    <w:rsid w:val="009D0240"/>
    <w:rPr>
      <w:rFonts w:cs="Times New Roman"/>
      <w:vertAlign w:val="superscript"/>
    </w:rPr>
  </w:style>
  <w:style w:type="character" w:customStyle="1" w:styleId="a0">
    <w:name w:val="Символ сноски"/>
    <w:uiPriority w:val="99"/>
    <w:rsid w:val="009D0240"/>
  </w:style>
  <w:style w:type="character" w:customStyle="1" w:styleId="a1">
    <w:name w:val="Символы концевой сноски"/>
    <w:uiPriority w:val="99"/>
    <w:rsid w:val="009D0240"/>
    <w:rPr>
      <w:vertAlign w:val="superscript"/>
    </w:rPr>
  </w:style>
  <w:style w:type="character" w:customStyle="1" w:styleId="WW-">
    <w:name w:val="WW-Символы концевой сноски"/>
    <w:uiPriority w:val="99"/>
    <w:rsid w:val="009D0240"/>
  </w:style>
  <w:style w:type="character" w:styleId="EndnoteReference">
    <w:name w:val="endnote reference"/>
    <w:basedOn w:val="DefaultParagraphFont"/>
    <w:uiPriority w:val="99"/>
    <w:rsid w:val="009D0240"/>
    <w:rPr>
      <w:rFonts w:cs="Times New Roman"/>
      <w:vertAlign w:val="superscript"/>
    </w:rPr>
  </w:style>
  <w:style w:type="character" w:customStyle="1" w:styleId="3">
    <w:name w:val="Знак сноски3"/>
    <w:uiPriority w:val="99"/>
    <w:rsid w:val="009D0240"/>
    <w:rPr>
      <w:vertAlign w:val="superscript"/>
    </w:rPr>
  </w:style>
  <w:style w:type="character" w:customStyle="1" w:styleId="2">
    <w:name w:val="Знак сноски2"/>
    <w:uiPriority w:val="99"/>
    <w:rsid w:val="009D0240"/>
    <w:rPr>
      <w:vertAlign w:val="superscript"/>
    </w:rPr>
  </w:style>
  <w:style w:type="character" w:customStyle="1" w:styleId="1">
    <w:name w:val="Знак сноски1"/>
    <w:uiPriority w:val="99"/>
    <w:rsid w:val="009D0240"/>
    <w:rPr>
      <w:vertAlign w:val="superscript"/>
    </w:rPr>
  </w:style>
  <w:style w:type="character" w:customStyle="1" w:styleId="WW8Num17z0">
    <w:name w:val="WW8Num17z0"/>
    <w:uiPriority w:val="99"/>
    <w:rsid w:val="009D0240"/>
    <w:rPr>
      <w:rFonts w:ascii="Symbol" w:hAnsi="Symbol"/>
      <w:color w:val="00000A"/>
      <w:kern w:val="1"/>
      <w:sz w:val="28"/>
    </w:rPr>
  </w:style>
  <w:style w:type="character" w:customStyle="1" w:styleId="WW8Num38z0">
    <w:name w:val="WW8Num38z0"/>
    <w:uiPriority w:val="99"/>
    <w:rsid w:val="009D0240"/>
    <w:rPr>
      <w:rFonts w:ascii="Symbol" w:hAnsi="Symbol"/>
      <w:color w:val="auto"/>
      <w:kern w:val="1"/>
      <w:sz w:val="28"/>
    </w:rPr>
  </w:style>
  <w:style w:type="character" w:customStyle="1" w:styleId="WW8Num38z1">
    <w:name w:val="WW8Num38z1"/>
    <w:uiPriority w:val="99"/>
    <w:rsid w:val="009D0240"/>
    <w:rPr>
      <w:rFonts w:ascii="Courier New" w:hAnsi="Courier New"/>
    </w:rPr>
  </w:style>
  <w:style w:type="character" w:customStyle="1" w:styleId="WW8Num38z2">
    <w:name w:val="WW8Num38z2"/>
    <w:uiPriority w:val="99"/>
    <w:rsid w:val="009D0240"/>
    <w:rPr>
      <w:rFonts w:ascii="Wingdings" w:hAnsi="Wingdings"/>
    </w:rPr>
  </w:style>
  <w:style w:type="character" w:customStyle="1" w:styleId="WW8Num35z0">
    <w:name w:val="WW8Num35z0"/>
    <w:uiPriority w:val="99"/>
    <w:rsid w:val="009D0240"/>
    <w:rPr>
      <w:rFonts w:ascii="Times New Roman" w:hAnsi="Times New Roman"/>
      <w:color w:val="auto"/>
      <w:sz w:val="28"/>
    </w:rPr>
  </w:style>
  <w:style w:type="character" w:customStyle="1" w:styleId="WW8Num35z1">
    <w:name w:val="WW8Num35z1"/>
    <w:uiPriority w:val="99"/>
    <w:rsid w:val="009D0240"/>
    <w:rPr>
      <w:rFonts w:ascii="Courier New" w:hAnsi="Courier New"/>
    </w:rPr>
  </w:style>
  <w:style w:type="character" w:customStyle="1" w:styleId="WW8Num39z0">
    <w:name w:val="WW8Num39z0"/>
    <w:uiPriority w:val="99"/>
    <w:rsid w:val="009D0240"/>
    <w:rPr>
      <w:rFonts w:ascii="Symbol" w:hAnsi="Symbol"/>
      <w:color w:val="auto"/>
      <w:sz w:val="28"/>
    </w:rPr>
  </w:style>
  <w:style w:type="character" w:customStyle="1" w:styleId="WW8Num39z1">
    <w:name w:val="WW8Num39z1"/>
    <w:uiPriority w:val="99"/>
    <w:rsid w:val="009D0240"/>
    <w:rPr>
      <w:rFonts w:ascii="Courier New" w:hAnsi="Courier New"/>
    </w:rPr>
  </w:style>
  <w:style w:type="character" w:customStyle="1" w:styleId="WW8Num39z2">
    <w:name w:val="WW8Num39z2"/>
    <w:uiPriority w:val="99"/>
    <w:rsid w:val="009D0240"/>
    <w:rPr>
      <w:rFonts w:ascii="Wingdings" w:hAnsi="Wingdings"/>
    </w:rPr>
  </w:style>
  <w:style w:type="character" w:customStyle="1" w:styleId="WW8Num40z0">
    <w:name w:val="WW8Num40z0"/>
    <w:uiPriority w:val="99"/>
    <w:rsid w:val="009D0240"/>
    <w:rPr>
      <w:rFonts w:ascii="Symbol" w:hAnsi="Symbol"/>
      <w:color w:val="auto"/>
      <w:sz w:val="28"/>
    </w:rPr>
  </w:style>
  <w:style w:type="character" w:customStyle="1" w:styleId="WW8Num40z1">
    <w:name w:val="WW8Num40z1"/>
    <w:uiPriority w:val="99"/>
    <w:rsid w:val="009D0240"/>
    <w:rPr>
      <w:rFonts w:ascii="Courier New" w:hAnsi="Courier New"/>
    </w:rPr>
  </w:style>
  <w:style w:type="character" w:customStyle="1" w:styleId="WW8Num40z2">
    <w:name w:val="WW8Num40z2"/>
    <w:uiPriority w:val="99"/>
    <w:rsid w:val="009D0240"/>
    <w:rPr>
      <w:rFonts w:ascii="Wingdings" w:hAnsi="Wingdings"/>
    </w:rPr>
  </w:style>
  <w:style w:type="paragraph" w:customStyle="1" w:styleId="a">
    <w:name w:val="Заголовок"/>
    <w:basedOn w:val="Normal"/>
    <w:next w:val="BodyText"/>
    <w:uiPriority w:val="99"/>
    <w:rsid w:val="009D024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D0240"/>
    <w:pPr>
      <w:spacing w:after="120"/>
    </w:pPr>
    <w:rPr>
      <w:rFonts w:cs="Times New Roman"/>
      <w:sz w:val="21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D0240"/>
    <w:rPr>
      <w:rFonts w:eastAsia="SimSun"/>
      <w:kern w:val="1"/>
      <w:sz w:val="21"/>
      <w:lang w:eastAsia="zh-CN"/>
    </w:rPr>
  </w:style>
  <w:style w:type="paragraph" w:styleId="List">
    <w:name w:val="List"/>
    <w:basedOn w:val="BodyText"/>
    <w:uiPriority w:val="99"/>
    <w:rsid w:val="009D0240"/>
  </w:style>
  <w:style w:type="paragraph" w:styleId="Caption">
    <w:name w:val="caption"/>
    <w:basedOn w:val="Normal"/>
    <w:uiPriority w:val="99"/>
    <w:qFormat/>
    <w:rsid w:val="009D0240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9D0240"/>
    <w:pPr>
      <w:suppressLineNumbers/>
    </w:pPr>
  </w:style>
  <w:style w:type="paragraph" w:styleId="FootnoteText">
    <w:name w:val="footnote text"/>
    <w:aliases w:val="Знак,Основной текст с отступом1,Основной текст с отступом11"/>
    <w:basedOn w:val="Normal"/>
    <w:link w:val="FootnoteTextChar"/>
    <w:uiPriority w:val="99"/>
    <w:rsid w:val="009D0240"/>
    <w:pPr>
      <w:suppressLineNumbers/>
      <w:ind w:left="339" w:hanging="339"/>
    </w:pPr>
    <w:rPr>
      <w:rFonts w:cs="Times New Roman"/>
      <w:sz w:val="20"/>
      <w:szCs w:val="20"/>
      <w:lang w:bidi="ar-SA"/>
    </w:rPr>
  </w:style>
  <w:style w:type="character" w:customStyle="1" w:styleId="FootnoteTextChar">
    <w:name w:val="Footnote Text Char"/>
    <w:aliases w:val="Знак Char,Основной текст с отступом1 Char,Основной текст с отступом11 Char"/>
    <w:basedOn w:val="DefaultParagraphFont"/>
    <w:link w:val="FootnoteText"/>
    <w:uiPriority w:val="99"/>
    <w:locked/>
    <w:rsid w:val="00422F16"/>
    <w:rPr>
      <w:rFonts w:eastAsia="SimSun"/>
      <w:kern w:val="1"/>
      <w:lang w:eastAsia="zh-CN"/>
    </w:rPr>
  </w:style>
  <w:style w:type="paragraph" w:customStyle="1" w:styleId="Standard">
    <w:name w:val="Standard"/>
    <w:link w:val="Standard1"/>
    <w:uiPriority w:val="99"/>
    <w:rsid w:val="009D0240"/>
    <w:pPr>
      <w:suppressAutoHyphens/>
      <w:spacing w:line="360" w:lineRule="auto"/>
      <w:ind w:firstLine="709"/>
      <w:jc w:val="both"/>
      <w:textAlignment w:val="baseline"/>
    </w:pPr>
    <w:rPr>
      <w:rFonts w:eastAsia="SimSun"/>
      <w:kern w:val="1"/>
      <w:sz w:val="28"/>
      <w:szCs w:val="28"/>
      <w:lang w:eastAsia="zh-CN"/>
    </w:rPr>
  </w:style>
  <w:style w:type="paragraph" w:styleId="NormalWeb">
    <w:name w:val="Normal (Web)"/>
    <w:basedOn w:val="Standard"/>
    <w:uiPriority w:val="99"/>
    <w:rsid w:val="009D0240"/>
    <w:pPr>
      <w:spacing w:before="130" w:after="130"/>
    </w:pPr>
    <w:rPr>
      <w:caps/>
      <w:sz w:val="24"/>
      <w:szCs w:val="24"/>
    </w:rPr>
  </w:style>
  <w:style w:type="paragraph" w:customStyle="1" w:styleId="ConsPlusNormal">
    <w:name w:val="ConsPlusNormal"/>
    <w:uiPriority w:val="99"/>
    <w:rsid w:val="009D0240"/>
    <w:pPr>
      <w:widowControl w:val="0"/>
      <w:suppressAutoHyphens/>
      <w:spacing w:line="360" w:lineRule="auto"/>
      <w:ind w:firstLine="709"/>
      <w:jc w:val="both"/>
      <w:textAlignment w:val="baseline"/>
    </w:pPr>
    <w:rPr>
      <w:rFonts w:ascii="Arial" w:eastAsia="SimSun" w:hAnsi="Arial" w:cs="Arial"/>
      <w:kern w:val="1"/>
      <w:sz w:val="28"/>
      <w:szCs w:val="28"/>
      <w:lang w:eastAsia="zh-CN"/>
    </w:rPr>
  </w:style>
  <w:style w:type="paragraph" w:customStyle="1" w:styleId="ListParagraph2">
    <w:name w:val="List Paragraph2"/>
    <w:basedOn w:val="Normal"/>
    <w:uiPriority w:val="99"/>
    <w:rsid w:val="009D0240"/>
    <w:pPr>
      <w:spacing w:line="360" w:lineRule="auto"/>
      <w:ind w:left="720"/>
    </w:pPr>
  </w:style>
  <w:style w:type="paragraph" w:customStyle="1" w:styleId="14TexstOSNOVA1012">
    <w:name w:val="14TexstOSNOVA_10/12"/>
    <w:basedOn w:val="Standard"/>
    <w:uiPriority w:val="99"/>
    <w:rsid w:val="009D0240"/>
    <w:pPr>
      <w:spacing w:line="240" w:lineRule="atLeast"/>
      <w:ind w:firstLine="340"/>
    </w:pPr>
    <w:rPr>
      <w:rFonts w:ascii="PragmaticaC" w:hAnsi="PragmaticaC" w:cs="PragmaticaC"/>
      <w:caps/>
      <w:color w:val="000000"/>
      <w:sz w:val="20"/>
      <w:szCs w:val="20"/>
    </w:rPr>
  </w:style>
  <w:style w:type="paragraph" w:customStyle="1" w:styleId="11">
    <w:name w:val="Цитата1"/>
    <w:basedOn w:val="Normal"/>
    <w:uiPriority w:val="99"/>
    <w:rsid w:val="009D0240"/>
    <w:pPr>
      <w:spacing w:after="283"/>
      <w:ind w:left="567" w:right="567"/>
    </w:pPr>
  </w:style>
  <w:style w:type="paragraph" w:styleId="Title">
    <w:name w:val="Title"/>
    <w:basedOn w:val="a"/>
    <w:next w:val="BodyText"/>
    <w:link w:val="TitleChar"/>
    <w:uiPriority w:val="99"/>
    <w:qFormat/>
    <w:rsid w:val="009D0240"/>
    <w:pPr>
      <w:jc w:val="center"/>
    </w:pPr>
    <w:rPr>
      <w:rFonts w:ascii="Cambria" w:eastAsia="Times New Roman" w:hAnsi="Cambria" w:cs="Times New Roman"/>
      <w:b/>
      <w:kern w:val="28"/>
      <w:sz w:val="29"/>
      <w:szCs w:val="20"/>
      <w:lang w:bidi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9D0240"/>
    <w:rPr>
      <w:rFonts w:ascii="Cambria" w:hAnsi="Cambria"/>
      <w:b/>
      <w:kern w:val="28"/>
      <w:sz w:val="29"/>
      <w:lang w:eastAsia="zh-CN"/>
    </w:rPr>
  </w:style>
  <w:style w:type="paragraph" w:styleId="Subtitle">
    <w:name w:val="Subtitle"/>
    <w:basedOn w:val="a"/>
    <w:next w:val="BodyText"/>
    <w:link w:val="SubtitleChar"/>
    <w:uiPriority w:val="99"/>
    <w:qFormat/>
    <w:rsid w:val="009D0240"/>
    <w:pPr>
      <w:jc w:val="center"/>
    </w:pPr>
    <w:rPr>
      <w:rFonts w:ascii="Cambria" w:eastAsia="Times New Roman" w:hAnsi="Cambria" w:cs="Times New Roman"/>
      <w:sz w:val="21"/>
      <w:szCs w:val="20"/>
      <w:lang w:bidi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D0240"/>
    <w:rPr>
      <w:rFonts w:ascii="Cambria" w:hAnsi="Cambria"/>
      <w:kern w:val="1"/>
      <w:sz w:val="21"/>
      <w:lang w:eastAsia="zh-CN"/>
    </w:rPr>
  </w:style>
  <w:style w:type="paragraph" w:customStyle="1" w:styleId="30Snoska">
    <w:name w:val="30Snoska"/>
    <w:basedOn w:val="Normal"/>
    <w:uiPriority w:val="99"/>
    <w:rsid w:val="009D0240"/>
    <w:pPr>
      <w:autoSpaceDE w:val="0"/>
      <w:spacing w:line="180" w:lineRule="atLeast"/>
      <w:jc w:val="both"/>
      <w:textAlignment w:val="center"/>
    </w:pPr>
    <w:rPr>
      <w:rFonts w:ascii="PragmaticaC" w:hAnsi="PragmaticaC" w:cs="PragmaticaC"/>
      <w:color w:val="000000"/>
      <w:sz w:val="16"/>
      <w:szCs w:val="16"/>
    </w:rPr>
  </w:style>
  <w:style w:type="paragraph" w:styleId="ListParagraph">
    <w:name w:val="List Paragraph"/>
    <w:basedOn w:val="Normal"/>
    <w:uiPriority w:val="99"/>
    <w:qFormat/>
    <w:rsid w:val="009D0240"/>
    <w:pPr>
      <w:spacing w:line="360" w:lineRule="auto"/>
      <w:ind w:left="720"/>
    </w:pPr>
    <w:rPr>
      <w:caps/>
    </w:rPr>
  </w:style>
  <w:style w:type="paragraph" w:customStyle="1" w:styleId="18TexstSPISOK1">
    <w:name w:val="18TexstSPISOK_1"/>
    <w:basedOn w:val="Normal"/>
    <w:uiPriority w:val="99"/>
    <w:rsid w:val="009D0240"/>
    <w:pPr>
      <w:autoSpaceDE w:val="0"/>
      <w:spacing w:line="240" w:lineRule="atLeast"/>
      <w:ind w:left="640" w:hanging="300"/>
      <w:jc w:val="both"/>
      <w:textAlignment w:val="center"/>
    </w:pPr>
    <w:rPr>
      <w:rFonts w:ascii="PragmaticaC" w:hAnsi="PragmaticaC" w:cs="PragmaticaC"/>
      <w:color w:val="000000"/>
      <w:sz w:val="20"/>
      <w:szCs w:val="20"/>
    </w:rPr>
  </w:style>
  <w:style w:type="paragraph" w:customStyle="1" w:styleId="Default">
    <w:name w:val="Default"/>
    <w:uiPriority w:val="99"/>
    <w:rsid w:val="009D024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p4">
    <w:name w:val="p4"/>
    <w:basedOn w:val="Standard"/>
    <w:uiPriority w:val="99"/>
    <w:rsid w:val="00952877"/>
    <w:pPr>
      <w:autoSpaceDN w:val="0"/>
      <w:spacing w:before="28" w:after="100"/>
    </w:pPr>
    <w:rPr>
      <w:kern w:val="3"/>
      <w:sz w:val="24"/>
      <w:szCs w:val="24"/>
      <w:lang w:eastAsia="ru-RU"/>
    </w:rPr>
  </w:style>
  <w:style w:type="character" w:customStyle="1" w:styleId="s1">
    <w:name w:val="s1"/>
    <w:uiPriority w:val="99"/>
    <w:rsid w:val="00952877"/>
  </w:style>
  <w:style w:type="character" w:styleId="CommentReference">
    <w:name w:val="annotation reference"/>
    <w:basedOn w:val="DefaultParagraphFont"/>
    <w:uiPriority w:val="99"/>
    <w:semiHidden/>
    <w:rsid w:val="00C8678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8678A"/>
    <w:rPr>
      <w:rFonts w:cs="Times New Roman"/>
      <w:sz w:val="18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8678A"/>
    <w:rPr>
      <w:rFonts w:eastAsia="SimSun"/>
      <w:kern w:val="1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678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8678A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C8678A"/>
    <w:rPr>
      <w:rFonts w:ascii="Tahoma" w:hAnsi="Tahoma" w:cs="Times New Roman"/>
      <w:sz w:val="14"/>
      <w:szCs w:val="20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678A"/>
    <w:rPr>
      <w:rFonts w:ascii="Tahoma" w:eastAsia="SimSun" w:hAnsi="Tahoma"/>
      <w:kern w:val="1"/>
      <w:sz w:val="14"/>
      <w:lang w:eastAsia="zh-CN"/>
    </w:rPr>
  </w:style>
  <w:style w:type="paragraph" w:styleId="Header">
    <w:name w:val="header"/>
    <w:basedOn w:val="Normal"/>
    <w:link w:val="HeaderChar"/>
    <w:uiPriority w:val="99"/>
    <w:rsid w:val="003F4302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F4302"/>
    <w:rPr>
      <w:rFonts w:eastAsia="SimSun"/>
      <w:kern w:val="1"/>
      <w:sz w:val="21"/>
      <w:lang w:eastAsia="zh-CN"/>
    </w:rPr>
  </w:style>
  <w:style w:type="paragraph" w:styleId="Footer">
    <w:name w:val="footer"/>
    <w:basedOn w:val="Normal"/>
    <w:link w:val="FooterChar"/>
    <w:uiPriority w:val="99"/>
    <w:rsid w:val="003F4302"/>
    <w:pPr>
      <w:tabs>
        <w:tab w:val="center" w:pos="4677"/>
        <w:tab w:val="right" w:pos="9355"/>
      </w:tabs>
    </w:pPr>
    <w:rPr>
      <w:rFonts w:cs="Times New Roman"/>
      <w:sz w:val="21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F4302"/>
    <w:rPr>
      <w:rFonts w:eastAsia="SimSun"/>
      <w:kern w:val="1"/>
      <w:sz w:val="21"/>
      <w:lang w:eastAsia="zh-CN"/>
    </w:rPr>
  </w:style>
  <w:style w:type="paragraph" w:styleId="NoSpacing">
    <w:name w:val="No Spacing"/>
    <w:uiPriority w:val="99"/>
    <w:qFormat/>
    <w:rsid w:val="0075767A"/>
    <w:pPr>
      <w:suppressAutoHyphens/>
      <w:autoSpaceDN w:val="0"/>
      <w:spacing w:line="360" w:lineRule="auto"/>
      <w:ind w:firstLine="709"/>
      <w:jc w:val="both"/>
      <w:textAlignment w:val="baseline"/>
    </w:pPr>
    <w:rPr>
      <w:rFonts w:ascii="Calibri" w:eastAsia="SimSun" w:hAnsi="Calibri"/>
      <w:kern w:val="3"/>
      <w:lang w:eastAsia="en-US"/>
    </w:rPr>
  </w:style>
  <w:style w:type="paragraph" w:customStyle="1" w:styleId="ListParagraph1">
    <w:name w:val="List Paragraph1"/>
    <w:basedOn w:val="Normal"/>
    <w:uiPriority w:val="99"/>
    <w:rsid w:val="0075767A"/>
    <w:pPr>
      <w:widowControl/>
      <w:suppressAutoHyphens w:val="0"/>
      <w:spacing w:after="200" w:line="276" w:lineRule="auto"/>
      <w:ind w:left="720" w:firstLine="709"/>
      <w:jc w:val="both"/>
    </w:pPr>
    <w:rPr>
      <w:rFonts w:ascii="Calibri" w:hAnsi="Calibri" w:cs="Times New Roman"/>
      <w:kern w:val="0"/>
      <w:sz w:val="22"/>
      <w:szCs w:val="22"/>
      <w:lang w:eastAsia="en-US" w:bidi="ar-SA"/>
    </w:rPr>
  </w:style>
  <w:style w:type="character" w:customStyle="1" w:styleId="a2">
    <w:name w:val="Привязка сноски"/>
    <w:uiPriority w:val="99"/>
    <w:rsid w:val="00422F16"/>
    <w:rPr>
      <w:vertAlign w:val="superscript"/>
    </w:rPr>
  </w:style>
  <w:style w:type="paragraph" w:customStyle="1" w:styleId="western">
    <w:name w:val="western"/>
    <w:basedOn w:val="Standard"/>
    <w:uiPriority w:val="99"/>
    <w:rsid w:val="00520A17"/>
    <w:pPr>
      <w:autoSpaceDN w:val="0"/>
      <w:spacing w:before="28" w:after="100"/>
    </w:pPr>
    <w:rPr>
      <w:kern w:val="3"/>
      <w:sz w:val="24"/>
      <w:szCs w:val="24"/>
      <w:lang w:eastAsia="ru-RU"/>
    </w:rPr>
  </w:style>
  <w:style w:type="character" w:customStyle="1" w:styleId="12">
    <w:name w:val="Текст сноски Знак1"/>
    <w:uiPriority w:val="99"/>
    <w:semiHidden/>
    <w:locked/>
    <w:rsid w:val="006A7EAF"/>
    <w:rPr>
      <w:rFonts w:ascii="Times New Roman" w:eastAsia="SimSun" w:hAnsi="Times New Roman"/>
      <w:caps/>
      <w:kern w:val="3"/>
      <w:sz w:val="20"/>
      <w:lang w:eastAsia="ru-RU"/>
    </w:rPr>
  </w:style>
  <w:style w:type="paragraph" w:customStyle="1" w:styleId="Footnote">
    <w:name w:val="Footnote"/>
    <w:basedOn w:val="Standard"/>
    <w:uiPriority w:val="99"/>
    <w:rsid w:val="006A7EAF"/>
    <w:pPr>
      <w:suppressLineNumbers/>
      <w:autoSpaceDN w:val="0"/>
      <w:ind w:left="283" w:hanging="283"/>
    </w:pPr>
    <w:rPr>
      <w:kern w:val="3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57740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Верхний колонтитул Знак1"/>
    <w:uiPriority w:val="99"/>
    <w:locked/>
    <w:rsid w:val="00577400"/>
    <w:rPr>
      <w:rFonts w:ascii="Calibri" w:eastAsia="SimSun" w:hAnsi="Calibri"/>
      <w:kern w:val="3"/>
    </w:rPr>
  </w:style>
  <w:style w:type="paragraph" w:customStyle="1" w:styleId="Textbody">
    <w:name w:val="Text body"/>
    <w:basedOn w:val="Standard"/>
    <w:uiPriority w:val="99"/>
    <w:rsid w:val="00136136"/>
    <w:pPr>
      <w:autoSpaceDN w:val="0"/>
    </w:pPr>
    <w:rPr>
      <w:kern w:val="3"/>
      <w:sz w:val="24"/>
      <w:szCs w:val="20"/>
      <w:lang w:eastAsia="ar-SA"/>
    </w:rPr>
  </w:style>
  <w:style w:type="paragraph" w:customStyle="1" w:styleId="p2">
    <w:name w:val="p2"/>
    <w:basedOn w:val="Standard"/>
    <w:uiPriority w:val="99"/>
    <w:rsid w:val="00E23404"/>
    <w:pPr>
      <w:autoSpaceDN w:val="0"/>
      <w:spacing w:before="28" w:after="100"/>
    </w:pPr>
    <w:rPr>
      <w:kern w:val="3"/>
      <w:sz w:val="24"/>
      <w:szCs w:val="24"/>
      <w:lang w:eastAsia="ru-RU"/>
    </w:rPr>
  </w:style>
  <w:style w:type="character" w:customStyle="1" w:styleId="s2">
    <w:name w:val="s2"/>
    <w:uiPriority w:val="99"/>
    <w:rsid w:val="00E23404"/>
  </w:style>
  <w:style w:type="character" w:customStyle="1" w:styleId="Standard1">
    <w:name w:val="Standard Знак1"/>
    <w:link w:val="Standard"/>
    <w:uiPriority w:val="99"/>
    <w:locked/>
    <w:rsid w:val="00F85344"/>
    <w:rPr>
      <w:rFonts w:eastAsia="SimSun"/>
      <w:kern w:val="1"/>
      <w:sz w:val="28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730C45"/>
    <w:rPr>
      <w:sz w:val="20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30C45"/>
    <w:rPr>
      <w:rFonts w:eastAsia="SimSun" w:cs="Mangal"/>
      <w:kern w:val="1"/>
      <w:sz w:val="18"/>
      <w:szCs w:val="18"/>
      <w:lang w:eastAsia="zh-CN" w:bidi="hi-IN"/>
    </w:rPr>
  </w:style>
  <w:style w:type="numbering" w:customStyle="1" w:styleId="WWNum12">
    <w:name w:val="WWNum12"/>
    <w:rsid w:val="001438C1"/>
    <w:pPr>
      <w:numPr>
        <w:numId w:val="5"/>
      </w:numPr>
    </w:pPr>
  </w:style>
  <w:style w:type="numbering" w:customStyle="1" w:styleId="WWNum3">
    <w:name w:val="WWNum3"/>
    <w:rsid w:val="001438C1"/>
    <w:pPr>
      <w:numPr>
        <w:numId w:val="7"/>
      </w:numPr>
    </w:pPr>
  </w:style>
  <w:style w:type="numbering" w:customStyle="1" w:styleId="WWNum9">
    <w:name w:val="WWNum9"/>
    <w:rsid w:val="001438C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93EEDD75E1B992460FC79A130E04FC97C6CD942EB3777863A9B355AC3502B953AF3F15A6A9B2WAd6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54</Pages>
  <Words>18436</Words>
  <Characters>-32766</Characters>
  <Application>Microsoft Office Outlook</Application>
  <DocSecurity>0</DocSecurity>
  <Lines>0</Lines>
  <Paragraphs>0</Paragraphs>
  <ScaleCrop>false</ScaleCrop>
  <Company>FCP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Зарин</dc:creator>
  <cp:keywords/>
  <dc:description/>
  <cp:lastModifiedBy>Шепынева</cp:lastModifiedBy>
  <cp:revision>2</cp:revision>
  <cp:lastPrinted>2014-12-22T16:12:00Z</cp:lastPrinted>
  <dcterms:created xsi:type="dcterms:W3CDTF">2015-01-21T07:59:00Z</dcterms:created>
  <dcterms:modified xsi:type="dcterms:W3CDTF">2015-01-21T07:59:00Z</dcterms:modified>
</cp:coreProperties>
</file>